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8F7" w:rsidRPr="00A61F14" w:rsidRDefault="007648F7" w:rsidP="00A61F14">
      <w:pPr>
        <w:spacing w:after="0" w:line="240" w:lineRule="auto"/>
        <w:jc w:val="center"/>
        <w:rPr>
          <w:rFonts w:ascii="Times New Roman" w:hAnsi="Times New Roman"/>
          <w:b/>
          <w:sz w:val="28"/>
          <w:szCs w:val="28"/>
        </w:rPr>
      </w:pPr>
      <w:r w:rsidRPr="00A61F14">
        <w:rPr>
          <w:rFonts w:ascii="Times New Roman" w:hAnsi="Times New Roman"/>
          <w:b/>
          <w:sz w:val="28"/>
          <w:szCs w:val="28"/>
        </w:rPr>
        <w:t>МІНІСТЕРСТВО ОСВІТИ І НАУКИ УКРАЇНИ</w:t>
      </w:r>
    </w:p>
    <w:p w:rsidR="007648F7" w:rsidRPr="00A61F14" w:rsidRDefault="007648F7" w:rsidP="00A61F14">
      <w:pPr>
        <w:pStyle w:val="Heading2"/>
        <w:spacing w:before="0" w:after="0"/>
        <w:jc w:val="center"/>
        <w:rPr>
          <w:rFonts w:ascii="Times New Roman" w:hAnsi="Times New Roman" w:cs="Times New Roman"/>
          <w:i w:val="0"/>
          <w:spacing w:val="20"/>
          <w:lang w:val="uk-UA"/>
        </w:rPr>
      </w:pPr>
      <w:r w:rsidRPr="00A61F14">
        <w:rPr>
          <w:rFonts w:ascii="Times New Roman" w:hAnsi="Times New Roman" w:cs="Times New Roman"/>
          <w:i w:val="0"/>
          <w:spacing w:val="20"/>
          <w:lang w:val="uk-UA"/>
        </w:rPr>
        <w:t xml:space="preserve">Ніжинський державний університет </w:t>
      </w:r>
    </w:p>
    <w:p w:rsidR="007648F7" w:rsidRPr="00A61F14" w:rsidRDefault="007648F7" w:rsidP="00A61F14">
      <w:pPr>
        <w:spacing w:after="0" w:line="240" w:lineRule="auto"/>
        <w:jc w:val="center"/>
        <w:rPr>
          <w:rFonts w:ascii="Times New Roman" w:hAnsi="Times New Roman"/>
          <w:sz w:val="24"/>
          <w:szCs w:val="24"/>
        </w:rPr>
      </w:pPr>
      <w:r w:rsidRPr="00A61F14">
        <w:rPr>
          <w:rFonts w:ascii="Times New Roman" w:hAnsi="Times New Roman"/>
          <w:b/>
          <w:spacing w:val="20"/>
          <w:sz w:val="28"/>
          <w:szCs w:val="28"/>
        </w:rPr>
        <w:t>імені Миколи Гоголя</w:t>
      </w:r>
    </w:p>
    <w:p w:rsidR="007648F7" w:rsidRDefault="007648F7" w:rsidP="0010382D">
      <w:pPr>
        <w:spacing w:after="0"/>
        <w:jc w:val="center"/>
        <w:rPr>
          <w:rFonts w:ascii="Arial" w:hAnsi="Arial" w:cs="Arial"/>
          <w:sz w:val="24"/>
          <w:szCs w:val="24"/>
        </w:rPr>
      </w:pPr>
    </w:p>
    <w:p w:rsidR="007648F7" w:rsidRDefault="007648F7" w:rsidP="0010382D">
      <w:pPr>
        <w:spacing w:after="0"/>
        <w:jc w:val="center"/>
        <w:rPr>
          <w:rFonts w:ascii="Arial" w:hAnsi="Arial" w:cs="Arial"/>
          <w:sz w:val="24"/>
          <w:szCs w:val="24"/>
        </w:rPr>
      </w:pPr>
    </w:p>
    <w:p w:rsidR="007648F7" w:rsidRDefault="007648F7" w:rsidP="0010382D">
      <w:pPr>
        <w:spacing w:after="0"/>
        <w:jc w:val="center"/>
        <w:rPr>
          <w:rFonts w:ascii="Arial" w:hAnsi="Arial" w:cs="Arial"/>
          <w:sz w:val="24"/>
          <w:szCs w:val="24"/>
        </w:rPr>
      </w:pPr>
    </w:p>
    <w:p w:rsidR="007648F7" w:rsidRPr="00A61F14" w:rsidRDefault="007648F7" w:rsidP="00A61F14">
      <w:pPr>
        <w:spacing w:after="0" w:line="240" w:lineRule="auto"/>
        <w:ind w:left="5040"/>
        <w:rPr>
          <w:rFonts w:ascii="Times New Roman" w:hAnsi="Times New Roman"/>
          <w:sz w:val="28"/>
          <w:szCs w:val="28"/>
        </w:rPr>
      </w:pPr>
      <w:r w:rsidRPr="00A61F14">
        <w:rPr>
          <w:rFonts w:ascii="Times New Roman" w:hAnsi="Times New Roman"/>
          <w:sz w:val="28"/>
          <w:szCs w:val="28"/>
        </w:rPr>
        <w:t>«ЗАТВЕРДЖУЮ»</w:t>
      </w:r>
    </w:p>
    <w:p w:rsidR="007648F7" w:rsidRPr="00A61F14" w:rsidRDefault="007648F7" w:rsidP="00A61F14">
      <w:pPr>
        <w:spacing w:after="0" w:line="240" w:lineRule="auto"/>
        <w:ind w:left="5040"/>
        <w:rPr>
          <w:rFonts w:ascii="Times New Roman" w:hAnsi="Times New Roman"/>
          <w:sz w:val="28"/>
          <w:szCs w:val="28"/>
        </w:rPr>
      </w:pPr>
      <w:r w:rsidRPr="00A61F14">
        <w:rPr>
          <w:rFonts w:ascii="Times New Roman" w:hAnsi="Times New Roman"/>
          <w:sz w:val="28"/>
          <w:szCs w:val="28"/>
        </w:rPr>
        <w:t xml:space="preserve">Голова Приймальної комісії, </w:t>
      </w:r>
    </w:p>
    <w:p w:rsidR="007648F7" w:rsidRPr="00A61F14" w:rsidRDefault="007648F7" w:rsidP="00A61F14">
      <w:pPr>
        <w:spacing w:after="0" w:line="240" w:lineRule="auto"/>
        <w:ind w:left="5040"/>
        <w:rPr>
          <w:rFonts w:ascii="Times New Roman" w:hAnsi="Times New Roman"/>
          <w:sz w:val="28"/>
          <w:szCs w:val="28"/>
        </w:rPr>
      </w:pPr>
      <w:r w:rsidRPr="00A61F14">
        <w:rPr>
          <w:rFonts w:ascii="Times New Roman" w:hAnsi="Times New Roman"/>
          <w:sz w:val="28"/>
          <w:szCs w:val="28"/>
        </w:rPr>
        <w:t xml:space="preserve">ректор  університету </w:t>
      </w:r>
    </w:p>
    <w:p w:rsidR="007648F7" w:rsidRPr="00A61F14" w:rsidRDefault="007648F7" w:rsidP="00A61F14">
      <w:pPr>
        <w:spacing w:after="0" w:line="240" w:lineRule="auto"/>
        <w:ind w:left="5040"/>
        <w:rPr>
          <w:rFonts w:ascii="Times New Roman" w:hAnsi="Times New Roman"/>
          <w:sz w:val="28"/>
          <w:szCs w:val="28"/>
        </w:rPr>
      </w:pPr>
      <w:r w:rsidRPr="00A61F14">
        <w:rPr>
          <w:rFonts w:ascii="Times New Roman" w:hAnsi="Times New Roman"/>
          <w:sz w:val="28"/>
          <w:szCs w:val="28"/>
        </w:rPr>
        <w:t>________________ О.Г. Самойленко</w:t>
      </w:r>
    </w:p>
    <w:p w:rsidR="007648F7" w:rsidRPr="00A61F14" w:rsidRDefault="007648F7" w:rsidP="00A61F14">
      <w:pPr>
        <w:spacing w:after="0" w:line="240" w:lineRule="auto"/>
        <w:ind w:left="5040"/>
        <w:rPr>
          <w:rFonts w:ascii="Times New Roman" w:hAnsi="Times New Roman"/>
          <w:sz w:val="28"/>
          <w:szCs w:val="28"/>
        </w:rPr>
      </w:pPr>
      <w:r w:rsidRPr="00A61F14">
        <w:rPr>
          <w:rFonts w:ascii="Times New Roman" w:hAnsi="Times New Roman"/>
          <w:sz w:val="28"/>
          <w:szCs w:val="28"/>
        </w:rPr>
        <w:t>«___» ___________ 2017р.</w:t>
      </w:r>
    </w:p>
    <w:p w:rsidR="007648F7" w:rsidRDefault="007648F7" w:rsidP="0010382D">
      <w:pPr>
        <w:spacing w:after="0"/>
        <w:jc w:val="center"/>
        <w:rPr>
          <w:rFonts w:ascii="Arial" w:hAnsi="Arial" w:cs="Arial"/>
          <w:sz w:val="24"/>
          <w:szCs w:val="24"/>
        </w:rPr>
      </w:pPr>
    </w:p>
    <w:p w:rsidR="007648F7" w:rsidRDefault="007648F7" w:rsidP="0010382D">
      <w:pPr>
        <w:spacing w:after="0"/>
        <w:jc w:val="center"/>
        <w:rPr>
          <w:rFonts w:ascii="Arial" w:hAnsi="Arial" w:cs="Arial"/>
          <w:sz w:val="24"/>
          <w:szCs w:val="24"/>
        </w:rPr>
      </w:pPr>
    </w:p>
    <w:p w:rsidR="007648F7" w:rsidRDefault="007648F7" w:rsidP="0010382D">
      <w:pPr>
        <w:spacing w:after="0"/>
        <w:jc w:val="center"/>
        <w:rPr>
          <w:rFonts w:ascii="Arial" w:hAnsi="Arial" w:cs="Arial"/>
          <w:sz w:val="24"/>
          <w:szCs w:val="24"/>
        </w:rPr>
      </w:pPr>
    </w:p>
    <w:p w:rsidR="007648F7" w:rsidRPr="00A61F14" w:rsidRDefault="007648F7" w:rsidP="0010382D">
      <w:pPr>
        <w:spacing w:after="0"/>
        <w:jc w:val="center"/>
        <w:rPr>
          <w:rFonts w:ascii="Times New Roman" w:hAnsi="Times New Roman"/>
          <w:sz w:val="24"/>
          <w:szCs w:val="24"/>
        </w:rPr>
      </w:pPr>
    </w:p>
    <w:p w:rsidR="007648F7" w:rsidRPr="00A61F14" w:rsidRDefault="007648F7" w:rsidP="0010382D">
      <w:pPr>
        <w:spacing w:after="0"/>
        <w:jc w:val="center"/>
        <w:rPr>
          <w:rFonts w:ascii="Times New Roman" w:hAnsi="Times New Roman"/>
          <w:b/>
          <w:bCs/>
          <w:sz w:val="32"/>
          <w:szCs w:val="32"/>
        </w:rPr>
      </w:pPr>
      <w:r w:rsidRPr="00A61F14">
        <w:rPr>
          <w:rFonts w:ascii="Times New Roman" w:hAnsi="Times New Roman"/>
          <w:b/>
          <w:bCs/>
          <w:sz w:val="32"/>
          <w:szCs w:val="32"/>
        </w:rPr>
        <w:t xml:space="preserve">ПРОГРАМА </w:t>
      </w:r>
    </w:p>
    <w:p w:rsidR="007648F7" w:rsidRPr="00A61F14" w:rsidRDefault="007648F7" w:rsidP="0010382D">
      <w:pPr>
        <w:spacing w:after="0"/>
        <w:jc w:val="center"/>
        <w:rPr>
          <w:rFonts w:ascii="Times New Roman" w:hAnsi="Times New Roman"/>
          <w:b/>
          <w:bCs/>
          <w:sz w:val="32"/>
          <w:szCs w:val="32"/>
        </w:rPr>
      </w:pPr>
      <w:r w:rsidRPr="00A61F14">
        <w:rPr>
          <w:rFonts w:ascii="Times New Roman" w:hAnsi="Times New Roman"/>
          <w:b/>
          <w:bCs/>
          <w:sz w:val="32"/>
          <w:szCs w:val="32"/>
        </w:rPr>
        <w:t>ФАХОВИХ ВСТУПНИХ ВИПРОБУВАНЬ З ГЕОГРАФІЇ</w:t>
      </w:r>
    </w:p>
    <w:p w:rsidR="007648F7" w:rsidRPr="00A61F14" w:rsidRDefault="007648F7" w:rsidP="0010382D">
      <w:pPr>
        <w:spacing w:after="0"/>
        <w:jc w:val="center"/>
        <w:rPr>
          <w:rFonts w:ascii="Times New Roman" w:hAnsi="Times New Roman"/>
          <w:b/>
          <w:bCs/>
          <w:sz w:val="28"/>
          <w:szCs w:val="28"/>
        </w:rPr>
      </w:pPr>
      <w:r w:rsidRPr="00A61F14">
        <w:rPr>
          <w:rFonts w:ascii="Times New Roman" w:hAnsi="Times New Roman"/>
          <w:b/>
          <w:bCs/>
          <w:sz w:val="28"/>
          <w:szCs w:val="28"/>
        </w:rPr>
        <w:t>ГАЛУЗЬ ЗНАНЬ: 10</w:t>
      </w:r>
      <w:r>
        <w:rPr>
          <w:rFonts w:ascii="Times New Roman" w:hAnsi="Times New Roman"/>
          <w:b/>
          <w:bCs/>
          <w:sz w:val="28"/>
          <w:szCs w:val="28"/>
        </w:rPr>
        <w:t xml:space="preserve"> </w:t>
      </w:r>
      <w:r w:rsidRPr="00A61F14">
        <w:rPr>
          <w:rFonts w:ascii="Times New Roman" w:hAnsi="Times New Roman"/>
          <w:b/>
          <w:bCs/>
          <w:sz w:val="28"/>
          <w:szCs w:val="28"/>
        </w:rPr>
        <w:t>ПРИРОДНИЧІ НАУКИ</w:t>
      </w:r>
    </w:p>
    <w:p w:rsidR="007648F7" w:rsidRDefault="007648F7" w:rsidP="0010382D">
      <w:pPr>
        <w:spacing w:after="0"/>
        <w:jc w:val="center"/>
        <w:rPr>
          <w:rFonts w:ascii="Times New Roman" w:hAnsi="Times New Roman"/>
          <w:b/>
          <w:bCs/>
          <w:sz w:val="28"/>
          <w:szCs w:val="28"/>
        </w:rPr>
      </w:pPr>
      <w:r w:rsidRPr="00A61F14">
        <w:rPr>
          <w:rFonts w:ascii="Times New Roman" w:hAnsi="Times New Roman"/>
          <w:b/>
          <w:bCs/>
          <w:sz w:val="28"/>
          <w:szCs w:val="28"/>
        </w:rPr>
        <w:t>СПЕЦІАЛЬНІСТЬ: 106</w:t>
      </w:r>
      <w:r>
        <w:rPr>
          <w:rFonts w:ascii="Times New Roman" w:hAnsi="Times New Roman"/>
          <w:b/>
          <w:bCs/>
          <w:sz w:val="28"/>
          <w:szCs w:val="28"/>
        </w:rPr>
        <w:t xml:space="preserve"> </w:t>
      </w:r>
      <w:r w:rsidRPr="00A61F14">
        <w:rPr>
          <w:rFonts w:ascii="Times New Roman" w:hAnsi="Times New Roman"/>
          <w:b/>
          <w:bCs/>
          <w:sz w:val="28"/>
          <w:szCs w:val="28"/>
        </w:rPr>
        <w:t xml:space="preserve">ГЕОГРАФІЯ </w:t>
      </w:r>
    </w:p>
    <w:p w:rsidR="007648F7" w:rsidRPr="00A61F14" w:rsidRDefault="007648F7" w:rsidP="0010382D">
      <w:pPr>
        <w:spacing w:after="0"/>
        <w:jc w:val="center"/>
        <w:rPr>
          <w:rFonts w:ascii="Times New Roman" w:hAnsi="Times New Roman"/>
          <w:b/>
          <w:bCs/>
          <w:sz w:val="28"/>
          <w:szCs w:val="28"/>
        </w:rPr>
      </w:pPr>
      <w:r w:rsidRPr="00A61F14">
        <w:rPr>
          <w:rFonts w:ascii="Times New Roman" w:hAnsi="Times New Roman"/>
          <w:b/>
          <w:bCs/>
          <w:sz w:val="28"/>
          <w:szCs w:val="28"/>
        </w:rPr>
        <w:t xml:space="preserve">(СПЕЦІАЛІЗАЦІЯ: РЕКРЕАЦІЙНА ГЕОГРАФІЯ І ТУРИЗМ) </w:t>
      </w:r>
    </w:p>
    <w:p w:rsidR="007648F7" w:rsidRPr="00A61F14" w:rsidRDefault="007648F7" w:rsidP="0010382D">
      <w:pPr>
        <w:spacing w:after="0"/>
        <w:jc w:val="center"/>
        <w:rPr>
          <w:rFonts w:ascii="Times New Roman" w:hAnsi="Times New Roman"/>
          <w:b/>
          <w:bCs/>
          <w:sz w:val="28"/>
          <w:szCs w:val="28"/>
        </w:rPr>
      </w:pPr>
      <w:r w:rsidRPr="00A61F14">
        <w:rPr>
          <w:rFonts w:ascii="Times New Roman" w:hAnsi="Times New Roman"/>
          <w:b/>
          <w:bCs/>
          <w:sz w:val="28"/>
          <w:szCs w:val="28"/>
        </w:rPr>
        <w:t>ОСВІТН</w:t>
      </w:r>
      <w:r>
        <w:rPr>
          <w:rFonts w:ascii="Times New Roman" w:hAnsi="Times New Roman"/>
          <w:b/>
          <w:bCs/>
          <w:sz w:val="28"/>
          <w:szCs w:val="28"/>
        </w:rPr>
        <w:t>ІЙ</w:t>
      </w:r>
      <w:r w:rsidRPr="00A61F14">
        <w:rPr>
          <w:rFonts w:ascii="Times New Roman" w:hAnsi="Times New Roman"/>
          <w:b/>
          <w:bCs/>
          <w:sz w:val="28"/>
          <w:szCs w:val="28"/>
        </w:rPr>
        <w:t xml:space="preserve"> </w:t>
      </w:r>
      <w:r>
        <w:rPr>
          <w:rFonts w:ascii="Times New Roman" w:hAnsi="Times New Roman"/>
          <w:b/>
          <w:bCs/>
          <w:sz w:val="28"/>
          <w:szCs w:val="28"/>
        </w:rPr>
        <w:t>СТУПІНЬ</w:t>
      </w:r>
      <w:r w:rsidRPr="00A61F14">
        <w:rPr>
          <w:rFonts w:ascii="Times New Roman" w:hAnsi="Times New Roman"/>
          <w:b/>
          <w:bCs/>
          <w:sz w:val="28"/>
          <w:szCs w:val="28"/>
        </w:rPr>
        <w:t>: МАГІСТР</w:t>
      </w:r>
    </w:p>
    <w:p w:rsidR="007648F7" w:rsidRPr="00A61F14" w:rsidRDefault="007648F7" w:rsidP="0010382D">
      <w:pPr>
        <w:spacing w:after="0"/>
        <w:jc w:val="center"/>
        <w:rPr>
          <w:rFonts w:ascii="Times New Roman" w:hAnsi="Times New Roman"/>
          <w:b/>
          <w:bCs/>
          <w:sz w:val="28"/>
          <w:szCs w:val="28"/>
        </w:rPr>
      </w:pPr>
      <w:r w:rsidRPr="00A61F14">
        <w:rPr>
          <w:rFonts w:ascii="Times New Roman" w:hAnsi="Times New Roman"/>
          <w:b/>
          <w:bCs/>
          <w:sz w:val="28"/>
          <w:szCs w:val="28"/>
        </w:rPr>
        <w:t>ФОРМА НАВЧАННЯ: ДЕННА, ЗАОЧНА</w:t>
      </w:r>
    </w:p>
    <w:p w:rsidR="007648F7" w:rsidRPr="00A61F14" w:rsidRDefault="007648F7" w:rsidP="0010382D">
      <w:pPr>
        <w:spacing w:after="0"/>
        <w:jc w:val="center"/>
        <w:rPr>
          <w:rFonts w:ascii="Times New Roman" w:hAnsi="Times New Roman"/>
          <w:b/>
          <w:bCs/>
          <w:sz w:val="24"/>
          <w:szCs w:val="24"/>
        </w:rPr>
      </w:pPr>
    </w:p>
    <w:p w:rsidR="007648F7" w:rsidRDefault="007648F7" w:rsidP="0010382D">
      <w:pPr>
        <w:spacing w:after="0"/>
        <w:jc w:val="center"/>
        <w:rPr>
          <w:rFonts w:ascii="Arial" w:hAnsi="Arial" w:cs="Arial"/>
          <w:b/>
          <w:bCs/>
          <w:sz w:val="24"/>
          <w:szCs w:val="24"/>
        </w:rPr>
      </w:pPr>
    </w:p>
    <w:p w:rsidR="007648F7" w:rsidRDefault="007648F7" w:rsidP="0010382D">
      <w:pPr>
        <w:pStyle w:val="FR1"/>
        <w:spacing w:line="240" w:lineRule="atLeast"/>
        <w:ind w:hanging="40"/>
        <w:jc w:val="center"/>
        <w:rPr>
          <w:rFonts w:ascii="Arial" w:hAnsi="Arial" w:cs="Arial"/>
          <w:sz w:val="32"/>
          <w:szCs w:val="32"/>
        </w:rPr>
      </w:pPr>
    </w:p>
    <w:p w:rsidR="007648F7" w:rsidRPr="00D05208" w:rsidRDefault="007648F7" w:rsidP="0010382D">
      <w:pPr>
        <w:pStyle w:val="FR1"/>
        <w:spacing w:line="240" w:lineRule="atLeast"/>
        <w:ind w:hanging="40"/>
        <w:jc w:val="center"/>
        <w:rPr>
          <w:rFonts w:ascii="Arial" w:hAnsi="Arial" w:cs="Arial"/>
          <w:sz w:val="32"/>
          <w:szCs w:val="32"/>
        </w:rPr>
      </w:pPr>
    </w:p>
    <w:p w:rsidR="007648F7" w:rsidRPr="00A61F14" w:rsidRDefault="007648F7" w:rsidP="00A61F14">
      <w:pPr>
        <w:spacing w:after="0" w:line="240" w:lineRule="auto"/>
        <w:rPr>
          <w:rFonts w:ascii="Times New Roman" w:hAnsi="Times New Roman"/>
          <w:sz w:val="24"/>
          <w:szCs w:val="24"/>
        </w:rPr>
      </w:pP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 xml:space="preserve">Розглянуто та схвалено на засіданні </w:t>
      </w: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кафедри географії</w:t>
      </w: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20лютого 2017 р.</w:t>
      </w: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Протокол №8</w:t>
      </w: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 xml:space="preserve">Затверджено вченою радою </w:t>
      </w: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природничо-географічного факультету</w:t>
      </w:r>
    </w:p>
    <w:p w:rsidR="007648F7" w:rsidRPr="00A61F14" w:rsidRDefault="007648F7" w:rsidP="00A61F14">
      <w:pPr>
        <w:spacing w:after="0" w:line="240" w:lineRule="auto"/>
        <w:ind w:left="5580"/>
        <w:rPr>
          <w:rFonts w:ascii="Times New Roman" w:hAnsi="Times New Roman"/>
          <w:sz w:val="24"/>
          <w:szCs w:val="24"/>
        </w:rPr>
      </w:pPr>
      <w:r w:rsidRPr="00A61F14">
        <w:rPr>
          <w:rFonts w:ascii="Times New Roman" w:hAnsi="Times New Roman"/>
          <w:sz w:val="24"/>
          <w:szCs w:val="24"/>
        </w:rPr>
        <w:t>01 березня 2017 р., протокол №6</w:t>
      </w:r>
    </w:p>
    <w:p w:rsidR="007648F7" w:rsidRPr="00A61F14" w:rsidRDefault="007648F7" w:rsidP="00A61F14">
      <w:pPr>
        <w:rPr>
          <w:rFonts w:ascii="Times New Roman" w:hAnsi="Times New Roman"/>
          <w:sz w:val="24"/>
          <w:szCs w:val="24"/>
        </w:rPr>
      </w:pPr>
    </w:p>
    <w:p w:rsidR="007648F7" w:rsidRPr="00A61F14" w:rsidRDefault="007648F7" w:rsidP="00A61F14">
      <w:pPr>
        <w:rPr>
          <w:rFonts w:ascii="Times New Roman" w:hAnsi="Times New Roman"/>
          <w:sz w:val="24"/>
          <w:szCs w:val="24"/>
        </w:rPr>
      </w:pPr>
    </w:p>
    <w:p w:rsidR="007648F7" w:rsidRPr="00A61F14" w:rsidRDefault="007648F7" w:rsidP="00A61F14">
      <w:pPr>
        <w:rPr>
          <w:rFonts w:ascii="Times New Roman" w:hAnsi="Times New Roman"/>
          <w:sz w:val="24"/>
          <w:szCs w:val="24"/>
        </w:rPr>
      </w:pPr>
    </w:p>
    <w:p w:rsidR="007648F7" w:rsidRPr="00A61F14" w:rsidRDefault="007648F7" w:rsidP="00A61F14">
      <w:pPr>
        <w:rPr>
          <w:rFonts w:ascii="Times New Roman" w:hAnsi="Times New Roman"/>
          <w:sz w:val="24"/>
          <w:szCs w:val="24"/>
        </w:rPr>
      </w:pPr>
    </w:p>
    <w:p w:rsidR="007648F7" w:rsidRPr="00A61F14" w:rsidRDefault="007648F7" w:rsidP="00A61F14">
      <w:pPr>
        <w:rPr>
          <w:rFonts w:ascii="Times New Roman" w:hAnsi="Times New Roman"/>
          <w:sz w:val="24"/>
          <w:szCs w:val="24"/>
        </w:rPr>
      </w:pPr>
    </w:p>
    <w:p w:rsidR="007648F7" w:rsidRPr="00A61F14" w:rsidRDefault="007648F7" w:rsidP="00A61F14">
      <w:pPr>
        <w:jc w:val="center"/>
        <w:rPr>
          <w:rFonts w:ascii="Times New Roman" w:hAnsi="Times New Roman"/>
          <w:b/>
          <w:sz w:val="28"/>
          <w:szCs w:val="28"/>
        </w:rPr>
      </w:pPr>
      <w:r>
        <w:rPr>
          <w:noProof/>
          <w:lang w:val="ru-RU" w:eastAsia="ru-RU"/>
        </w:rPr>
        <w:pict>
          <v:oval id="Овал 2" o:spid="_x0000_s1026" style="position:absolute;left:0;text-align:left;margin-left:467.1pt;margin-top:12.6pt;width:24pt;height:28.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" strokecolor="white" strokeweight="2pt"/>
        </w:pict>
      </w:r>
      <w:r w:rsidRPr="00A61F14">
        <w:rPr>
          <w:rFonts w:ascii="Times New Roman" w:hAnsi="Times New Roman"/>
          <w:b/>
          <w:sz w:val="28"/>
          <w:szCs w:val="28"/>
        </w:rPr>
        <w:t>Ніжин – 2017</w:t>
      </w:r>
    </w:p>
    <w:p w:rsidR="007648F7" w:rsidRDefault="007648F7" w:rsidP="0010382D">
      <w:pPr>
        <w:pStyle w:val="a"/>
        <w:ind w:firstLine="851"/>
        <w:jc w:val="both"/>
        <w:rPr>
          <w:rFonts w:cs="Arial"/>
          <w:sz w:val="24"/>
          <w:lang w:val="uk-UA"/>
        </w:rPr>
      </w:pPr>
    </w:p>
    <w:p w:rsidR="007648F7" w:rsidRPr="000D3F15" w:rsidRDefault="007648F7" w:rsidP="0010382D">
      <w:pPr>
        <w:pStyle w:val="a"/>
        <w:ind w:firstLine="851"/>
        <w:jc w:val="both"/>
        <w:rPr>
          <w:rFonts w:cs="Arial"/>
          <w:lang w:val="uk-UA"/>
        </w:rPr>
      </w:pPr>
      <w:r w:rsidRPr="000D3F15">
        <w:rPr>
          <w:rFonts w:cs="Arial"/>
          <w:sz w:val="24"/>
          <w:lang w:val="uk-UA"/>
        </w:rPr>
        <w:t xml:space="preserve">Програма </w:t>
      </w:r>
      <w:r>
        <w:rPr>
          <w:rFonts w:cs="Arial"/>
          <w:sz w:val="24"/>
          <w:lang w:val="uk-UA"/>
        </w:rPr>
        <w:t>фахових вступних випробувань на здобуття освітньо-кваліфікаційного рівня магістр у галузі знань 10</w:t>
      </w:r>
      <w:r w:rsidRPr="00212256">
        <w:rPr>
          <w:rFonts w:cs="Arial"/>
          <w:sz w:val="24"/>
          <w:lang w:val="uk-UA"/>
        </w:rPr>
        <w:t>“</w:t>
      </w:r>
      <w:r>
        <w:rPr>
          <w:rFonts w:cs="Arial"/>
          <w:sz w:val="24"/>
          <w:lang w:val="uk-UA"/>
        </w:rPr>
        <w:t>Природничі науки</w:t>
      </w:r>
      <w:r w:rsidRPr="00212256">
        <w:rPr>
          <w:rFonts w:cs="Arial"/>
          <w:sz w:val="24"/>
          <w:lang w:val="uk-UA"/>
        </w:rPr>
        <w:t>”</w:t>
      </w:r>
      <w:r>
        <w:rPr>
          <w:rFonts w:cs="Arial"/>
          <w:sz w:val="24"/>
          <w:lang w:val="uk-UA"/>
        </w:rPr>
        <w:t>, спеціальності 106</w:t>
      </w:r>
      <w:r w:rsidRPr="00212256">
        <w:rPr>
          <w:rFonts w:cs="Arial"/>
          <w:sz w:val="24"/>
          <w:lang w:val="uk-UA"/>
        </w:rPr>
        <w:t>“</w:t>
      </w:r>
      <w:r>
        <w:rPr>
          <w:rFonts w:cs="Arial"/>
          <w:sz w:val="24"/>
          <w:lang w:val="uk-UA"/>
        </w:rPr>
        <w:t>Географія</w:t>
      </w:r>
      <w:r w:rsidRPr="00544092">
        <w:rPr>
          <w:rFonts w:cs="Arial"/>
          <w:sz w:val="24"/>
          <w:lang w:val="uk-UA"/>
        </w:rPr>
        <w:t>”</w:t>
      </w:r>
      <w:r>
        <w:rPr>
          <w:rFonts w:cs="Arial"/>
          <w:sz w:val="24"/>
          <w:lang w:val="uk-UA"/>
        </w:rPr>
        <w:t xml:space="preserve"> (спеціалізація рекреаційна географія і туризм)</w:t>
      </w:r>
      <w:r w:rsidRPr="000D3F15">
        <w:rPr>
          <w:rFonts w:cs="Arial"/>
          <w:sz w:val="24"/>
          <w:lang w:val="uk-UA"/>
        </w:rPr>
        <w:t>.</w:t>
      </w:r>
      <w:r>
        <w:rPr>
          <w:rFonts w:cs="Arial"/>
          <w:sz w:val="24"/>
          <w:lang w:val="uk-UA"/>
        </w:rPr>
        <w:t xml:space="preserve"> – НДУ імені Миколи Гоголя, 2017</w:t>
      </w:r>
      <w:r w:rsidRPr="000D3F15">
        <w:rPr>
          <w:rFonts w:cs="Arial"/>
          <w:sz w:val="24"/>
          <w:lang w:val="uk-UA"/>
        </w:rPr>
        <w:t xml:space="preserve"> р.</w:t>
      </w:r>
      <w:r>
        <w:rPr>
          <w:rFonts w:cs="Arial"/>
          <w:sz w:val="24"/>
          <w:lang w:val="uk-UA"/>
        </w:rPr>
        <w:t xml:space="preserve"> – 15 с.</w:t>
      </w:r>
    </w:p>
    <w:p w:rsidR="007648F7" w:rsidRPr="000D3F15" w:rsidRDefault="007648F7" w:rsidP="0010382D">
      <w:pPr>
        <w:pStyle w:val="FR1"/>
        <w:spacing w:line="240" w:lineRule="atLeast"/>
        <w:ind w:left="1960" w:firstLine="0"/>
        <w:jc w:val="left"/>
        <w:rPr>
          <w:rFonts w:ascii="Arial" w:hAnsi="Arial" w:cs="Arial"/>
        </w:rPr>
      </w:pPr>
      <w:bookmarkStart w:id="0" w:name="_GoBack"/>
      <w:bookmarkEnd w:id="0"/>
    </w:p>
    <w:p w:rsidR="007648F7" w:rsidRPr="000D3F15" w:rsidRDefault="007648F7" w:rsidP="0010382D">
      <w:pPr>
        <w:pStyle w:val="FR1"/>
        <w:spacing w:line="240" w:lineRule="atLeast"/>
        <w:ind w:left="0"/>
        <w:jc w:val="center"/>
        <w:rPr>
          <w:rFonts w:ascii="Arial" w:hAnsi="Arial" w:cs="Arial"/>
        </w:rPr>
      </w:pPr>
    </w:p>
    <w:p w:rsidR="007648F7" w:rsidRPr="000D3F15" w:rsidRDefault="007648F7" w:rsidP="0010382D">
      <w:pPr>
        <w:pStyle w:val="FR1"/>
        <w:spacing w:line="240" w:lineRule="atLeast"/>
        <w:ind w:left="0"/>
        <w:jc w:val="center"/>
        <w:rPr>
          <w:rFonts w:ascii="Arial" w:hAnsi="Arial" w:cs="Arial"/>
        </w:rPr>
      </w:pPr>
    </w:p>
    <w:p w:rsidR="007648F7" w:rsidRPr="000D3F15" w:rsidRDefault="007648F7" w:rsidP="0010382D">
      <w:pPr>
        <w:pStyle w:val="FR1"/>
        <w:spacing w:line="240" w:lineRule="atLeast"/>
        <w:ind w:left="0"/>
        <w:jc w:val="center"/>
        <w:rPr>
          <w:rFonts w:ascii="Arial" w:hAnsi="Arial" w:cs="Arial"/>
        </w:rPr>
      </w:pPr>
    </w:p>
    <w:p w:rsidR="007648F7" w:rsidRPr="000D3F15" w:rsidRDefault="007648F7" w:rsidP="0010382D">
      <w:pPr>
        <w:pStyle w:val="FR1"/>
        <w:spacing w:line="240" w:lineRule="atLeast"/>
        <w:ind w:left="0" w:firstLine="851"/>
        <w:rPr>
          <w:rFonts w:ascii="Arial" w:hAnsi="Arial" w:cs="Arial"/>
        </w:rPr>
      </w:pPr>
    </w:p>
    <w:p w:rsidR="007648F7" w:rsidRPr="000D3F15" w:rsidRDefault="007648F7" w:rsidP="0010382D">
      <w:pPr>
        <w:pStyle w:val="FR1"/>
        <w:spacing w:line="240" w:lineRule="atLeast"/>
        <w:ind w:left="0" w:firstLine="851"/>
        <w:rPr>
          <w:rFonts w:ascii="Arial" w:hAnsi="Arial" w:cs="Arial"/>
        </w:rPr>
      </w:pPr>
    </w:p>
    <w:p w:rsidR="007648F7" w:rsidRPr="000D3F15" w:rsidRDefault="007648F7" w:rsidP="0010382D">
      <w:pPr>
        <w:pStyle w:val="FR1"/>
        <w:spacing w:line="240" w:lineRule="atLeast"/>
        <w:ind w:left="0" w:firstLine="851"/>
        <w:rPr>
          <w:rFonts w:ascii="Arial" w:hAnsi="Arial" w:cs="Arial"/>
        </w:rPr>
      </w:pPr>
    </w:p>
    <w:p w:rsidR="007648F7" w:rsidRDefault="007648F7" w:rsidP="0010382D">
      <w:pPr>
        <w:pStyle w:val="FR1"/>
        <w:spacing w:line="240" w:lineRule="atLeast"/>
        <w:ind w:left="0" w:firstLine="851"/>
        <w:rPr>
          <w:rFonts w:ascii="Arial" w:hAnsi="Arial" w:cs="Arial"/>
          <w:sz w:val="24"/>
          <w:szCs w:val="24"/>
        </w:rPr>
      </w:pPr>
      <w:r w:rsidRPr="000D3F15">
        <w:rPr>
          <w:rFonts w:ascii="Arial" w:hAnsi="Arial" w:cs="Arial"/>
          <w:sz w:val="24"/>
          <w:szCs w:val="24"/>
        </w:rPr>
        <w:t>Укладачі: д.г.н., проф.</w:t>
      </w:r>
      <w:r>
        <w:rPr>
          <w:rFonts w:ascii="Arial" w:hAnsi="Arial" w:cs="Arial"/>
          <w:sz w:val="24"/>
          <w:szCs w:val="24"/>
        </w:rPr>
        <w:t>, зав.</w:t>
      </w:r>
      <w:r w:rsidRPr="000D3F15">
        <w:rPr>
          <w:rFonts w:ascii="Arial" w:hAnsi="Arial" w:cs="Arial"/>
          <w:sz w:val="24"/>
          <w:szCs w:val="24"/>
        </w:rPr>
        <w:t xml:space="preserve"> каф. географії Барановський М.О.</w:t>
      </w:r>
    </w:p>
    <w:p w:rsidR="007648F7" w:rsidRPr="000D3F15" w:rsidRDefault="007648F7" w:rsidP="0010382D">
      <w:pPr>
        <w:pStyle w:val="FR1"/>
        <w:spacing w:line="240" w:lineRule="atLeast"/>
        <w:ind w:left="0" w:firstLine="851"/>
        <w:rPr>
          <w:rFonts w:ascii="Arial" w:hAnsi="Arial" w:cs="Arial"/>
        </w:rPr>
      </w:pPr>
      <w:r>
        <w:rPr>
          <w:rFonts w:ascii="Arial" w:hAnsi="Arial" w:cs="Arial"/>
          <w:sz w:val="24"/>
          <w:szCs w:val="24"/>
        </w:rPr>
        <w:tab/>
        <w:t>д.г.н., проф. Смаль В.В.</w:t>
      </w:r>
    </w:p>
    <w:p w:rsidR="007648F7" w:rsidRPr="000D3F15" w:rsidRDefault="007648F7" w:rsidP="0010382D">
      <w:pPr>
        <w:pStyle w:val="FR1"/>
        <w:spacing w:line="240" w:lineRule="atLeast"/>
        <w:ind w:left="0" w:firstLine="1938"/>
        <w:rPr>
          <w:rFonts w:ascii="Arial" w:hAnsi="Arial" w:cs="Arial"/>
        </w:rPr>
      </w:pPr>
      <w:r>
        <w:rPr>
          <w:rFonts w:ascii="Arial" w:hAnsi="Arial" w:cs="Arial"/>
          <w:sz w:val="24"/>
          <w:szCs w:val="24"/>
        </w:rPr>
        <w:t xml:space="preserve">к.г.н., доц. </w:t>
      </w:r>
      <w:r w:rsidRPr="000D3F15">
        <w:rPr>
          <w:rFonts w:ascii="Arial" w:hAnsi="Arial" w:cs="Arial"/>
          <w:sz w:val="24"/>
          <w:szCs w:val="24"/>
        </w:rPr>
        <w:t>Барановська О.В.</w:t>
      </w:r>
    </w:p>
    <w:p w:rsidR="007648F7" w:rsidRPr="000D3F15" w:rsidRDefault="007648F7" w:rsidP="0010382D">
      <w:pPr>
        <w:pStyle w:val="FR1"/>
        <w:spacing w:line="240" w:lineRule="atLeast"/>
        <w:ind w:left="0" w:firstLine="1938"/>
        <w:rPr>
          <w:rFonts w:ascii="Arial" w:hAnsi="Arial" w:cs="Arial"/>
        </w:rPr>
      </w:pPr>
      <w:r>
        <w:rPr>
          <w:rFonts w:ascii="Arial" w:hAnsi="Arial" w:cs="Arial"/>
          <w:sz w:val="24"/>
          <w:szCs w:val="24"/>
        </w:rPr>
        <w:t>к.г.н., доц.</w:t>
      </w:r>
      <w:r w:rsidRPr="000D3F15">
        <w:rPr>
          <w:rFonts w:ascii="Arial" w:hAnsi="Arial" w:cs="Arial"/>
          <w:sz w:val="24"/>
          <w:szCs w:val="24"/>
        </w:rPr>
        <w:t>Філоненко Ю.М.</w:t>
      </w:r>
    </w:p>
    <w:p w:rsidR="007648F7" w:rsidRPr="000D3F15" w:rsidRDefault="007648F7" w:rsidP="0010382D">
      <w:pPr>
        <w:pStyle w:val="FR1"/>
        <w:spacing w:line="240" w:lineRule="atLeast"/>
        <w:ind w:left="0" w:firstLine="1938"/>
        <w:rPr>
          <w:rFonts w:ascii="Arial" w:hAnsi="Arial" w:cs="Arial"/>
        </w:rPr>
      </w:pPr>
      <w:r>
        <w:rPr>
          <w:rFonts w:ascii="Arial" w:hAnsi="Arial" w:cs="Arial"/>
          <w:sz w:val="24"/>
          <w:szCs w:val="24"/>
        </w:rPr>
        <w:t>к.г.н., доц. Афоніна О.О.</w:t>
      </w:r>
    </w:p>
    <w:p w:rsidR="007648F7" w:rsidRPr="000D3F15" w:rsidRDefault="007648F7" w:rsidP="0010382D">
      <w:pPr>
        <w:pStyle w:val="FR1"/>
        <w:spacing w:line="240" w:lineRule="atLeast"/>
        <w:ind w:left="0" w:firstLine="1938"/>
        <w:rPr>
          <w:rFonts w:ascii="Arial" w:hAnsi="Arial" w:cs="Arial"/>
        </w:rPr>
      </w:pPr>
      <w:r w:rsidRPr="000D3F15">
        <w:rPr>
          <w:rFonts w:ascii="Arial" w:hAnsi="Arial" w:cs="Arial"/>
          <w:sz w:val="24"/>
          <w:szCs w:val="24"/>
        </w:rPr>
        <w:t>к.г.н., доц. Остапчук В.В.</w:t>
      </w:r>
    </w:p>
    <w:p w:rsidR="007648F7" w:rsidRPr="000D3F15" w:rsidRDefault="007648F7" w:rsidP="0010382D">
      <w:pPr>
        <w:pStyle w:val="FR1"/>
        <w:tabs>
          <w:tab w:val="left" w:pos="4695"/>
        </w:tabs>
        <w:spacing w:line="240" w:lineRule="atLeast"/>
        <w:ind w:left="0" w:firstLine="1938"/>
        <w:rPr>
          <w:rFonts w:ascii="Arial" w:hAnsi="Arial" w:cs="Arial"/>
        </w:rPr>
      </w:pPr>
      <w:r w:rsidRPr="000D3F15">
        <w:rPr>
          <w:rFonts w:ascii="Arial" w:hAnsi="Arial" w:cs="Arial"/>
          <w:sz w:val="24"/>
          <w:szCs w:val="24"/>
        </w:rPr>
        <w:tab/>
      </w:r>
    </w:p>
    <w:p w:rsidR="007648F7" w:rsidRPr="000D3F15" w:rsidRDefault="007648F7" w:rsidP="0010382D">
      <w:pPr>
        <w:pStyle w:val="FR1"/>
        <w:spacing w:line="240" w:lineRule="atLeast"/>
        <w:ind w:left="0" w:firstLine="851"/>
        <w:rPr>
          <w:rFonts w:ascii="Arial" w:hAnsi="Arial" w:cs="Arial"/>
        </w:rPr>
      </w:pPr>
    </w:p>
    <w:p w:rsidR="007648F7" w:rsidRPr="000D3F15" w:rsidRDefault="007648F7" w:rsidP="0010382D">
      <w:pPr>
        <w:pStyle w:val="a"/>
        <w:ind w:firstLine="851"/>
        <w:rPr>
          <w:rFonts w:cs="Arial"/>
          <w:lang w:val="uk-UA"/>
        </w:rPr>
      </w:pPr>
    </w:p>
    <w:p w:rsidR="007648F7" w:rsidRPr="000D3F15" w:rsidRDefault="007648F7" w:rsidP="0010382D">
      <w:pPr>
        <w:pStyle w:val="FR1"/>
        <w:spacing w:line="240" w:lineRule="atLeast"/>
        <w:ind w:left="0" w:firstLine="851"/>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Pr="000D3F15" w:rsidRDefault="007648F7" w:rsidP="0010382D">
      <w:pPr>
        <w:pStyle w:val="FR1"/>
        <w:spacing w:line="240" w:lineRule="atLeast"/>
        <w:ind w:left="0" w:firstLine="2410"/>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Pr="000D3F15"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Default="007648F7" w:rsidP="0010382D">
      <w:pPr>
        <w:pStyle w:val="FR1"/>
        <w:tabs>
          <w:tab w:val="center" w:pos="-4788"/>
          <w:tab w:val="left" w:pos="9291"/>
        </w:tabs>
        <w:spacing w:line="240" w:lineRule="atLeast"/>
        <w:ind w:left="0" w:firstLine="0"/>
        <w:jc w:val="center"/>
        <w:rPr>
          <w:rFonts w:ascii="Arial" w:hAnsi="Arial" w:cs="Arial"/>
        </w:rPr>
      </w:pPr>
    </w:p>
    <w:p w:rsidR="007648F7" w:rsidRPr="000D3F15" w:rsidRDefault="007648F7" w:rsidP="0010382D">
      <w:pPr>
        <w:pStyle w:val="FR1"/>
        <w:tabs>
          <w:tab w:val="center" w:pos="-4788"/>
          <w:tab w:val="left" w:pos="9291"/>
        </w:tabs>
        <w:spacing w:line="240" w:lineRule="atLeast"/>
        <w:ind w:left="0" w:firstLine="0"/>
        <w:jc w:val="center"/>
        <w:rPr>
          <w:rFonts w:ascii="Arial" w:hAnsi="Arial" w:cs="Arial"/>
        </w:rPr>
      </w:pPr>
      <w:r w:rsidRPr="000D3F15">
        <w:rPr>
          <w:rFonts w:ascii="Arial" w:hAnsi="Arial" w:cs="Arial"/>
          <w:b/>
          <w:sz w:val="24"/>
          <w:szCs w:val="24"/>
        </w:rPr>
        <w:t>ЗМІСТ</w:t>
      </w:r>
    </w:p>
    <w:p w:rsidR="007648F7" w:rsidRPr="000D3F15" w:rsidRDefault="007648F7" w:rsidP="0010382D">
      <w:pPr>
        <w:pStyle w:val="FR1"/>
        <w:spacing w:line="240" w:lineRule="atLeast"/>
        <w:ind w:left="0" w:firstLine="0"/>
        <w:rPr>
          <w:rFonts w:ascii="Arial" w:hAnsi="Arial" w:cs="Arial"/>
        </w:rPr>
      </w:pPr>
    </w:p>
    <w:p w:rsidR="007648F7" w:rsidRPr="000D3F15" w:rsidRDefault="007648F7" w:rsidP="0010382D">
      <w:pPr>
        <w:pStyle w:val="FR1"/>
        <w:tabs>
          <w:tab w:val="left" w:pos="9291"/>
        </w:tabs>
        <w:spacing w:line="240" w:lineRule="atLeast"/>
        <w:ind w:left="0" w:firstLine="0"/>
        <w:rPr>
          <w:rFonts w:ascii="Arial" w:hAnsi="Arial" w:cs="Arial"/>
          <w:sz w:val="24"/>
          <w:szCs w:val="24"/>
        </w:rPr>
      </w:pPr>
    </w:p>
    <w:p w:rsidR="007648F7" w:rsidRPr="000D3F15" w:rsidRDefault="007648F7" w:rsidP="0010382D">
      <w:pPr>
        <w:pStyle w:val="FR1"/>
        <w:tabs>
          <w:tab w:val="left" w:pos="9356"/>
        </w:tabs>
        <w:spacing w:line="360" w:lineRule="auto"/>
        <w:ind w:left="0" w:firstLine="0"/>
        <w:rPr>
          <w:rFonts w:ascii="Arial" w:hAnsi="Arial" w:cs="Arial"/>
        </w:rPr>
      </w:pPr>
      <w:r w:rsidRPr="000D3F15">
        <w:rPr>
          <w:rFonts w:ascii="Arial" w:hAnsi="Arial" w:cs="Arial"/>
          <w:sz w:val="24"/>
          <w:szCs w:val="24"/>
        </w:rPr>
        <w:t>П</w:t>
      </w:r>
      <w:r>
        <w:rPr>
          <w:noProof/>
          <w:lang w:val="ru-RU"/>
        </w:rPr>
        <w:pict>
          <v:rect id="Прямоугольник 1" o:spid="_x0000_s1027" style="position:absolute;left:0;text-align:left;margin-left:467.4pt;margin-top:684.6pt;width:34.15pt;height:35.9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" strokecolor="white" strokeweight=".26mm"/>
        </w:pict>
      </w:r>
      <w:r w:rsidRPr="000D3F15">
        <w:rPr>
          <w:rFonts w:ascii="Arial" w:hAnsi="Arial" w:cs="Arial"/>
          <w:sz w:val="24"/>
          <w:szCs w:val="24"/>
        </w:rPr>
        <w:t xml:space="preserve">ояснювальна записка </w:t>
      </w:r>
      <w:r>
        <w:rPr>
          <w:rFonts w:ascii="Arial" w:hAnsi="Arial" w:cs="Arial"/>
          <w:sz w:val="24"/>
          <w:szCs w:val="24"/>
        </w:rPr>
        <w:t xml:space="preserve">……………………………………………………………………….. </w:t>
      </w:r>
      <w:r>
        <w:rPr>
          <w:rFonts w:ascii="Arial" w:hAnsi="Arial" w:cs="Arial"/>
          <w:sz w:val="24"/>
          <w:szCs w:val="24"/>
        </w:rPr>
        <w:tab/>
        <w:t xml:space="preserve">4  </w:t>
      </w:r>
      <w:r w:rsidRPr="000D3F15">
        <w:rPr>
          <w:rFonts w:ascii="Arial" w:hAnsi="Arial" w:cs="Arial"/>
          <w:sz w:val="24"/>
          <w:szCs w:val="24"/>
        </w:rPr>
        <w:t>І. Основні вимоги до знань і умінь</w:t>
      </w:r>
      <w:r>
        <w:rPr>
          <w:rFonts w:ascii="Arial" w:hAnsi="Arial" w:cs="Arial"/>
          <w:sz w:val="24"/>
          <w:szCs w:val="24"/>
        </w:rPr>
        <w:t xml:space="preserve"> ………………………………………………………….</w:t>
      </w:r>
      <w:r w:rsidRPr="000D3F15">
        <w:rPr>
          <w:rFonts w:ascii="Arial" w:hAnsi="Arial" w:cs="Arial"/>
          <w:sz w:val="24"/>
          <w:szCs w:val="24"/>
        </w:rPr>
        <w:tab/>
        <w:t>4</w:t>
      </w:r>
    </w:p>
    <w:p w:rsidR="007648F7" w:rsidRPr="000D3F15" w:rsidRDefault="007648F7" w:rsidP="0010382D">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ІІ. Критерії оцінювання знань і вмінь</w:t>
      </w:r>
      <w:r>
        <w:rPr>
          <w:rFonts w:ascii="Arial" w:hAnsi="Arial" w:cs="Arial"/>
          <w:sz w:val="24"/>
          <w:szCs w:val="24"/>
        </w:rPr>
        <w:t xml:space="preserve"> …………………………………………………..</w:t>
      </w:r>
      <w:r>
        <w:rPr>
          <w:rFonts w:ascii="Arial" w:hAnsi="Arial" w:cs="Arial"/>
          <w:sz w:val="24"/>
          <w:szCs w:val="24"/>
        </w:rPr>
        <w:tab/>
        <w:t>……</w:t>
      </w:r>
      <w:r w:rsidRPr="000D3F15">
        <w:rPr>
          <w:rFonts w:ascii="Arial" w:hAnsi="Arial" w:cs="Arial"/>
          <w:sz w:val="24"/>
          <w:szCs w:val="24"/>
        </w:rPr>
        <w:tab/>
        <w:t>6</w:t>
      </w:r>
    </w:p>
    <w:p w:rsidR="007648F7" w:rsidRPr="000D3F15" w:rsidRDefault="007648F7" w:rsidP="0010382D">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 xml:space="preserve">ІІІ. Форма проведення вступного </w:t>
      </w:r>
      <w:r>
        <w:rPr>
          <w:rFonts w:ascii="Arial" w:hAnsi="Arial" w:cs="Arial"/>
          <w:sz w:val="24"/>
          <w:szCs w:val="24"/>
        </w:rPr>
        <w:t>іспиту, структура завдань ………………….………..</w:t>
      </w:r>
      <w:r>
        <w:rPr>
          <w:rFonts w:ascii="Arial" w:hAnsi="Arial" w:cs="Arial"/>
          <w:sz w:val="24"/>
          <w:szCs w:val="24"/>
        </w:rPr>
        <w:tab/>
      </w:r>
      <w:r w:rsidRPr="000D3F15">
        <w:rPr>
          <w:rFonts w:ascii="Arial" w:hAnsi="Arial" w:cs="Arial"/>
          <w:sz w:val="24"/>
          <w:szCs w:val="24"/>
        </w:rPr>
        <w:t>6</w:t>
      </w:r>
    </w:p>
    <w:p w:rsidR="007648F7" w:rsidRPr="000D3F15" w:rsidRDefault="007648F7" w:rsidP="0010382D">
      <w:pPr>
        <w:pStyle w:val="FR1"/>
        <w:tabs>
          <w:tab w:val="left" w:pos="8789"/>
          <w:tab w:val="left" w:pos="9356"/>
          <w:tab w:val="left" w:pos="9462"/>
          <w:tab w:val="right" w:pos="10206"/>
        </w:tabs>
        <w:spacing w:line="360" w:lineRule="auto"/>
        <w:ind w:left="0" w:firstLine="0"/>
        <w:rPr>
          <w:rFonts w:ascii="Arial" w:hAnsi="Arial" w:cs="Arial"/>
        </w:rPr>
      </w:pPr>
      <w:r w:rsidRPr="000D3F15">
        <w:rPr>
          <w:rFonts w:ascii="Arial" w:hAnsi="Arial" w:cs="Arial"/>
          <w:sz w:val="24"/>
          <w:szCs w:val="24"/>
          <w:lang w:val="en-US"/>
        </w:rPr>
        <w:t>IV</w:t>
      </w:r>
      <w:r w:rsidRPr="000D3F15">
        <w:rPr>
          <w:rFonts w:ascii="Arial" w:hAnsi="Arial" w:cs="Arial"/>
          <w:sz w:val="24"/>
          <w:szCs w:val="24"/>
        </w:rPr>
        <w:t>. Зміст навчального матеріалу</w:t>
      </w:r>
      <w:r>
        <w:rPr>
          <w:rFonts w:ascii="Arial" w:hAnsi="Arial" w:cs="Arial"/>
          <w:sz w:val="24"/>
          <w:szCs w:val="24"/>
        </w:rPr>
        <w:t xml:space="preserve"> ……………………………………………………….</w:t>
      </w:r>
      <w:r>
        <w:rPr>
          <w:rFonts w:ascii="Arial" w:hAnsi="Arial" w:cs="Arial"/>
          <w:sz w:val="24"/>
          <w:szCs w:val="24"/>
        </w:rPr>
        <w:tab/>
        <w:t>……</w:t>
      </w:r>
      <w:r>
        <w:rPr>
          <w:rFonts w:ascii="Arial" w:hAnsi="Arial" w:cs="Arial"/>
          <w:sz w:val="24"/>
          <w:szCs w:val="24"/>
        </w:rPr>
        <w:tab/>
        <w:t>8</w:t>
      </w:r>
      <w:r w:rsidRPr="000D3F15">
        <w:rPr>
          <w:rFonts w:ascii="Arial" w:hAnsi="Arial" w:cs="Arial"/>
          <w:sz w:val="24"/>
          <w:szCs w:val="24"/>
        </w:rPr>
        <w:tab/>
      </w:r>
    </w:p>
    <w:p w:rsidR="007648F7" w:rsidRPr="000D3F15" w:rsidRDefault="007648F7" w:rsidP="0010382D">
      <w:pPr>
        <w:pStyle w:val="FR1"/>
        <w:tabs>
          <w:tab w:val="left" w:pos="9356"/>
        </w:tabs>
        <w:spacing w:line="360" w:lineRule="auto"/>
        <w:ind w:left="0" w:firstLine="0"/>
        <w:rPr>
          <w:rFonts w:ascii="Arial" w:hAnsi="Arial" w:cs="Arial"/>
        </w:rPr>
      </w:pPr>
      <w:r>
        <w:rPr>
          <w:rFonts w:ascii="Arial" w:hAnsi="Arial" w:cs="Arial"/>
          <w:sz w:val="24"/>
          <w:szCs w:val="24"/>
        </w:rPr>
        <w:t xml:space="preserve">      1. Загально-</w:t>
      </w:r>
      <w:r w:rsidRPr="000D3F15">
        <w:rPr>
          <w:rFonts w:ascii="Arial" w:hAnsi="Arial" w:cs="Arial"/>
          <w:sz w:val="24"/>
          <w:szCs w:val="24"/>
        </w:rPr>
        <w:t>географічні питання</w:t>
      </w:r>
      <w:r>
        <w:rPr>
          <w:rFonts w:ascii="Arial" w:hAnsi="Arial" w:cs="Arial"/>
          <w:sz w:val="24"/>
          <w:szCs w:val="24"/>
        </w:rPr>
        <w:t xml:space="preserve"> ……………………………………………………….</w:t>
      </w:r>
      <w:r>
        <w:rPr>
          <w:rFonts w:ascii="Arial" w:hAnsi="Arial" w:cs="Arial"/>
          <w:sz w:val="24"/>
          <w:szCs w:val="24"/>
        </w:rPr>
        <w:tab/>
        <w:t>8</w:t>
      </w:r>
    </w:p>
    <w:p w:rsidR="007648F7" w:rsidRPr="000D3F15" w:rsidRDefault="007648F7" w:rsidP="0010382D">
      <w:pPr>
        <w:pStyle w:val="FR1"/>
        <w:tabs>
          <w:tab w:val="clear" w:pos="749"/>
          <w:tab w:val="left" w:pos="9356"/>
        </w:tabs>
        <w:spacing w:line="360" w:lineRule="auto"/>
        <w:ind w:left="0" w:firstLine="0"/>
        <w:rPr>
          <w:rFonts w:ascii="Arial" w:hAnsi="Arial" w:cs="Arial"/>
        </w:rPr>
      </w:pPr>
      <w:r w:rsidRPr="000D3F15">
        <w:rPr>
          <w:rFonts w:ascii="Arial" w:hAnsi="Arial" w:cs="Arial"/>
          <w:sz w:val="24"/>
          <w:szCs w:val="24"/>
        </w:rPr>
        <w:t xml:space="preserve">      2.</w:t>
      </w:r>
      <w:r>
        <w:rPr>
          <w:rFonts w:ascii="Arial" w:hAnsi="Arial" w:cs="Arial"/>
          <w:sz w:val="24"/>
          <w:szCs w:val="24"/>
        </w:rPr>
        <w:t xml:space="preserve"> Фізична географія ………………………………………………………………………</w:t>
      </w:r>
      <w:r>
        <w:rPr>
          <w:rFonts w:ascii="Arial" w:hAnsi="Arial" w:cs="Arial"/>
          <w:sz w:val="24"/>
          <w:szCs w:val="24"/>
        </w:rPr>
        <w:tab/>
        <w:t>9</w:t>
      </w:r>
    </w:p>
    <w:p w:rsidR="007648F7" w:rsidRPr="000D3F15" w:rsidRDefault="007648F7" w:rsidP="0010382D">
      <w:pPr>
        <w:pStyle w:val="FR1"/>
        <w:tabs>
          <w:tab w:val="left" w:pos="9356"/>
        </w:tabs>
        <w:spacing w:line="360" w:lineRule="auto"/>
        <w:ind w:left="0" w:firstLine="0"/>
        <w:rPr>
          <w:rFonts w:ascii="Arial" w:hAnsi="Arial" w:cs="Arial"/>
        </w:rPr>
      </w:pPr>
      <w:r w:rsidRPr="000D3F15">
        <w:rPr>
          <w:rFonts w:ascii="Arial" w:hAnsi="Arial" w:cs="Arial"/>
          <w:sz w:val="24"/>
          <w:szCs w:val="24"/>
        </w:rPr>
        <w:t xml:space="preserve">      3. Економічна та соціальна географія світу</w:t>
      </w:r>
      <w:r>
        <w:rPr>
          <w:rFonts w:ascii="Arial" w:hAnsi="Arial" w:cs="Arial"/>
          <w:sz w:val="24"/>
          <w:szCs w:val="24"/>
        </w:rPr>
        <w:t xml:space="preserve"> …………………………………………..</w:t>
      </w:r>
      <w:r>
        <w:rPr>
          <w:rFonts w:ascii="Arial" w:hAnsi="Arial" w:cs="Arial"/>
          <w:sz w:val="24"/>
          <w:szCs w:val="24"/>
        </w:rPr>
        <w:tab/>
        <w:t>10</w:t>
      </w:r>
    </w:p>
    <w:p w:rsidR="007648F7" w:rsidRPr="000D3F15" w:rsidRDefault="007648F7" w:rsidP="0010382D">
      <w:pPr>
        <w:pStyle w:val="FR1"/>
        <w:tabs>
          <w:tab w:val="left" w:pos="9356"/>
        </w:tabs>
        <w:spacing w:line="360" w:lineRule="auto"/>
        <w:ind w:left="0" w:right="-6" w:firstLine="0"/>
        <w:rPr>
          <w:rFonts w:ascii="Arial" w:hAnsi="Arial" w:cs="Arial"/>
        </w:rPr>
      </w:pPr>
      <w:r w:rsidRPr="000D3F15">
        <w:rPr>
          <w:rFonts w:ascii="Arial" w:hAnsi="Arial" w:cs="Arial"/>
          <w:sz w:val="24"/>
          <w:szCs w:val="24"/>
        </w:rPr>
        <w:t xml:space="preserve">      4. Економічна та соціальна географія країн і регіонів світу ………………</w:t>
      </w:r>
      <w:r>
        <w:rPr>
          <w:rFonts w:ascii="Arial" w:hAnsi="Arial" w:cs="Arial"/>
          <w:sz w:val="24"/>
          <w:szCs w:val="24"/>
        </w:rPr>
        <w:t>……</w:t>
      </w:r>
      <w:r w:rsidRPr="000D3F15">
        <w:rPr>
          <w:rFonts w:ascii="Arial" w:hAnsi="Arial" w:cs="Arial"/>
          <w:sz w:val="24"/>
          <w:szCs w:val="24"/>
        </w:rPr>
        <w:t>…..</w:t>
      </w:r>
      <w:r w:rsidRPr="000D3F15">
        <w:rPr>
          <w:rFonts w:ascii="Arial" w:hAnsi="Arial" w:cs="Arial"/>
          <w:sz w:val="24"/>
          <w:szCs w:val="24"/>
        </w:rPr>
        <w:tab/>
        <w:t>1</w:t>
      </w:r>
      <w:r>
        <w:rPr>
          <w:rFonts w:ascii="Arial" w:hAnsi="Arial" w:cs="Arial"/>
          <w:sz w:val="24"/>
          <w:szCs w:val="24"/>
        </w:rPr>
        <w:t>2</w:t>
      </w:r>
    </w:p>
    <w:p w:rsidR="007648F7" w:rsidRDefault="007648F7" w:rsidP="0010382D">
      <w:pPr>
        <w:pStyle w:val="FR1"/>
        <w:tabs>
          <w:tab w:val="left" w:pos="9356"/>
        </w:tabs>
        <w:spacing w:line="360" w:lineRule="auto"/>
        <w:ind w:left="0" w:firstLine="40"/>
        <w:rPr>
          <w:rFonts w:ascii="Arial" w:hAnsi="Arial" w:cs="Arial"/>
          <w:sz w:val="24"/>
          <w:szCs w:val="24"/>
        </w:rPr>
      </w:pPr>
      <w:r w:rsidRPr="000D3F15">
        <w:rPr>
          <w:rFonts w:ascii="Arial" w:hAnsi="Arial" w:cs="Arial"/>
          <w:sz w:val="24"/>
          <w:szCs w:val="24"/>
        </w:rPr>
        <w:t xml:space="preserve">     5. Економічна та соціальна географія України</w:t>
      </w:r>
      <w:r>
        <w:rPr>
          <w:rFonts w:ascii="Arial" w:hAnsi="Arial" w:cs="Arial"/>
          <w:sz w:val="24"/>
          <w:szCs w:val="24"/>
        </w:rPr>
        <w:t xml:space="preserve"> ……………………………………….</w:t>
      </w:r>
      <w:r w:rsidRPr="000D3F15">
        <w:rPr>
          <w:rFonts w:ascii="Arial" w:hAnsi="Arial" w:cs="Arial"/>
          <w:sz w:val="24"/>
          <w:szCs w:val="24"/>
        </w:rPr>
        <w:tab/>
        <w:t>1</w:t>
      </w:r>
      <w:r>
        <w:rPr>
          <w:rFonts w:ascii="Arial" w:hAnsi="Arial" w:cs="Arial"/>
          <w:sz w:val="24"/>
          <w:szCs w:val="24"/>
        </w:rPr>
        <w:t>3</w:t>
      </w:r>
    </w:p>
    <w:p w:rsidR="007648F7" w:rsidRDefault="007648F7" w:rsidP="007B3ED5">
      <w:pPr>
        <w:pStyle w:val="FR1"/>
        <w:tabs>
          <w:tab w:val="left" w:pos="9356"/>
        </w:tabs>
        <w:spacing w:line="360" w:lineRule="auto"/>
        <w:ind w:firstLine="386"/>
        <w:rPr>
          <w:rFonts w:ascii="Arial" w:hAnsi="Arial" w:cs="Arial"/>
          <w:sz w:val="24"/>
          <w:szCs w:val="24"/>
        </w:rPr>
      </w:pPr>
      <w:r>
        <w:rPr>
          <w:rFonts w:ascii="Arial" w:hAnsi="Arial" w:cs="Arial"/>
          <w:sz w:val="24"/>
          <w:szCs w:val="24"/>
        </w:rPr>
        <w:t>6. Рекреаційна географія. Туризм ………………………………………………………</w:t>
      </w:r>
      <w:r>
        <w:rPr>
          <w:rFonts w:ascii="Arial" w:hAnsi="Arial" w:cs="Arial"/>
          <w:sz w:val="24"/>
          <w:szCs w:val="24"/>
        </w:rPr>
        <w:tab/>
        <w:t>14</w:t>
      </w:r>
    </w:p>
    <w:p w:rsidR="007648F7" w:rsidRPr="000D3F15" w:rsidRDefault="007648F7" w:rsidP="0010382D">
      <w:pPr>
        <w:pStyle w:val="FR1"/>
        <w:tabs>
          <w:tab w:val="left" w:pos="8789"/>
          <w:tab w:val="left" w:pos="9356"/>
        </w:tabs>
        <w:spacing w:line="360" w:lineRule="auto"/>
        <w:ind w:left="0" w:firstLine="0"/>
        <w:rPr>
          <w:rFonts w:ascii="Arial" w:hAnsi="Arial" w:cs="Arial"/>
        </w:rPr>
      </w:pPr>
      <w:r w:rsidRPr="000D3F15">
        <w:rPr>
          <w:rFonts w:ascii="Arial" w:hAnsi="Arial" w:cs="Arial"/>
          <w:sz w:val="24"/>
          <w:szCs w:val="24"/>
        </w:rPr>
        <w:t>V. Сп</w:t>
      </w:r>
      <w:r>
        <w:rPr>
          <w:rFonts w:ascii="Arial" w:hAnsi="Arial" w:cs="Arial"/>
          <w:sz w:val="24"/>
          <w:szCs w:val="24"/>
        </w:rPr>
        <w:t>исок рекомендованої літератури ……………………………………………………..</w:t>
      </w:r>
      <w:r>
        <w:rPr>
          <w:rFonts w:ascii="Arial" w:hAnsi="Arial" w:cs="Arial"/>
          <w:sz w:val="24"/>
          <w:szCs w:val="24"/>
        </w:rPr>
        <w:tab/>
      </w:r>
      <w:r w:rsidRPr="000D3F15">
        <w:rPr>
          <w:rFonts w:ascii="Arial" w:hAnsi="Arial" w:cs="Arial"/>
          <w:sz w:val="24"/>
          <w:szCs w:val="24"/>
        </w:rPr>
        <w:t>1</w:t>
      </w:r>
      <w:r>
        <w:rPr>
          <w:rFonts w:ascii="Arial" w:hAnsi="Arial" w:cs="Arial"/>
          <w:sz w:val="24"/>
          <w:szCs w:val="24"/>
        </w:rPr>
        <w:t>4</w:t>
      </w:r>
    </w:p>
    <w:p w:rsidR="007648F7" w:rsidRPr="000D3F15" w:rsidRDefault="007648F7" w:rsidP="0010382D">
      <w:pPr>
        <w:pStyle w:val="FR1"/>
        <w:spacing w:line="360" w:lineRule="auto"/>
        <w:ind w:left="0" w:firstLine="0"/>
        <w:jc w:val="center"/>
        <w:rPr>
          <w:rFonts w:ascii="Arial" w:hAnsi="Arial" w:cs="Arial"/>
        </w:rPr>
      </w:pPr>
    </w:p>
    <w:p w:rsidR="007648F7" w:rsidRPr="000D3F15" w:rsidRDefault="007648F7" w:rsidP="0010382D">
      <w:pPr>
        <w:pStyle w:val="FR1"/>
        <w:spacing w:line="360" w:lineRule="auto"/>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Default="007648F7" w:rsidP="0010382D">
      <w:pPr>
        <w:pStyle w:val="FR1"/>
        <w:spacing w:line="240" w:lineRule="atLeast"/>
        <w:ind w:left="0" w:firstLine="0"/>
        <w:jc w:val="center"/>
        <w:rPr>
          <w:rFonts w:ascii="Arial" w:hAnsi="Arial" w:cs="Arial"/>
        </w:rPr>
      </w:pPr>
    </w:p>
    <w:p w:rsidR="007648F7" w:rsidRPr="000D3F15" w:rsidRDefault="007648F7" w:rsidP="0010382D">
      <w:pPr>
        <w:pStyle w:val="FR1"/>
        <w:spacing w:line="240" w:lineRule="atLeast"/>
        <w:ind w:left="0" w:firstLine="0"/>
        <w:jc w:val="center"/>
        <w:rPr>
          <w:rFonts w:ascii="Arial" w:hAnsi="Arial" w:cs="Arial"/>
        </w:rPr>
      </w:pPr>
    </w:p>
    <w:p w:rsidR="007648F7" w:rsidRDefault="007648F7" w:rsidP="0010382D">
      <w:pPr>
        <w:pStyle w:val="a"/>
        <w:shd w:val="clear" w:color="auto" w:fill="FFFFFF"/>
        <w:spacing w:line="240" w:lineRule="auto"/>
        <w:ind w:left="-57"/>
        <w:jc w:val="center"/>
        <w:rPr>
          <w:rFonts w:cs="Arial"/>
          <w:b/>
          <w:bCs/>
          <w:kern w:val="65520"/>
          <w:sz w:val="24"/>
          <w:lang w:val="uk-UA"/>
        </w:rPr>
      </w:pPr>
      <w:r w:rsidRPr="000D3F15">
        <w:rPr>
          <w:rFonts w:cs="Arial"/>
          <w:b/>
          <w:bCs/>
          <w:kern w:val="65520"/>
          <w:sz w:val="24"/>
          <w:lang w:val="uk-UA"/>
        </w:rPr>
        <w:t>Пояснювальна записка</w:t>
      </w:r>
    </w:p>
    <w:p w:rsidR="007648F7" w:rsidRDefault="007648F7" w:rsidP="0010382D">
      <w:pPr>
        <w:pStyle w:val="a"/>
        <w:shd w:val="clear" w:color="auto" w:fill="FFFFFF"/>
        <w:spacing w:line="240" w:lineRule="auto"/>
        <w:ind w:left="-57"/>
        <w:jc w:val="center"/>
        <w:rPr>
          <w:rFonts w:cs="Arial"/>
          <w:lang w:val="uk-UA"/>
        </w:rPr>
      </w:pPr>
    </w:p>
    <w:p w:rsidR="007648F7" w:rsidRPr="000D3F15" w:rsidRDefault="007648F7" w:rsidP="0010382D">
      <w:pPr>
        <w:pStyle w:val="a"/>
        <w:shd w:val="clear" w:color="auto" w:fill="FFFFFF"/>
        <w:spacing w:line="240" w:lineRule="auto"/>
        <w:ind w:left="-57"/>
        <w:jc w:val="center"/>
        <w:rPr>
          <w:rFonts w:cs="Arial"/>
          <w:lang w:val="uk-UA"/>
        </w:rPr>
      </w:pPr>
    </w:p>
    <w:p w:rsidR="007648F7" w:rsidRPr="000D3F15" w:rsidRDefault="007648F7" w:rsidP="0010382D">
      <w:pPr>
        <w:pStyle w:val="a"/>
        <w:shd w:val="clear" w:color="auto" w:fill="FFFFFF"/>
        <w:spacing w:line="240" w:lineRule="auto"/>
        <w:ind w:right="45"/>
        <w:jc w:val="both"/>
        <w:rPr>
          <w:rFonts w:cs="Arial"/>
          <w:lang w:val="uk-UA"/>
        </w:rPr>
      </w:pPr>
      <w:r w:rsidRPr="000D3F15">
        <w:rPr>
          <w:rFonts w:cs="Arial"/>
          <w:sz w:val="24"/>
          <w:lang w:val="uk-UA"/>
        </w:rPr>
        <w:tab/>
        <w:t>Програма вступного іспиту з географії включає найважливіші розділи таких географічних дисциплін як загальне землезнавство, фізична географія материків та океанів, фізична географія України, економічна і соціальна географія світу, економічна та соціальна географія країн і регіонів світу, економічна та соціальна географія України, географія населення, рекреаційна географія</w:t>
      </w:r>
      <w:r>
        <w:rPr>
          <w:rFonts w:cs="Arial"/>
          <w:sz w:val="24"/>
          <w:lang w:val="uk-UA"/>
        </w:rPr>
        <w:t>, туристично-рекреаційні ресурси України та світу, інформаційні системи у туризмі, геоінформаційні системи в географії, географія туризму тощо</w:t>
      </w:r>
      <w:r w:rsidRPr="000D3F15">
        <w:rPr>
          <w:rFonts w:cs="Arial"/>
          <w:sz w:val="24"/>
          <w:lang w:val="uk-UA"/>
        </w:rPr>
        <w:t xml:space="preserve">. </w:t>
      </w:r>
    </w:p>
    <w:p w:rsidR="007648F7" w:rsidRPr="000D3F15" w:rsidRDefault="007648F7" w:rsidP="0010382D">
      <w:pPr>
        <w:pStyle w:val="a"/>
        <w:shd w:val="clear" w:color="auto" w:fill="FFFFFF"/>
        <w:spacing w:line="240" w:lineRule="auto"/>
        <w:ind w:right="45"/>
        <w:jc w:val="both"/>
        <w:rPr>
          <w:rFonts w:cs="Arial"/>
          <w:lang w:val="uk-UA"/>
        </w:rPr>
      </w:pPr>
      <w:r w:rsidRPr="000D3F15">
        <w:rPr>
          <w:rFonts w:cs="Arial"/>
          <w:sz w:val="24"/>
          <w:lang w:val="uk-UA"/>
        </w:rPr>
        <w:tab/>
      </w:r>
      <w:r>
        <w:rPr>
          <w:rFonts w:cs="Arial"/>
          <w:sz w:val="24"/>
          <w:lang w:val="uk-UA"/>
        </w:rPr>
        <w:t>Обсяг і</w:t>
      </w:r>
      <w:r w:rsidRPr="000D3F15">
        <w:rPr>
          <w:rFonts w:cs="Arial"/>
          <w:sz w:val="24"/>
          <w:lang w:val="uk-UA"/>
        </w:rPr>
        <w:t xml:space="preserve"> зміст навчальної програми з вищезазначених курсів узгоджено з діючими програмами, що дозволяє скорегувати міжпредметні зв’язки. </w:t>
      </w:r>
    </w:p>
    <w:p w:rsidR="007648F7" w:rsidRPr="000D3F15" w:rsidRDefault="007648F7" w:rsidP="0010382D">
      <w:pPr>
        <w:pStyle w:val="a"/>
        <w:shd w:val="clear" w:color="auto" w:fill="FFFFFF"/>
        <w:spacing w:line="240" w:lineRule="auto"/>
        <w:ind w:right="45" w:firstLine="701"/>
        <w:jc w:val="both"/>
        <w:rPr>
          <w:rFonts w:cs="Arial"/>
        </w:rPr>
      </w:pPr>
      <w:r w:rsidRPr="000D3F15">
        <w:rPr>
          <w:rFonts w:cs="Arial"/>
          <w:sz w:val="24"/>
          <w:lang w:val="uk-UA"/>
        </w:rPr>
        <w:t xml:space="preserve">На вступному іспиті з географії студент-бакалавр має показати розуміння </w:t>
      </w:r>
      <w:r w:rsidRPr="000D3F15">
        <w:rPr>
          <w:rFonts w:cs="Arial"/>
          <w:kern w:val="65535"/>
          <w:sz w:val="24"/>
          <w:lang w:val="uk-UA"/>
        </w:rPr>
        <w:t xml:space="preserve">основних законів, закономірностей науки, її практичного значення, перспектив </w:t>
      </w:r>
      <w:r w:rsidRPr="000D3F15">
        <w:rPr>
          <w:rFonts w:cs="Arial"/>
          <w:sz w:val="24"/>
          <w:lang w:val="uk-UA"/>
        </w:rPr>
        <w:t>розвитку.</w:t>
      </w:r>
    </w:p>
    <w:p w:rsidR="007648F7" w:rsidRPr="000D3F15" w:rsidRDefault="007648F7" w:rsidP="0010382D">
      <w:pPr>
        <w:pStyle w:val="a"/>
        <w:shd w:val="clear" w:color="auto" w:fill="FFFFFF"/>
        <w:spacing w:line="240" w:lineRule="auto"/>
        <w:ind w:left="5" w:right="45" w:firstLine="710"/>
        <w:jc w:val="both"/>
        <w:rPr>
          <w:rFonts w:cs="Arial"/>
        </w:rPr>
      </w:pPr>
      <w:r w:rsidRPr="000D3F15">
        <w:rPr>
          <w:rFonts w:cs="Arial"/>
          <w:sz w:val="24"/>
          <w:lang w:val="uk-UA"/>
        </w:rPr>
        <w:t xml:space="preserve">Водночас він має продемонструвати своє вміння орієнтуватися </w:t>
      </w:r>
      <w:r>
        <w:rPr>
          <w:rFonts w:cs="Arial"/>
          <w:sz w:val="24"/>
          <w:lang w:val="uk-UA"/>
        </w:rPr>
        <w:t>у</w:t>
      </w:r>
      <w:r w:rsidRPr="000D3F15">
        <w:rPr>
          <w:rFonts w:cs="Arial"/>
          <w:sz w:val="24"/>
          <w:lang w:val="uk-UA"/>
        </w:rPr>
        <w:t xml:space="preserve"> фактичному матеріалі, знання найваж</w:t>
      </w:r>
      <w:r>
        <w:rPr>
          <w:rFonts w:cs="Arial"/>
          <w:sz w:val="24"/>
          <w:lang w:val="uk-UA"/>
        </w:rPr>
        <w:t>ливіших джерел його поновлення й</w:t>
      </w:r>
      <w:r w:rsidRPr="000D3F15">
        <w:rPr>
          <w:rFonts w:cs="Arial"/>
          <w:sz w:val="24"/>
          <w:lang w:val="uk-UA"/>
        </w:rPr>
        <w:t xml:space="preserve"> оновлення, показати свою обізнаність з роботами визначних вчених, фундаментальних наукових установ, періодичних видань.</w:t>
      </w:r>
    </w:p>
    <w:p w:rsidR="007648F7" w:rsidRPr="000D3F15" w:rsidRDefault="007648F7" w:rsidP="0010382D">
      <w:pPr>
        <w:pStyle w:val="a"/>
        <w:shd w:val="clear" w:color="auto" w:fill="FFFFFF"/>
        <w:spacing w:line="240" w:lineRule="auto"/>
        <w:ind w:left="5" w:right="29" w:firstLine="701"/>
        <w:jc w:val="both"/>
        <w:rPr>
          <w:rFonts w:cs="Arial"/>
        </w:rPr>
      </w:pPr>
      <w:r w:rsidRPr="000D3F15">
        <w:rPr>
          <w:rFonts w:cs="Arial"/>
          <w:kern w:val="65535"/>
          <w:sz w:val="24"/>
          <w:lang w:val="uk-UA"/>
        </w:rPr>
        <w:t xml:space="preserve">Попри те, що дано програма охоплює майже всі географічні дисципліни, </w:t>
      </w:r>
      <w:r>
        <w:rPr>
          <w:rFonts w:cs="Arial"/>
          <w:sz w:val="24"/>
          <w:lang w:val="uk-UA"/>
        </w:rPr>
        <w:t xml:space="preserve">перевага </w:t>
      </w:r>
      <w:r w:rsidRPr="000D3F15">
        <w:rPr>
          <w:rFonts w:cs="Arial"/>
          <w:sz w:val="24"/>
          <w:lang w:val="uk-UA"/>
        </w:rPr>
        <w:t>на</w:t>
      </w:r>
      <w:r>
        <w:rPr>
          <w:rFonts w:cs="Arial"/>
          <w:sz w:val="24"/>
          <w:lang w:val="uk-UA"/>
        </w:rPr>
        <w:t>дана</w:t>
      </w:r>
      <w:r w:rsidRPr="000D3F15">
        <w:rPr>
          <w:rFonts w:cs="Arial"/>
          <w:sz w:val="24"/>
          <w:lang w:val="uk-UA"/>
        </w:rPr>
        <w:t xml:space="preserve"> питанням теоретичного, типологічного характеру, для розкриття яких необхідно залучати знання великих регіонів і субрегіонів світу, країн, районів, а також на практиці застосовувати знання, отримані під час вивчення географічних дисциплін освітньо-кваліфікаційного рівня </w:t>
      </w:r>
      <w:r w:rsidRPr="000D3F15">
        <w:rPr>
          <w:rFonts w:cs="Arial"/>
          <w:sz w:val="24"/>
        </w:rPr>
        <w:t>“</w:t>
      </w:r>
      <w:r w:rsidRPr="000D3F15">
        <w:rPr>
          <w:rFonts w:cs="Arial"/>
          <w:sz w:val="24"/>
          <w:lang w:val="uk-UA"/>
        </w:rPr>
        <w:t>бакалавр</w:t>
      </w:r>
      <w:r w:rsidRPr="000D3F15">
        <w:rPr>
          <w:rFonts w:cs="Arial"/>
          <w:sz w:val="24"/>
        </w:rPr>
        <w:t>”</w:t>
      </w:r>
      <w:r w:rsidRPr="000D3F15">
        <w:rPr>
          <w:rFonts w:cs="Arial"/>
          <w:sz w:val="24"/>
          <w:lang w:val="uk-UA"/>
        </w:rPr>
        <w:t>.</w:t>
      </w:r>
    </w:p>
    <w:p w:rsidR="007648F7" w:rsidRPr="000D3F15" w:rsidRDefault="007648F7" w:rsidP="0010382D">
      <w:pPr>
        <w:pStyle w:val="a"/>
        <w:spacing w:line="240" w:lineRule="auto"/>
        <w:jc w:val="both"/>
        <w:rPr>
          <w:rFonts w:cs="Arial"/>
          <w:lang w:val="uk-UA"/>
        </w:rPr>
      </w:pPr>
      <w:r w:rsidRPr="000D3F15">
        <w:rPr>
          <w:rFonts w:cs="Arial"/>
          <w:sz w:val="24"/>
          <w:lang w:val="uk-UA"/>
        </w:rPr>
        <w:t>.</w:t>
      </w:r>
    </w:p>
    <w:p w:rsidR="007648F7" w:rsidRDefault="007648F7" w:rsidP="0010382D">
      <w:pPr>
        <w:pStyle w:val="Heading5"/>
        <w:numPr>
          <w:ilvl w:val="4"/>
          <w:numId w:val="1"/>
        </w:numPr>
        <w:spacing w:line="240" w:lineRule="auto"/>
        <w:ind w:left="0" w:firstLine="567"/>
        <w:rPr>
          <w:rFonts w:cs="Arial"/>
          <w:sz w:val="24"/>
          <w:lang w:val="uk-UA"/>
        </w:rPr>
      </w:pPr>
      <w:r w:rsidRPr="000D3F15">
        <w:rPr>
          <w:rFonts w:cs="Arial"/>
          <w:sz w:val="24"/>
          <w:lang w:val="uk-UA"/>
        </w:rPr>
        <w:t xml:space="preserve">І. Основні вимоги до знань та умінь </w:t>
      </w:r>
    </w:p>
    <w:p w:rsidR="007648F7" w:rsidRPr="000D3F15" w:rsidRDefault="007648F7" w:rsidP="0010382D">
      <w:pPr>
        <w:pStyle w:val="a"/>
        <w:spacing w:line="240" w:lineRule="auto"/>
        <w:rPr>
          <w:lang w:val="uk-UA"/>
        </w:rPr>
      </w:pPr>
    </w:p>
    <w:p w:rsidR="007648F7" w:rsidRDefault="007648F7" w:rsidP="0010382D">
      <w:pPr>
        <w:pStyle w:val="Heading5"/>
        <w:numPr>
          <w:ilvl w:val="4"/>
          <w:numId w:val="1"/>
        </w:numPr>
        <w:spacing w:line="240" w:lineRule="auto"/>
        <w:ind w:left="0" w:firstLine="567"/>
        <w:rPr>
          <w:rFonts w:cs="Arial"/>
          <w:sz w:val="24"/>
          <w:lang w:val="uk-UA"/>
        </w:rPr>
      </w:pPr>
      <w:r w:rsidRPr="000D3F15">
        <w:rPr>
          <w:rFonts w:cs="Arial"/>
          <w:sz w:val="24"/>
          <w:lang w:val="uk-UA"/>
        </w:rPr>
        <w:t>1.1.Абітурієнти-бакалаври</w:t>
      </w:r>
      <w:r>
        <w:rPr>
          <w:rFonts w:cs="Arial"/>
          <w:sz w:val="24"/>
          <w:lang w:val="uk-UA"/>
        </w:rPr>
        <w:t xml:space="preserve"> (спеціалісти)</w:t>
      </w:r>
      <w:r w:rsidRPr="000D3F15">
        <w:rPr>
          <w:rFonts w:cs="Arial"/>
          <w:sz w:val="24"/>
          <w:lang w:val="uk-UA"/>
        </w:rPr>
        <w:t xml:space="preserve"> повинні знати:</w:t>
      </w:r>
    </w:p>
    <w:p w:rsidR="007648F7" w:rsidRPr="00346D35" w:rsidRDefault="007648F7" w:rsidP="0010382D">
      <w:pPr>
        <w:pStyle w:val="a"/>
        <w:rPr>
          <w:lang w:val="uk-UA"/>
        </w:rPr>
      </w:pPr>
    </w:p>
    <w:p w:rsidR="007648F7" w:rsidRPr="00464701" w:rsidRDefault="007648F7" w:rsidP="00464701">
      <w:pPr>
        <w:pStyle w:val="a"/>
        <w:numPr>
          <w:ilvl w:val="0"/>
          <w:numId w:val="2"/>
        </w:numPr>
        <w:shd w:val="clear" w:color="auto" w:fill="FFFFFF"/>
        <w:tabs>
          <w:tab w:val="clear" w:pos="709"/>
        </w:tabs>
        <w:spacing w:line="240" w:lineRule="auto"/>
        <w:ind w:left="426" w:right="19" w:hanging="426"/>
        <w:jc w:val="both"/>
        <w:rPr>
          <w:rFonts w:cs="Arial"/>
          <w:lang w:val="uk-UA"/>
        </w:rPr>
      </w:pPr>
      <w:r w:rsidRPr="000D3F15">
        <w:rPr>
          <w:rFonts w:cs="Arial"/>
          <w:sz w:val="24"/>
          <w:lang w:val="uk-UA"/>
        </w:rPr>
        <w:t>основні закономірності загальної циркуляції атмосфери, поняття про повітряні маси та атмосферні фронти;</w:t>
      </w:r>
    </w:p>
    <w:p w:rsidR="007648F7" w:rsidRPr="000D3F15" w:rsidRDefault="007648F7" w:rsidP="0010382D">
      <w:pPr>
        <w:pStyle w:val="a"/>
        <w:numPr>
          <w:ilvl w:val="0"/>
          <w:numId w:val="2"/>
        </w:numPr>
        <w:shd w:val="clear" w:color="auto" w:fill="FFFFFF"/>
        <w:tabs>
          <w:tab w:val="left" w:pos="-2376"/>
        </w:tabs>
        <w:spacing w:line="240" w:lineRule="auto"/>
        <w:rPr>
          <w:rFonts w:cs="Arial"/>
        </w:rPr>
      </w:pPr>
      <w:r w:rsidRPr="000D3F15">
        <w:rPr>
          <w:rFonts w:cs="Arial"/>
          <w:kern w:val="65533"/>
          <w:sz w:val="24"/>
          <w:lang w:val="uk-UA"/>
        </w:rPr>
        <w:t>класифікацію кліматів Землі;</w:t>
      </w:r>
    </w:p>
    <w:p w:rsidR="007648F7" w:rsidRPr="000D3F15" w:rsidRDefault="007648F7" w:rsidP="0010382D">
      <w:pPr>
        <w:pStyle w:val="a"/>
        <w:numPr>
          <w:ilvl w:val="0"/>
          <w:numId w:val="2"/>
        </w:numPr>
        <w:shd w:val="clear" w:color="auto" w:fill="FFFFFF"/>
        <w:tabs>
          <w:tab w:val="left" w:pos="1099"/>
        </w:tabs>
        <w:spacing w:line="240" w:lineRule="auto"/>
        <w:jc w:val="both"/>
        <w:rPr>
          <w:rFonts w:cs="Arial"/>
        </w:rPr>
      </w:pPr>
      <w:r w:rsidRPr="000D3F15">
        <w:rPr>
          <w:rFonts w:cs="Arial"/>
          <w:kern w:val="65534"/>
          <w:sz w:val="24"/>
          <w:lang w:val="uk-UA"/>
        </w:rPr>
        <w:t>внутрішню будову Землі і типи земної кори;</w:t>
      </w:r>
    </w:p>
    <w:p w:rsidR="007648F7" w:rsidRPr="000D3F15" w:rsidRDefault="007648F7" w:rsidP="00464701">
      <w:pPr>
        <w:pStyle w:val="a"/>
        <w:numPr>
          <w:ilvl w:val="0"/>
          <w:numId w:val="2"/>
        </w:numPr>
        <w:shd w:val="clear" w:color="auto" w:fill="FFFFFF"/>
        <w:tabs>
          <w:tab w:val="clear" w:pos="709"/>
          <w:tab w:val="left" w:pos="426"/>
        </w:tabs>
        <w:spacing w:line="240" w:lineRule="auto"/>
        <w:ind w:left="0" w:right="19" w:firstLine="0"/>
        <w:jc w:val="both"/>
        <w:rPr>
          <w:rFonts w:cs="Arial"/>
        </w:rPr>
      </w:pPr>
      <w:r w:rsidRPr="000D3F15">
        <w:rPr>
          <w:rFonts w:cs="Arial"/>
          <w:kern w:val="65534"/>
          <w:sz w:val="24"/>
          <w:lang w:val="uk-UA"/>
        </w:rPr>
        <w:t xml:space="preserve">основні типи морфоскульптури та морфоструктури суші та Світового </w:t>
      </w:r>
      <w:r w:rsidRPr="000D3F15">
        <w:rPr>
          <w:rFonts w:cs="Arial"/>
          <w:sz w:val="24"/>
          <w:lang w:val="uk-UA"/>
        </w:rPr>
        <w:t>океану;</w:t>
      </w:r>
    </w:p>
    <w:p w:rsidR="007648F7" w:rsidRPr="000D3F15" w:rsidRDefault="007648F7" w:rsidP="00464701">
      <w:pPr>
        <w:pStyle w:val="a"/>
        <w:numPr>
          <w:ilvl w:val="0"/>
          <w:numId w:val="2"/>
        </w:numPr>
        <w:shd w:val="clear" w:color="auto" w:fill="FFFFFF"/>
        <w:spacing w:line="240" w:lineRule="auto"/>
        <w:jc w:val="both"/>
        <w:rPr>
          <w:rFonts w:cs="Arial"/>
        </w:rPr>
      </w:pPr>
      <w:r w:rsidRPr="000D3F15">
        <w:rPr>
          <w:rFonts w:cs="Arial"/>
          <w:sz w:val="24"/>
          <w:lang w:val="uk-UA"/>
        </w:rPr>
        <w:t>поняття про біосферу, закономірності поширення живої речовини на Землі</w:t>
      </w:r>
      <w:r>
        <w:rPr>
          <w:rFonts w:cs="Arial"/>
          <w:sz w:val="24"/>
          <w:lang w:val="uk-UA"/>
        </w:rPr>
        <w:t>;</w:t>
      </w:r>
    </w:p>
    <w:p w:rsidR="007648F7" w:rsidRPr="000D3F15" w:rsidRDefault="007648F7" w:rsidP="00464701">
      <w:pPr>
        <w:pStyle w:val="a"/>
        <w:numPr>
          <w:ilvl w:val="0"/>
          <w:numId w:val="2"/>
        </w:numPr>
        <w:shd w:val="clear" w:color="auto" w:fill="FFFFFF"/>
        <w:spacing w:line="240" w:lineRule="auto"/>
        <w:jc w:val="both"/>
        <w:rPr>
          <w:rFonts w:cs="Arial"/>
        </w:rPr>
      </w:pPr>
      <w:r w:rsidRPr="000D3F15">
        <w:rPr>
          <w:rFonts w:cs="Arial"/>
          <w:sz w:val="24"/>
          <w:lang w:val="uk-UA"/>
        </w:rPr>
        <w:t>структуру та різновидності ґрунтів, загальні закономірності географії ґрунтів;</w:t>
      </w:r>
    </w:p>
    <w:p w:rsidR="007648F7" w:rsidRPr="000D3F15" w:rsidRDefault="007648F7" w:rsidP="00464701">
      <w:pPr>
        <w:pStyle w:val="a"/>
        <w:numPr>
          <w:ilvl w:val="0"/>
          <w:numId w:val="2"/>
        </w:numPr>
        <w:shd w:val="clear" w:color="auto" w:fill="FFFFFF"/>
        <w:tabs>
          <w:tab w:val="left" w:pos="426"/>
        </w:tabs>
        <w:spacing w:line="240" w:lineRule="auto"/>
        <w:jc w:val="both"/>
        <w:rPr>
          <w:rFonts w:cs="Arial"/>
        </w:rPr>
      </w:pPr>
      <w:r w:rsidRPr="000D3F15">
        <w:rPr>
          <w:rFonts w:cs="Arial"/>
          <w:kern w:val="65534"/>
          <w:sz w:val="24"/>
          <w:lang w:val="uk-UA"/>
        </w:rPr>
        <w:t>загальні географічні закономірності Землі;</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фізико-географічну характеристику всіх материків і океанів;</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5"/>
          <w:sz w:val="24"/>
          <w:lang w:val="uk-UA"/>
        </w:rPr>
        <w:t>географічне положення, рельєф, клімат та геологічну будову України;</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внутрішні води України, рослинний і тваринний світ;</w:t>
      </w:r>
    </w:p>
    <w:p w:rsidR="007648F7" w:rsidRPr="00464701"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класифікацію ландшафтів України, фізико-географічне районування;</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Pr>
          <w:rFonts w:cs="Arial"/>
          <w:kern w:val="65534"/>
          <w:sz w:val="24"/>
          <w:lang w:val="uk-UA"/>
        </w:rPr>
        <w:t>базові теорії та концепції суспільної географії, структуру науки;</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особливості динаміки та природного руху населення світу;</w:t>
      </w:r>
    </w:p>
    <w:p w:rsidR="007648F7" w:rsidRPr="00464701" w:rsidRDefault="007648F7" w:rsidP="00464701">
      <w:pPr>
        <w:pStyle w:val="a"/>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закономірності   розміщення   людей   на   </w:t>
      </w:r>
      <w:r>
        <w:rPr>
          <w:rFonts w:cs="Arial"/>
          <w:sz w:val="24"/>
          <w:lang w:val="uk-UA"/>
        </w:rPr>
        <w:t>Землі,  сучасні міграційні процеси;</w:t>
      </w:r>
    </w:p>
    <w:p w:rsidR="007648F7" w:rsidRPr="000D3F15" w:rsidRDefault="007648F7" w:rsidP="00464701">
      <w:pPr>
        <w:pStyle w:val="a"/>
        <w:numPr>
          <w:ilvl w:val="0"/>
          <w:numId w:val="2"/>
        </w:numPr>
        <w:shd w:val="clear" w:color="auto" w:fill="FFFFFF"/>
        <w:tabs>
          <w:tab w:val="left" w:pos="426"/>
        </w:tabs>
        <w:spacing w:line="240" w:lineRule="auto"/>
        <w:jc w:val="both"/>
        <w:rPr>
          <w:rFonts w:cs="Arial"/>
        </w:rPr>
      </w:pPr>
      <w:r>
        <w:rPr>
          <w:rFonts w:cs="Arial"/>
          <w:sz w:val="24"/>
          <w:lang w:val="uk-UA"/>
        </w:rPr>
        <w:t xml:space="preserve">особливості   світових </w:t>
      </w:r>
      <w:r w:rsidRPr="000D3F15">
        <w:rPr>
          <w:rFonts w:cs="Arial"/>
          <w:sz w:val="24"/>
          <w:lang w:val="uk-UA"/>
        </w:rPr>
        <w:t>урбанізаційних процесів;</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етапи формування політичної карти світу;</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закономірності розміщення природних ресурсів</w:t>
      </w:r>
      <w:r>
        <w:rPr>
          <w:rFonts w:cs="Arial"/>
          <w:kern w:val="65534"/>
          <w:sz w:val="24"/>
          <w:lang w:val="uk-UA"/>
        </w:rPr>
        <w:t xml:space="preserve"> світу</w:t>
      </w:r>
      <w:r w:rsidRPr="000D3F15">
        <w:rPr>
          <w:rFonts w:cs="Arial"/>
          <w:kern w:val="65534"/>
          <w:sz w:val="24"/>
          <w:lang w:val="uk-UA"/>
        </w:rPr>
        <w:t>;</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sz w:val="24"/>
          <w:lang w:val="uk-UA"/>
        </w:rPr>
        <w:t>характеристику   світового    господарства,   його   основних   складових частин;</w:t>
      </w:r>
    </w:p>
    <w:p w:rsidR="007648F7" w:rsidRPr="000D3F15" w:rsidRDefault="007648F7" w:rsidP="00464701">
      <w:pPr>
        <w:pStyle w:val="a"/>
        <w:numPr>
          <w:ilvl w:val="0"/>
          <w:numId w:val="2"/>
        </w:numPr>
        <w:shd w:val="clear" w:color="auto" w:fill="FFFFFF"/>
        <w:tabs>
          <w:tab w:val="left" w:pos="426"/>
        </w:tabs>
        <w:spacing w:line="240" w:lineRule="auto"/>
        <w:jc w:val="both"/>
        <w:rPr>
          <w:rFonts w:cs="Arial"/>
        </w:rPr>
      </w:pPr>
      <w:r w:rsidRPr="000D3F15">
        <w:rPr>
          <w:rFonts w:cs="Arial"/>
          <w:sz w:val="24"/>
          <w:lang w:val="uk-UA"/>
        </w:rPr>
        <w:t>характеристику галузей промисловості та сільського господарства світу, транспорту, зовнішньоекономічних зв’язків;</w:t>
      </w:r>
    </w:p>
    <w:p w:rsidR="007648F7" w:rsidRPr="000D3F15" w:rsidRDefault="007648F7" w:rsidP="00464701">
      <w:pPr>
        <w:pStyle w:val="a"/>
        <w:numPr>
          <w:ilvl w:val="0"/>
          <w:numId w:val="2"/>
        </w:numPr>
        <w:shd w:val="clear" w:color="auto" w:fill="FFFFFF"/>
        <w:tabs>
          <w:tab w:val="left" w:pos="426"/>
        </w:tabs>
        <w:spacing w:line="240" w:lineRule="auto"/>
        <w:jc w:val="both"/>
        <w:rPr>
          <w:rFonts w:cs="Arial"/>
        </w:rPr>
      </w:pPr>
      <w:r w:rsidRPr="000D3F15">
        <w:rPr>
          <w:rFonts w:cs="Arial"/>
          <w:sz w:val="24"/>
          <w:lang w:val="uk-UA"/>
        </w:rPr>
        <w:t>особливості    ЕГП    країн    і    регіонів    світу,    економіко-географічну характеристику провідних держав світу;</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5"/>
          <w:sz w:val="24"/>
          <w:lang w:val="uk-UA"/>
        </w:rPr>
        <w:t>ЕГП, природно-ресурсний потенціал та населення України;</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sz w:val="24"/>
          <w:lang w:val="uk-UA"/>
        </w:rPr>
        <w:t>галузеву   та   територіальну   структуру   господарства   України   та   її провідних міжгалузевих комплексів;</w:t>
      </w:r>
    </w:p>
    <w:p w:rsidR="007648F7" w:rsidRPr="000D3F15" w:rsidRDefault="007648F7" w:rsidP="00464701">
      <w:pPr>
        <w:pStyle w:val="a"/>
        <w:numPr>
          <w:ilvl w:val="0"/>
          <w:numId w:val="2"/>
        </w:numPr>
        <w:shd w:val="clear" w:color="auto" w:fill="FFFFFF"/>
        <w:tabs>
          <w:tab w:val="left" w:pos="426"/>
        </w:tabs>
        <w:spacing w:line="240" w:lineRule="auto"/>
        <w:jc w:val="both"/>
        <w:rPr>
          <w:rFonts w:cs="Arial"/>
        </w:rPr>
      </w:pPr>
      <w:r w:rsidRPr="000D3F15">
        <w:rPr>
          <w:rFonts w:cs="Arial"/>
          <w:sz w:val="24"/>
          <w:lang w:val="uk-UA"/>
        </w:rPr>
        <w:t xml:space="preserve">структуру   та   особливості   розвитку   </w:t>
      </w:r>
      <w:r w:rsidRPr="000D3F15">
        <w:rPr>
          <w:rFonts w:cs="Arial"/>
          <w:sz w:val="24"/>
        </w:rPr>
        <w:t xml:space="preserve">АПК   </w:t>
      </w:r>
      <w:r w:rsidRPr="000D3F15">
        <w:rPr>
          <w:rFonts w:cs="Arial"/>
          <w:sz w:val="24"/>
          <w:lang w:val="uk-UA"/>
        </w:rPr>
        <w:t>країни,   транспорту   та зовнішньоекономічних зв’язків;</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 xml:space="preserve">характеристику </w:t>
      </w:r>
      <w:r>
        <w:rPr>
          <w:rFonts w:cs="Arial"/>
          <w:kern w:val="65534"/>
          <w:sz w:val="24"/>
          <w:lang w:val="uk-UA"/>
        </w:rPr>
        <w:t>економіко-географічних</w:t>
      </w:r>
      <w:r w:rsidRPr="000D3F15">
        <w:rPr>
          <w:rFonts w:cs="Arial"/>
          <w:kern w:val="65534"/>
          <w:sz w:val="24"/>
          <w:lang w:val="uk-UA"/>
        </w:rPr>
        <w:t>районів України;</w:t>
      </w:r>
    </w:p>
    <w:p w:rsidR="007648F7" w:rsidRPr="000D3F15" w:rsidRDefault="007648F7" w:rsidP="00464701">
      <w:pPr>
        <w:pStyle w:val="a"/>
        <w:numPr>
          <w:ilvl w:val="0"/>
          <w:numId w:val="2"/>
        </w:numPr>
        <w:shd w:val="clear" w:color="auto" w:fill="FFFFFF"/>
        <w:tabs>
          <w:tab w:val="left" w:pos="426"/>
        </w:tabs>
        <w:spacing w:line="240" w:lineRule="auto"/>
        <w:rPr>
          <w:rFonts w:cs="Arial"/>
        </w:rPr>
      </w:pPr>
      <w:r w:rsidRPr="000D3F15">
        <w:rPr>
          <w:rFonts w:cs="Arial"/>
          <w:kern w:val="65534"/>
          <w:sz w:val="24"/>
          <w:lang w:val="uk-UA"/>
        </w:rPr>
        <w:t>особливості масштабу і характеру впливу суспільства на природу;</w:t>
      </w:r>
    </w:p>
    <w:p w:rsidR="007648F7" w:rsidRPr="004B3004" w:rsidRDefault="007648F7" w:rsidP="00464701">
      <w:pPr>
        <w:pStyle w:val="ListParagraph"/>
        <w:numPr>
          <w:ilvl w:val="0"/>
          <w:numId w:val="2"/>
        </w:numPr>
        <w:tabs>
          <w:tab w:val="left" w:pos="426"/>
        </w:tabs>
        <w:spacing w:after="0" w:line="240" w:lineRule="auto"/>
        <w:jc w:val="both"/>
        <w:rPr>
          <w:rFonts w:ascii="Arial" w:hAnsi="Arial" w:cs="Arial"/>
          <w:sz w:val="24"/>
          <w:szCs w:val="24"/>
          <w:lang w:eastAsia="ar-SA"/>
        </w:rPr>
      </w:pPr>
      <w:r>
        <w:rPr>
          <w:rFonts w:ascii="Arial" w:hAnsi="Arial" w:cs="Arial"/>
          <w:sz w:val="24"/>
          <w:szCs w:val="24"/>
          <w:lang w:eastAsia="ar-SA"/>
        </w:rPr>
        <w:t>природно-рекреаційні ресурси України, особливості їх використання у туристичній діяльності</w:t>
      </w:r>
      <w:r w:rsidRPr="004B3004">
        <w:rPr>
          <w:rFonts w:ascii="Arial" w:hAnsi="Arial" w:cs="Arial"/>
          <w:sz w:val="24"/>
          <w:szCs w:val="24"/>
          <w:lang w:eastAsia="ar-SA"/>
        </w:rPr>
        <w:t>;</w:t>
      </w:r>
    </w:p>
    <w:p w:rsidR="007648F7" w:rsidRPr="00283EF2" w:rsidRDefault="007648F7" w:rsidP="00464701">
      <w:pPr>
        <w:pStyle w:val="a"/>
        <w:numPr>
          <w:ilvl w:val="0"/>
          <w:numId w:val="2"/>
        </w:numPr>
        <w:shd w:val="clear" w:color="auto" w:fill="FFFFFF"/>
        <w:tabs>
          <w:tab w:val="left" w:pos="426"/>
        </w:tabs>
        <w:spacing w:line="240" w:lineRule="auto"/>
        <w:jc w:val="both"/>
        <w:rPr>
          <w:rFonts w:cs="Arial"/>
          <w:sz w:val="24"/>
        </w:rPr>
      </w:pPr>
      <w:r w:rsidRPr="004B3004">
        <w:rPr>
          <w:rFonts w:cs="Arial"/>
          <w:sz w:val="24"/>
          <w:lang w:val="uk-UA"/>
        </w:rPr>
        <w:t xml:space="preserve">історико-культурні </w:t>
      </w:r>
      <w:r>
        <w:rPr>
          <w:rFonts w:cs="Arial"/>
          <w:sz w:val="24"/>
          <w:lang w:val="uk-UA"/>
        </w:rPr>
        <w:t>рекреаційні ресурси України, їх класифікацію, підходи до оцінки;</w:t>
      </w:r>
    </w:p>
    <w:p w:rsidR="007648F7" w:rsidRPr="00283EF2" w:rsidRDefault="007648F7" w:rsidP="00464701">
      <w:pPr>
        <w:pStyle w:val="a"/>
        <w:numPr>
          <w:ilvl w:val="0"/>
          <w:numId w:val="2"/>
        </w:numPr>
        <w:shd w:val="clear" w:color="auto" w:fill="FFFFFF"/>
        <w:tabs>
          <w:tab w:val="left" w:pos="426"/>
        </w:tabs>
        <w:spacing w:line="240" w:lineRule="auto"/>
        <w:jc w:val="both"/>
        <w:rPr>
          <w:rFonts w:cs="Arial"/>
          <w:sz w:val="24"/>
        </w:rPr>
      </w:pPr>
      <w:r>
        <w:rPr>
          <w:rFonts w:cs="Arial"/>
          <w:sz w:val="24"/>
          <w:lang w:val="uk-UA"/>
        </w:rPr>
        <w:t>світові туристично-рекреаційні ресурси, їх класифікацію, підходи районування;</w:t>
      </w:r>
    </w:p>
    <w:p w:rsidR="007648F7" w:rsidRPr="00283EF2" w:rsidRDefault="007648F7" w:rsidP="00464701">
      <w:pPr>
        <w:pStyle w:val="a"/>
        <w:numPr>
          <w:ilvl w:val="0"/>
          <w:numId w:val="2"/>
        </w:numPr>
        <w:shd w:val="clear" w:color="auto" w:fill="FFFFFF"/>
        <w:tabs>
          <w:tab w:val="left" w:pos="426"/>
        </w:tabs>
        <w:spacing w:line="240" w:lineRule="auto"/>
        <w:jc w:val="both"/>
        <w:rPr>
          <w:rFonts w:cs="Arial"/>
          <w:sz w:val="24"/>
          <w:lang w:val="uk-UA"/>
        </w:rPr>
      </w:pPr>
      <w:r w:rsidRPr="00283EF2">
        <w:rPr>
          <w:rFonts w:cs="Arial"/>
          <w:bCs/>
          <w:sz w:val="24"/>
          <w:lang w:val="uk-UA"/>
        </w:rPr>
        <w:t>можливості використання комп’ютерних програм для потреб туризму, можливості пошукових систем і глобальних систем бронювання;</w:t>
      </w:r>
    </w:p>
    <w:p w:rsidR="007648F7" w:rsidRPr="00636DC9" w:rsidRDefault="007648F7" w:rsidP="00464701">
      <w:pPr>
        <w:pStyle w:val="a"/>
        <w:numPr>
          <w:ilvl w:val="0"/>
          <w:numId w:val="2"/>
        </w:numPr>
        <w:shd w:val="clear" w:color="auto" w:fill="FFFFFF"/>
        <w:tabs>
          <w:tab w:val="left" w:pos="426"/>
        </w:tabs>
        <w:spacing w:line="240" w:lineRule="auto"/>
        <w:jc w:val="both"/>
        <w:rPr>
          <w:rFonts w:cs="Arial"/>
          <w:sz w:val="24"/>
          <w:lang w:val="uk-UA"/>
        </w:rPr>
      </w:pPr>
      <w:r w:rsidRPr="00283EF2">
        <w:rPr>
          <w:rFonts w:cs="Arial"/>
          <w:bCs/>
          <w:sz w:val="24"/>
          <w:lang w:val="uk-UA"/>
        </w:rPr>
        <w:t>інструментарій інформаційних технологій, сучасні електронні посібники, навчальні посібники, довідники тощо і можливості ї використання у навчальному процесі</w:t>
      </w:r>
      <w:r>
        <w:rPr>
          <w:rFonts w:cs="Arial"/>
          <w:bCs/>
          <w:sz w:val="24"/>
          <w:lang w:val="uk-UA"/>
        </w:rPr>
        <w:t>.</w:t>
      </w:r>
    </w:p>
    <w:p w:rsidR="007648F7" w:rsidRPr="00283EF2" w:rsidRDefault="007648F7" w:rsidP="00464701">
      <w:pPr>
        <w:pStyle w:val="a"/>
        <w:shd w:val="clear" w:color="auto" w:fill="FFFFFF"/>
        <w:tabs>
          <w:tab w:val="left" w:pos="346"/>
        </w:tabs>
        <w:spacing w:line="240" w:lineRule="auto"/>
        <w:ind w:left="408"/>
        <w:jc w:val="both"/>
        <w:rPr>
          <w:rFonts w:cs="Arial"/>
          <w:sz w:val="24"/>
          <w:lang w:val="uk-UA"/>
        </w:rPr>
      </w:pPr>
    </w:p>
    <w:p w:rsidR="007648F7" w:rsidRDefault="007648F7" w:rsidP="0010382D">
      <w:pPr>
        <w:pStyle w:val="BodyTextIndent3"/>
        <w:spacing w:line="240" w:lineRule="auto"/>
        <w:ind w:firstLine="0"/>
        <w:jc w:val="center"/>
        <w:rPr>
          <w:rFonts w:cs="Arial"/>
          <w:b/>
          <w:sz w:val="24"/>
        </w:rPr>
      </w:pPr>
      <w:r w:rsidRPr="000D3F15">
        <w:rPr>
          <w:rFonts w:cs="Arial"/>
          <w:b/>
          <w:sz w:val="24"/>
        </w:rPr>
        <w:t>1.2. Абітурієнти-бакалаври</w:t>
      </w:r>
      <w:r>
        <w:rPr>
          <w:rFonts w:cs="Arial"/>
          <w:b/>
          <w:sz w:val="24"/>
        </w:rPr>
        <w:t xml:space="preserve"> (спеціалісти)</w:t>
      </w:r>
      <w:r w:rsidRPr="000D3F15">
        <w:rPr>
          <w:rFonts w:cs="Arial"/>
          <w:b/>
          <w:sz w:val="24"/>
        </w:rPr>
        <w:t xml:space="preserve"> повинні </w:t>
      </w:r>
      <w:r>
        <w:rPr>
          <w:rFonts w:cs="Arial"/>
          <w:b/>
          <w:sz w:val="24"/>
        </w:rPr>
        <w:t>уміти</w:t>
      </w:r>
      <w:r w:rsidRPr="000D3F15">
        <w:rPr>
          <w:rFonts w:cs="Arial"/>
          <w:b/>
          <w:sz w:val="24"/>
        </w:rPr>
        <w:t>:</w:t>
      </w:r>
    </w:p>
    <w:p w:rsidR="007648F7" w:rsidRPr="000D3F15" w:rsidRDefault="007648F7" w:rsidP="0010382D">
      <w:pPr>
        <w:pStyle w:val="BodyTextIndent3"/>
        <w:spacing w:line="240" w:lineRule="auto"/>
        <w:ind w:firstLine="0"/>
        <w:jc w:val="center"/>
        <w:rPr>
          <w:rFonts w:cs="Arial"/>
        </w:rPr>
      </w:pPr>
    </w:p>
    <w:p w:rsidR="007648F7" w:rsidRPr="000D3F15" w:rsidRDefault="007648F7" w:rsidP="00636DC9">
      <w:pPr>
        <w:pStyle w:val="a"/>
        <w:shd w:val="clear" w:color="auto" w:fill="FFFFFF"/>
        <w:spacing w:line="240" w:lineRule="auto"/>
        <w:ind w:left="379" w:hanging="346"/>
        <w:jc w:val="both"/>
        <w:rPr>
          <w:rFonts w:cs="Arial"/>
        </w:rPr>
      </w:pPr>
      <w:r w:rsidRPr="000D3F15">
        <w:rPr>
          <w:rFonts w:cs="Arial"/>
          <w:sz w:val="24"/>
        </w:rPr>
        <w:t>♦</w:t>
      </w:r>
      <w:r w:rsidRPr="000D3F15">
        <w:rPr>
          <w:rFonts w:cs="Arial"/>
          <w:sz w:val="24"/>
          <w:lang w:val="uk-UA"/>
        </w:rPr>
        <w:t>користуватися     географічними     картами    та    атласами,     визначати географічні координати;</w:t>
      </w:r>
    </w:p>
    <w:p w:rsidR="007648F7" w:rsidRPr="000D3F15" w:rsidRDefault="007648F7" w:rsidP="00636DC9">
      <w:pPr>
        <w:pStyle w:val="a"/>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будувати графіки, стовпчикові і колові діаграми, проводити рі</w:t>
      </w:r>
      <w:r>
        <w:rPr>
          <w:rFonts w:cs="Arial"/>
          <w:sz w:val="24"/>
          <w:lang w:val="uk-UA"/>
        </w:rPr>
        <w:t>зноманітні статистичні обчислення</w:t>
      </w:r>
      <w:r w:rsidRPr="000D3F15">
        <w:rPr>
          <w:rFonts w:cs="Arial"/>
          <w:sz w:val="24"/>
          <w:lang w:val="uk-UA"/>
        </w:rPr>
        <w:t>;</w:t>
      </w:r>
    </w:p>
    <w:p w:rsidR="007648F7" w:rsidRPr="000D3F15" w:rsidRDefault="007648F7" w:rsidP="0010382D">
      <w:pPr>
        <w:pStyle w:val="a"/>
        <w:numPr>
          <w:ilvl w:val="0"/>
          <w:numId w:val="3"/>
        </w:numPr>
        <w:shd w:val="clear" w:color="auto" w:fill="FFFFFF"/>
        <w:tabs>
          <w:tab w:val="left" w:pos="1038"/>
        </w:tabs>
        <w:spacing w:line="240" w:lineRule="auto"/>
        <w:ind w:left="346" w:right="29" w:hanging="346"/>
        <w:jc w:val="both"/>
        <w:rPr>
          <w:rFonts w:cs="Arial"/>
        </w:rPr>
      </w:pPr>
      <w:r w:rsidRPr="000D3F15">
        <w:rPr>
          <w:rFonts w:cs="Arial"/>
          <w:sz w:val="24"/>
          <w:lang w:val="uk-UA"/>
        </w:rPr>
        <w:t>давати загальну фізико-географічну характеристику материків і океанів за типовим планом;</w:t>
      </w:r>
    </w:p>
    <w:p w:rsidR="007648F7" w:rsidRPr="000D3F15" w:rsidRDefault="007648F7" w:rsidP="0010382D">
      <w:pPr>
        <w:pStyle w:val="a"/>
        <w:numPr>
          <w:ilvl w:val="0"/>
          <w:numId w:val="3"/>
        </w:numPr>
        <w:shd w:val="clear" w:color="auto" w:fill="FFFFFF"/>
        <w:tabs>
          <w:tab w:val="left" w:pos="1038"/>
        </w:tabs>
        <w:spacing w:line="240" w:lineRule="auto"/>
        <w:ind w:left="346" w:right="29" w:hanging="346"/>
        <w:jc w:val="both"/>
        <w:rPr>
          <w:rFonts w:cs="Arial"/>
        </w:rPr>
      </w:pPr>
      <w:r w:rsidRPr="000D3F15">
        <w:rPr>
          <w:rFonts w:cs="Arial"/>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rsidR="007648F7" w:rsidRPr="000D3F15" w:rsidRDefault="007648F7" w:rsidP="0010382D">
      <w:pPr>
        <w:pStyle w:val="a"/>
        <w:numPr>
          <w:ilvl w:val="0"/>
          <w:numId w:val="3"/>
        </w:numPr>
        <w:shd w:val="clear" w:color="auto" w:fill="FFFFFF"/>
        <w:tabs>
          <w:tab w:val="left" w:pos="1038"/>
        </w:tabs>
        <w:spacing w:line="240" w:lineRule="auto"/>
        <w:ind w:left="346" w:right="19" w:hanging="346"/>
        <w:jc w:val="both"/>
        <w:rPr>
          <w:rFonts w:cs="Arial"/>
        </w:rPr>
      </w:pPr>
      <w:r w:rsidRPr="000D3F15">
        <w:rPr>
          <w:rFonts w:cs="Arial"/>
          <w:kern w:val="65535"/>
          <w:sz w:val="24"/>
          <w:lang w:val="uk-UA"/>
        </w:rPr>
        <w:t xml:space="preserve">співставляти фізичну, тектонічну та геологічну карти, робити на основі цього висновки про взаємозв’язок між тектонічною будовою, рельєфом, </w:t>
      </w:r>
      <w:r w:rsidRPr="000D3F15">
        <w:rPr>
          <w:rFonts w:cs="Arial"/>
          <w:sz w:val="24"/>
          <w:lang w:val="uk-UA"/>
        </w:rPr>
        <w:t>походженням і поширенням корисних копалин;</w:t>
      </w:r>
    </w:p>
    <w:p w:rsidR="007648F7" w:rsidRPr="000D3F15" w:rsidRDefault="007648F7" w:rsidP="0010382D">
      <w:pPr>
        <w:pStyle w:val="a"/>
        <w:numPr>
          <w:ilvl w:val="0"/>
          <w:numId w:val="3"/>
        </w:numPr>
        <w:shd w:val="clear" w:color="auto" w:fill="FFFFFF"/>
        <w:tabs>
          <w:tab w:val="left" w:pos="1038"/>
        </w:tabs>
        <w:spacing w:line="240" w:lineRule="auto"/>
        <w:ind w:left="346" w:right="14" w:hanging="346"/>
        <w:jc w:val="both"/>
        <w:rPr>
          <w:rFonts w:cs="Arial"/>
        </w:rPr>
      </w:pPr>
      <w:r w:rsidRPr="000D3F15">
        <w:rPr>
          <w:rFonts w:cs="Arial"/>
          <w:sz w:val="24"/>
          <w:lang w:val="uk-UA"/>
        </w:rPr>
        <w:t>аналізувати ландшафтну карту і схему фізико-географічного районування України;</w:t>
      </w:r>
    </w:p>
    <w:p w:rsidR="007648F7" w:rsidRPr="000D3F15" w:rsidRDefault="007648F7" w:rsidP="0010382D">
      <w:pPr>
        <w:pStyle w:val="a"/>
        <w:numPr>
          <w:ilvl w:val="0"/>
          <w:numId w:val="3"/>
        </w:numPr>
        <w:shd w:val="clear" w:color="auto" w:fill="FFFFFF"/>
        <w:tabs>
          <w:tab w:val="left" w:pos="1038"/>
        </w:tabs>
        <w:spacing w:line="240" w:lineRule="auto"/>
        <w:ind w:left="346" w:right="10" w:hanging="346"/>
        <w:jc w:val="both"/>
        <w:rPr>
          <w:rFonts w:cs="Arial"/>
        </w:rPr>
      </w:pPr>
      <w:r w:rsidRPr="000D3F15">
        <w:rPr>
          <w:rFonts w:cs="Arial"/>
          <w:kern w:val="65534"/>
          <w:sz w:val="24"/>
          <w:lang w:val="uk-UA"/>
        </w:rPr>
        <w:t xml:space="preserve">будувати і аналізувати графіки динаміки показників природного руху </w:t>
      </w:r>
      <w:r w:rsidRPr="000D3F15">
        <w:rPr>
          <w:rFonts w:cs="Arial"/>
          <w:sz w:val="24"/>
          <w:lang w:val="uk-UA"/>
        </w:rPr>
        <w:t>населення;</w:t>
      </w:r>
    </w:p>
    <w:p w:rsidR="007648F7" w:rsidRPr="000D3F15" w:rsidRDefault="007648F7" w:rsidP="0010382D">
      <w:pPr>
        <w:pStyle w:val="a"/>
        <w:numPr>
          <w:ilvl w:val="0"/>
          <w:numId w:val="3"/>
        </w:numPr>
        <w:shd w:val="clear" w:color="auto" w:fill="FFFFFF"/>
        <w:tabs>
          <w:tab w:val="left" w:pos="346"/>
        </w:tabs>
        <w:spacing w:line="240" w:lineRule="auto"/>
        <w:rPr>
          <w:rFonts w:cs="Arial"/>
        </w:rPr>
      </w:pPr>
      <w:r w:rsidRPr="000D3F15">
        <w:rPr>
          <w:rFonts w:cs="Arial"/>
          <w:kern w:val="65534"/>
          <w:sz w:val="24"/>
          <w:lang w:val="uk-UA"/>
        </w:rPr>
        <w:t>будувати статев</w:t>
      </w:r>
      <w:r>
        <w:rPr>
          <w:rFonts w:cs="Arial"/>
          <w:kern w:val="65534"/>
          <w:sz w:val="24"/>
          <w:lang w:val="uk-UA"/>
        </w:rPr>
        <w:t>о-вікову піраміду, карту щільності</w:t>
      </w:r>
      <w:r w:rsidRPr="000D3F15">
        <w:rPr>
          <w:rFonts w:cs="Arial"/>
          <w:kern w:val="65534"/>
          <w:sz w:val="24"/>
          <w:lang w:val="uk-UA"/>
        </w:rPr>
        <w:t xml:space="preserve"> населення;</w:t>
      </w:r>
    </w:p>
    <w:p w:rsidR="007648F7" w:rsidRPr="000D3F15" w:rsidRDefault="007648F7" w:rsidP="0010382D">
      <w:pPr>
        <w:pStyle w:val="a"/>
        <w:numPr>
          <w:ilvl w:val="0"/>
          <w:numId w:val="3"/>
        </w:numPr>
        <w:shd w:val="clear" w:color="auto" w:fill="FFFFFF"/>
        <w:tabs>
          <w:tab w:val="left" w:pos="1038"/>
        </w:tabs>
        <w:spacing w:line="240" w:lineRule="auto"/>
        <w:ind w:left="346" w:right="5" w:hanging="346"/>
        <w:jc w:val="both"/>
        <w:rPr>
          <w:rFonts w:cs="Arial"/>
        </w:rPr>
      </w:pPr>
      <w:r w:rsidRPr="000D3F15">
        <w:rPr>
          <w:rFonts w:cs="Arial"/>
          <w:kern w:val="65535"/>
          <w:sz w:val="24"/>
          <w:lang w:val="uk-UA"/>
        </w:rPr>
        <w:t xml:space="preserve">визначати показники міграційної рухомості населення, характеризувати </w:t>
      </w:r>
      <w:r w:rsidRPr="000D3F15">
        <w:rPr>
          <w:rFonts w:cs="Arial"/>
          <w:sz w:val="24"/>
          <w:lang w:val="uk-UA"/>
        </w:rPr>
        <w:t>розселення певного району;</w:t>
      </w:r>
    </w:p>
    <w:p w:rsidR="007648F7" w:rsidRPr="000D3F15" w:rsidRDefault="007648F7" w:rsidP="0010382D">
      <w:pPr>
        <w:pStyle w:val="a"/>
        <w:numPr>
          <w:ilvl w:val="0"/>
          <w:numId w:val="3"/>
        </w:numPr>
        <w:shd w:val="clear" w:color="auto" w:fill="FFFFFF"/>
        <w:tabs>
          <w:tab w:val="left" w:pos="1038"/>
        </w:tabs>
        <w:spacing w:line="240" w:lineRule="auto"/>
        <w:ind w:left="346" w:hanging="346"/>
        <w:jc w:val="both"/>
        <w:rPr>
          <w:rFonts w:cs="Arial"/>
        </w:rPr>
      </w:pPr>
      <w:r w:rsidRPr="000D3F15">
        <w:rPr>
          <w:rFonts w:cs="Arial"/>
          <w:sz w:val="24"/>
          <w:lang w:val="uk-UA"/>
        </w:rPr>
        <w:t>оцінювати вплив природних і соціально-географічних факторів на розміщення галузей промисловості;</w:t>
      </w:r>
    </w:p>
    <w:p w:rsidR="007648F7" w:rsidRPr="000D3F15" w:rsidRDefault="007648F7" w:rsidP="0010382D">
      <w:pPr>
        <w:pStyle w:val="a"/>
        <w:numPr>
          <w:ilvl w:val="0"/>
          <w:numId w:val="3"/>
        </w:numPr>
        <w:shd w:val="clear" w:color="auto" w:fill="FFFFFF"/>
        <w:tabs>
          <w:tab w:val="left" w:pos="1008"/>
        </w:tabs>
        <w:spacing w:line="240" w:lineRule="auto"/>
        <w:ind w:left="336" w:right="34" w:hanging="336"/>
        <w:jc w:val="both"/>
        <w:rPr>
          <w:rFonts w:cs="Arial"/>
        </w:rPr>
      </w:pPr>
      <w:r w:rsidRPr="000D3F15">
        <w:rPr>
          <w:rFonts w:cs="Arial"/>
          <w:sz w:val="24"/>
          <w:lang w:val="uk-UA"/>
        </w:rPr>
        <w:t xml:space="preserve">аналізувати галузеву структуру району, виділяти елементи </w:t>
      </w:r>
      <w:r w:rsidRPr="000D3F15">
        <w:rPr>
          <w:rFonts w:cs="Arial"/>
          <w:kern w:val="65534"/>
          <w:sz w:val="24"/>
          <w:lang w:val="uk-UA"/>
        </w:rPr>
        <w:t>територіальної структури господарства регіону (країни);</w:t>
      </w:r>
    </w:p>
    <w:p w:rsidR="007648F7" w:rsidRPr="000D3F15" w:rsidRDefault="007648F7" w:rsidP="0010382D">
      <w:pPr>
        <w:pStyle w:val="a"/>
        <w:numPr>
          <w:ilvl w:val="0"/>
          <w:numId w:val="3"/>
        </w:numPr>
        <w:shd w:val="clear" w:color="auto" w:fill="FFFFFF"/>
        <w:tabs>
          <w:tab w:val="left" w:pos="336"/>
        </w:tabs>
        <w:spacing w:line="240" w:lineRule="auto"/>
        <w:rPr>
          <w:rFonts w:cs="Arial"/>
        </w:rPr>
      </w:pPr>
      <w:r w:rsidRPr="000D3F15">
        <w:rPr>
          <w:rFonts w:cs="Arial"/>
          <w:kern w:val="65534"/>
          <w:sz w:val="24"/>
          <w:lang w:val="uk-UA"/>
        </w:rPr>
        <w:t>аналізувати геополітичне положення країн і регіонів світу;</w:t>
      </w:r>
    </w:p>
    <w:p w:rsidR="007648F7" w:rsidRPr="000D3F15" w:rsidRDefault="007648F7" w:rsidP="0010382D">
      <w:pPr>
        <w:pStyle w:val="a"/>
        <w:numPr>
          <w:ilvl w:val="0"/>
          <w:numId w:val="3"/>
        </w:numPr>
        <w:shd w:val="clear" w:color="auto" w:fill="FFFFFF"/>
        <w:tabs>
          <w:tab w:val="left" w:pos="1008"/>
        </w:tabs>
        <w:spacing w:line="240" w:lineRule="auto"/>
        <w:ind w:left="336" w:right="24" w:hanging="336"/>
        <w:jc w:val="both"/>
        <w:rPr>
          <w:rFonts w:cs="Arial"/>
        </w:rPr>
      </w:pPr>
      <w:r w:rsidRPr="000D3F15">
        <w:rPr>
          <w:rFonts w:cs="Arial"/>
          <w:kern w:val="65534"/>
          <w:sz w:val="24"/>
          <w:lang w:val="uk-UA"/>
        </w:rPr>
        <w:t xml:space="preserve">аналізувати демографічну ситуацію в окремих регіонах світу, робити </w:t>
      </w:r>
      <w:r w:rsidRPr="000D3F15">
        <w:rPr>
          <w:rFonts w:cs="Arial"/>
          <w:kern w:val="65535"/>
          <w:sz w:val="24"/>
          <w:lang w:val="uk-UA"/>
        </w:rPr>
        <w:t>демографічний прогноз, складати демографічну програму;</w:t>
      </w:r>
    </w:p>
    <w:p w:rsidR="007648F7" w:rsidRPr="000D3F15" w:rsidRDefault="007648F7" w:rsidP="0010382D">
      <w:pPr>
        <w:pStyle w:val="a"/>
        <w:numPr>
          <w:ilvl w:val="0"/>
          <w:numId w:val="3"/>
        </w:numPr>
        <w:shd w:val="clear" w:color="auto" w:fill="FFFFFF"/>
        <w:tabs>
          <w:tab w:val="left" w:pos="1008"/>
        </w:tabs>
        <w:spacing w:line="240" w:lineRule="auto"/>
        <w:ind w:left="336" w:right="19" w:hanging="336"/>
        <w:jc w:val="both"/>
        <w:rPr>
          <w:rFonts w:cs="Arial"/>
        </w:rPr>
      </w:pPr>
      <w:r w:rsidRPr="000D3F15">
        <w:rPr>
          <w:rFonts w:cs="Arial"/>
          <w:sz w:val="24"/>
          <w:lang w:val="uk-UA"/>
        </w:rPr>
        <w:t>аналізувати особливості розвитку та розміщення різних галузей промисловості та сільського господарства України;</w:t>
      </w:r>
    </w:p>
    <w:p w:rsidR="007648F7" w:rsidRPr="000D3F15" w:rsidRDefault="007648F7" w:rsidP="0010382D">
      <w:pPr>
        <w:pStyle w:val="a"/>
        <w:numPr>
          <w:ilvl w:val="0"/>
          <w:numId w:val="3"/>
        </w:numPr>
        <w:shd w:val="clear" w:color="auto" w:fill="FFFFFF"/>
        <w:tabs>
          <w:tab w:val="left" w:pos="1008"/>
        </w:tabs>
        <w:spacing w:line="240" w:lineRule="auto"/>
        <w:ind w:left="336" w:right="19" w:hanging="336"/>
        <w:jc w:val="both"/>
        <w:rPr>
          <w:rFonts w:cs="Arial"/>
        </w:rPr>
      </w:pPr>
      <w:r w:rsidRPr="000D3F15">
        <w:rPr>
          <w:rFonts w:cs="Arial"/>
          <w:kern w:val="65535"/>
          <w:sz w:val="24"/>
          <w:lang w:val="uk-UA"/>
        </w:rPr>
        <w:t xml:space="preserve">складати порівняльну характеристику економіко-географічних районів </w:t>
      </w:r>
      <w:r w:rsidRPr="000D3F15">
        <w:rPr>
          <w:rFonts w:cs="Arial"/>
          <w:sz w:val="24"/>
          <w:lang w:val="uk-UA"/>
        </w:rPr>
        <w:t>України;</w:t>
      </w:r>
    </w:p>
    <w:p w:rsidR="007648F7" w:rsidRPr="000D3F15" w:rsidRDefault="007648F7" w:rsidP="0010382D">
      <w:pPr>
        <w:pStyle w:val="a"/>
        <w:numPr>
          <w:ilvl w:val="0"/>
          <w:numId w:val="3"/>
        </w:numPr>
        <w:shd w:val="clear" w:color="auto" w:fill="FFFFFF"/>
        <w:tabs>
          <w:tab w:val="left" w:pos="336"/>
        </w:tabs>
        <w:spacing w:line="240" w:lineRule="auto"/>
        <w:rPr>
          <w:rFonts w:cs="Arial"/>
        </w:rPr>
      </w:pPr>
      <w:r w:rsidRPr="000D3F15">
        <w:rPr>
          <w:rFonts w:cs="Arial"/>
          <w:kern w:val="65534"/>
          <w:sz w:val="24"/>
          <w:lang w:val="uk-UA"/>
        </w:rPr>
        <w:t>давати оцінку ЕГП країн і регіонів світу;</w:t>
      </w:r>
    </w:p>
    <w:p w:rsidR="007648F7" w:rsidRPr="00FD4A05" w:rsidRDefault="007648F7" w:rsidP="0010382D">
      <w:pPr>
        <w:pStyle w:val="a"/>
        <w:numPr>
          <w:ilvl w:val="0"/>
          <w:numId w:val="3"/>
        </w:numPr>
        <w:shd w:val="clear" w:color="auto" w:fill="FFFFFF"/>
        <w:tabs>
          <w:tab w:val="left" w:pos="336"/>
        </w:tabs>
        <w:spacing w:line="240" w:lineRule="auto"/>
        <w:rPr>
          <w:rFonts w:cs="Arial"/>
        </w:rPr>
      </w:pPr>
      <w:r w:rsidRPr="000D3F15">
        <w:rPr>
          <w:rFonts w:cs="Arial"/>
          <w:kern w:val="65534"/>
          <w:sz w:val="24"/>
          <w:lang w:val="uk-UA"/>
        </w:rPr>
        <w:t>визначати роль і місце окремих країн і ре</w:t>
      </w:r>
      <w:r>
        <w:rPr>
          <w:rFonts w:cs="Arial"/>
          <w:kern w:val="65534"/>
          <w:sz w:val="24"/>
          <w:lang w:val="uk-UA"/>
        </w:rPr>
        <w:t>гіонів у світовому господарстві;</w:t>
      </w:r>
    </w:p>
    <w:p w:rsidR="007648F7" w:rsidRPr="00FD4A05" w:rsidRDefault="007648F7" w:rsidP="00FD4A05">
      <w:pPr>
        <w:pStyle w:val="a"/>
        <w:numPr>
          <w:ilvl w:val="0"/>
          <w:numId w:val="3"/>
        </w:numPr>
        <w:shd w:val="clear" w:color="auto" w:fill="FFFFFF"/>
        <w:tabs>
          <w:tab w:val="left" w:pos="336"/>
        </w:tabs>
        <w:spacing w:line="240" w:lineRule="auto"/>
        <w:rPr>
          <w:rFonts w:cs="Arial"/>
        </w:rPr>
      </w:pPr>
      <w:r w:rsidRPr="00FD4A05">
        <w:rPr>
          <w:rFonts w:cs="Arial"/>
          <w:bCs/>
          <w:sz w:val="24"/>
          <w:lang w:val="uk-UA"/>
        </w:rPr>
        <w:t>здійснювати бронювання місць у готелях за допомогою</w:t>
      </w:r>
      <w:r>
        <w:rPr>
          <w:rFonts w:cs="Arial"/>
          <w:bCs/>
          <w:sz w:val="24"/>
          <w:lang w:val="uk-UA"/>
        </w:rPr>
        <w:t xml:space="preserve"> глобальних мереж;</w:t>
      </w:r>
    </w:p>
    <w:p w:rsidR="007648F7" w:rsidRPr="00FD4A05" w:rsidRDefault="007648F7" w:rsidP="0010382D">
      <w:pPr>
        <w:pStyle w:val="a"/>
        <w:numPr>
          <w:ilvl w:val="0"/>
          <w:numId w:val="3"/>
        </w:numPr>
        <w:shd w:val="clear" w:color="auto" w:fill="FFFFFF"/>
        <w:tabs>
          <w:tab w:val="left" w:pos="336"/>
        </w:tabs>
        <w:spacing w:line="240" w:lineRule="auto"/>
        <w:rPr>
          <w:rFonts w:cs="Arial"/>
          <w:lang w:val="uk-UA"/>
        </w:rPr>
      </w:pPr>
      <w:r w:rsidRPr="00FD4A05">
        <w:rPr>
          <w:rFonts w:cs="Arial"/>
          <w:iCs/>
          <w:sz w:val="24"/>
          <w:lang w:val="uk-UA"/>
        </w:rPr>
        <w:t>оцінювати рівень забезпеченості України та її окремих регіонів різними видами туристичних послуг;</w:t>
      </w:r>
    </w:p>
    <w:p w:rsidR="007648F7" w:rsidRPr="00FD4A05" w:rsidRDefault="007648F7" w:rsidP="0010382D">
      <w:pPr>
        <w:pStyle w:val="a"/>
        <w:numPr>
          <w:ilvl w:val="0"/>
          <w:numId w:val="3"/>
        </w:numPr>
        <w:shd w:val="clear" w:color="auto" w:fill="FFFFFF"/>
        <w:tabs>
          <w:tab w:val="left" w:pos="336"/>
        </w:tabs>
        <w:spacing w:line="240" w:lineRule="auto"/>
        <w:rPr>
          <w:rFonts w:cs="Arial"/>
          <w:lang w:val="uk-UA"/>
        </w:rPr>
      </w:pPr>
      <w:r>
        <w:rPr>
          <w:rFonts w:cs="Arial"/>
          <w:iCs/>
          <w:sz w:val="24"/>
          <w:lang w:val="uk-UA"/>
        </w:rPr>
        <w:t>здійснювати оцінку рекреаційного потенціалу окремих країн і регіонів</w:t>
      </w:r>
    </w:p>
    <w:p w:rsidR="007648F7" w:rsidRPr="000D3F15" w:rsidRDefault="007648F7" w:rsidP="0010382D">
      <w:pPr>
        <w:pStyle w:val="FR1"/>
        <w:spacing w:line="240" w:lineRule="auto"/>
        <w:ind w:left="0" w:firstLine="0"/>
        <w:jc w:val="center"/>
        <w:rPr>
          <w:rFonts w:ascii="Arial" w:hAnsi="Arial" w:cs="Arial"/>
        </w:rPr>
      </w:pPr>
      <w:r w:rsidRPr="000D3F15">
        <w:rPr>
          <w:rFonts w:ascii="Arial" w:hAnsi="Arial" w:cs="Arial"/>
          <w:b/>
          <w:caps/>
          <w:sz w:val="24"/>
          <w:szCs w:val="24"/>
        </w:rPr>
        <w:t>ІІ. Критерії оцінювання знань і вмінь</w:t>
      </w:r>
    </w:p>
    <w:p w:rsidR="007648F7" w:rsidRPr="000D3F15" w:rsidRDefault="007648F7" w:rsidP="0010382D">
      <w:pPr>
        <w:pStyle w:val="FR1"/>
        <w:spacing w:line="240" w:lineRule="auto"/>
        <w:ind w:left="0" w:firstLine="0"/>
        <w:jc w:val="center"/>
        <w:rPr>
          <w:rFonts w:ascii="Arial" w:hAnsi="Arial" w:cs="Arial"/>
        </w:rPr>
      </w:pPr>
    </w:p>
    <w:p w:rsidR="007648F7" w:rsidRPr="000D3F15" w:rsidRDefault="007648F7" w:rsidP="0010382D">
      <w:pPr>
        <w:pStyle w:val="a"/>
        <w:spacing w:line="240" w:lineRule="auto"/>
        <w:ind w:firstLine="708"/>
        <w:jc w:val="both"/>
        <w:rPr>
          <w:rFonts w:cs="Arial"/>
          <w:lang w:val="uk-UA"/>
        </w:rPr>
      </w:pPr>
      <w:r w:rsidRPr="000D3F15">
        <w:rPr>
          <w:rFonts w:cs="Arial"/>
          <w:sz w:val="24"/>
          <w:lang w:val="uk-UA"/>
        </w:rPr>
        <w:t xml:space="preserve">Оцінка </w:t>
      </w:r>
      <w:r w:rsidRPr="000D3F15">
        <w:rPr>
          <w:rFonts w:cs="Arial"/>
          <w:b/>
          <w:i/>
          <w:sz w:val="24"/>
          <w:lang w:val="uk-UA"/>
        </w:rPr>
        <w:t>“відмінно”</w:t>
      </w:r>
      <w:r w:rsidRPr="000D3F15">
        <w:rPr>
          <w:rFonts w:cs="Arial"/>
          <w:sz w:val="24"/>
          <w:lang w:val="uk-UA"/>
        </w:rPr>
        <w:t xml:space="preserve">виставляється за ґрунтовну відповідь, коли студент вільно володіє матеріалом, логічно і послідовно його розкриває, оперує науковою термінологією, використовує й дає критичну оцінку широкого кола наукових джерел, здійснює самостійний аналіз засвоєного матеріалу, супроводжує виклад матеріалу статистичним цифровим матеріалом, використовує сучасні теорії та методи наукових досліджень, вміє застосовувати теоретичні знання на практиці. </w:t>
      </w:r>
    </w:p>
    <w:p w:rsidR="007648F7" w:rsidRPr="000D3F15" w:rsidRDefault="007648F7" w:rsidP="0010382D">
      <w:pPr>
        <w:pStyle w:val="a"/>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“добре”</w:t>
      </w:r>
      <w:r w:rsidRPr="000D3F15">
        <w:rPr>
          <w:rFonts w:cs="Arial"/>
          <w:sz w:val="24"/>
          <w:lang w:val="uk-UA"/>
        </w:rPr>
        <w:t xml:space="preserve"> виставляється за ґрунтовну відповідь, послідовний і систематизований виклад матеріалу. Однак при відповіді студент 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використовує достатньої кількості наукових джерел і статистичного матеріалу.</w:t>
      </w:r>
    </w:p>
    <w:p w:rsidR="007648F7" w:rsidRPr="000D3F15" w:rsidRDefault="007648F7" w:rsidP="0010382D">
      <w:pPr>
        <w:pStyle w:val="a"/>
        <w:spacing w:line="240" w:lineRule="auto"/>
        <w:jc w:val="both"/>
        <w:rPr>
          <w:rFonts w:cs="Arial"/>
          <w:lang w:val="uk-UA"/>
        </w:rPr>
      </w:pPr>
      <w:r w:rsidRPr="000D3F15">
        <w:rPr>
          <w:rFonts w:cs="Arial"/>
          <w:sz w:val="24"/>
          <w:lang w:val="uk-UA"/>
        </w:rPr>
        <w:tab/>
        <w:t xml:space="preserve">Оцінка </w:t>
      </w:r>
      <w:r w:rsidRPr="000D3F15">
        <w:rPr>
          <w:rFonts w:cs="Arial"/>
          <w:b/>
          <w:i/>
          <w:sz w:val="24"/>
          <w:lang w:val="uk-UA"/>
        </w:rPr>
        <w:t>“задовільно”</w:t>
      </w:r>
      <w:r w:rsidRPr="000D3F15">
        <w:rPr>
          <w:rFonts w:cs="Arial"/>
          <w:sz w:val="24"/>
          <w:lang w:val="uk-UA"/>
        </w:rPr>
        <w:t xml:space="preserve"> виставляється тоді, коли студент в основному орієнтується у суті питання чи проблеми, але не може достатньо аргументовано сформулювати висновки, провести певні узагальнення, вміло пов’язати теоретичні узагальнення з практикою, відчуває значні труднощі у логічному викладі змісту питання, недостатньо переконливо і впевнено висловлює свої думки. </w:t>
      </w:r>
    </w:p>
    <w:p w:rsidR="007648F7" w:rsidRDefault="007648F7" w:rsidP="0010382D">
      <w:pPr>
        <w:pStyle w:val="FR1"/>
        <w:spacing w:line="240" w:lineRule="auto"/>
        <w:ind w:left="0" w:firstLine="0"/>
        <w:rPr>
          <w:rFonts w:ascii="Arial" w:hAnsi="Arial" w:cs="Arial"/>
          <w:sz w:val="24"/>
          <w:szCs w:val="24"/>
        </w:rPr>
      </w:pPr>
      <w:r w:rsidRPr="000D3F15">
        <w:rPr>
          <w:rFonts w:ascii="Arial" w:hAnsi="Arial" w:cs="Arial"/>
          <w:sz w:val="24"/>
          <w:szCs w:val="24"/>
        </w:rPr>
        <w:tab/>
        <w:t xml:space="preserve">Оцінка </w:t>
      </w:r>
      <w:r w:rsidRPr="000D3F15">
        <w:rPr>
          <w:rFonts w:ascii="Arial" w:hAnsi="Arial" w:cs="Arial"/>
          <w:b/>
          <w:i/>
          <w:sz w:val="24"/>
          <w:szCs w:val="24"/>
        </w:rPr>
        <w:t xml:space="preserve">“незадовільно” </w:t>
      </w:r>
      <w:r w:rsidRPr="000D3F15">
        <w:rPr>
          <w:rFonts w:ascii="Arial" w:hAnsi="Arial" w:cs="Arial"/>
          <w:sz w:val="24"/>
          <w:szCs w:val="24"/>
        </w:rPr>
        <w:t>виставляється у тому разі, коли студент зовсім не орієнтується у суті питань, не володіє необхідним понятійним апаратом, не опанував мінімуму наукових джерел, не знає основоположних питань географічної науки, не може дати відповіді на додаткові запитання. Відповідь відсутня.</w:t>
      </w:r>
    </w:p>
    <w:p w:rsidR="007648F7" w:rsidRPr="000D3F15" w:rsidRDefault="007648F7" w:rsidP="0010382D">
      <w:pPr>
        <w:pStyle w:val="FR1"/>
        <w:spacing w:line="240" w:lineRule="auto"/>
        <w:ind w:left="0" w:firstLine="0"/>
        <w:rPr>
          <w:rFonts w:ascii="Arial" w:hAnsi="Arial" w:cs="Arial"/>
        </w:rPr>
      </w:pPr>
    </w:p>
    <w:p w:rsidR="007648F7" w:rsidRPr="00D5692B" w:rsidRDefault="007648F7" w:rsidP="0010382D">
      <w:pPr>
        <w:spacing w:after="0" w:line="240" w:lineRule="auto"/>
        <w:jc w:val="center"/>
        <w:rPr>
          <w:rFonts w:ascii="Arial" w:hAnsi="Arial" w:cs="Arial"/>
          <w:b/>
          <w:i/>
          <w:sz w:val="24"/>
          <w:szCs w:val="24"/>
        </w:rPr>
      </w:pPr>
      <w:r w:rsidRPr="00D5692B">
        <w:rPr>
          <w:rFonts w:ascii="Arial" w:hAnsi="Arial" w:cs="Arial"/>
          <w:i/>
          <w:spacing w:val="-4"/>
          <w:sz w:val="24"/>
          <w:szCs w:val="24"/>
        </w:rPr>
        <w:t>За шкалою 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5039"/>
        <w:gridCol w:w="3283"/>
      </w:tblGrid>
      <w:tr w:rsidR="007648F7" w:rsidRPr="008A6B93" w:rsidTr="00E4675B">
        <w:trPr>
          <w:trHeight w:val="277"/>
        </w:trPr>
        <w:tc>
          <w:tcPr>
            <w:tcW w:w="1417" w:type="dxa"/>
            <w:vAlign w:val="center"/>
          </w:tcPr>
          <w:p w:rsidR="007648F7" w:rsidRPr="008A6B93" w:rsidRDefault="007648F7" w:rsidP="005D04FB">
            <w:pPr>
              <w:spacing w:after="0" w:line="240" w:lineRule="auto"/>
              <w:jc w:val="center"/>
              <w:rPr>
                <w:rFonts w:ascii="Arial" w:hAnsi="Arial" w:cs="Arial"/>
                <w:spacing w:val="-4"/>
                <w:sz w:val="24"/>
                <w:szCs w:val="24"/>
              </w:rPr>
            </w:pPr>
            <w:r w:rsidRPr="008A6B93">
              <w:rPr>
                <w:rFonts w:ascii="Arial" w:hAnsi="Arial" w:cs="Arial"/>
                <w:spacing w:val="-4"/>
                <w:sz w:val="24"/>
                <w:szCs w:val="24"/>
              </w:rPr>
              <w:t xml:space="preserve">За шкалою </w:t>
            </w:r>
          </w:p>
          <w:p w:rsidR="007648F7" w:rsidRPr="008A6B93" w:rsidRDefault="007648F7" w:rsidP="005D04FB">
            <w:pPr>
              <w:spacing w:after="0" w:line="240" w:lineRule="auto"/>
              <w:jc w:val="center"/>
              <w:rPr>
                <w:rFonts w:ascii="Arial" w:hAnsi="Arial" w:cs="Arial"/>
                <w:spacing w:val="-4"/>
                <w:sz w:val="24"/>
                <w:szCs w:val="24"/>
              </w:rPr>
            </w:pPr>
            <w:r w:rsidRPr="008A6B93">
              <w:rPr>
                <w:rFonts w:ascii="Arial" w:hAnsi="Arial" w:cs="Arial"/>
                <w:spacing w:val="-4"/>
                <w:sz w:val="24"/>
                <w:szCs w:val="24"/>
              </w:rPr>
              <w:t>ECTS</w:t>
            </w:r>
          </w:p>
        </w:tc>
        <w:tc>
          <w:tcPr>
            <w:tcW w:w="5039"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За національною шкалою</w:t>
            </w:r>
          </w:p>
        </w:tc>
        <w:tc>
          <w:tcPr>
            <w:tcW w:w="3283" w:type="dxa"/>
            <w:vAlign w:val="center"/>
          </w:tcPr>
          <w:p w:rsidR="007648F7" w:rsidRPr="008A6B93" w:rsidRDefault="007648F7" w:rsidP="005D04FB">
            <w:pPr>
              <w:spacing w:after="0" w:line="240" w:lineRule="auto"/>
              <w:jc w:val="center"/>
              <w:rPr>
                <w:rFonts w:ascii="Arial" w:hAnsi="Arial" w:cs="Arial"/>
                <w:spacing w:val="-4"/>
                <w:sz w:val="24"/>
                <w:szCs w:val="24"/>
              </w:rPr>
            </w:pPr>
            <w:r w:rsidRPr="008A6B93">
              <w:rPr>
                <w:rFonts w:ascii="Arial" w:hAnsi="Arial" w:cs="Arial"/>
                <w:spacing w:val="-4"/>
                <w:sz w:val="24"/>
                <w:szCs w:val="24"/>
              </w:rPr>
              <w:t>За шкалою навчального закладу (як приклад)</w:t>
            </w:r>
          </w:p>
        </w:tc>
      </w:tr>
      <w:tr w:rsidR="007648F7" w:rsidRPr="008A6B93" w:rsidTr="00E4675B">
        <w:tc>
          <w:tcPr>
            <w:tcW w:w="1417" w:type="dxa"/>
            <w:vAlign w:val="center"/>
          </w:tcPr>
          <w:p w:rsidR="007648F7" w:rsidRPr="008A6B93" w:rsidRDefault="007648F7" w:rsidP="005D04FB">
            <w:pPr>
              <w:spacing w:after="0" w:line="240" w:lineRule="auto"/>
              <w:ind w:firstLine="34"/>
              <w:jc w:val="center"/>
              <w:rPr>
                <w:rFonts w:ascii="Arial" w:hAnsi="Arial" w:cs="Arial"/>
                <w:spacing w:val="-4"/>
                <w:sz w:val="24"/>
                <w:szCs w:val="24"/>
              </w:rPr>
            </w:pPr>
            <w:r w:rsidRPr="008A6B93">
              <w:rPr>
                <w:rFonts w:ascii="Arial" w:hAnsi="Arial" w:cs="Arial"/>
                <w:spacing w:val="-4"/>
                <w:sz w:val="24"/>
                <w:szCs w:val="24"/>
              </w:rPr>
              <w:t>А</w:t>
            </w:r>
          </w:p>
        </w:tc>
        <w:tc>
          <w:tcPr>
            <w:tcW w:w="5039" w:type="dxa"/>
            <w:vAlign w:val="center"/>
          </w:tcPr>
          <w:p w:rsidR="007648F7" w:rsidRPr="008A6B93" w:rsidRDefault="007648F7" w:rsidP="005D04FB">
            <w:pPr>
              <w:spacing w:after="0" w:line="240" w:lineRule="auto"/>
              <w:ind w:hanging="28"/>
              <w:jc w:val="center"/>
              <w:rPr>
                <w:rFonts w:ascii="Arial" w:hAnsi="Arial" w:cs="Arial"/>
                <w:spacing w:val="-4"/>
                <w:sz w:val="24"/>
                <w:szCs w:val="24"/>
              </w:rPr>
            </w:pPr>
            <w:r w:rsidRPr="008A6B93">
              <w:rPr>
                <w:rFonts w:ascii="Arial" w:hAnsi="Arial" w:cs="Arial"/>
                <w:spacing w:val="-4"/>
                <w:sz w:val="24"/>
                <w:szCs w:val="24"/>
              </w:rPr>
              <w:t>відмінно</w:t>
            </w:r>
          </w:p>
        </w:tc>
        <w:tc>
          <w:tcPr>
            <w:tcW w:w="3283"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90–100</w:t>
            </w:r>
          </w:p>
        </w:tc>
      </w:tr>
      <w:tr w:rsidR="007648F7" w:rsidRPr="008A6B93" w:rsidTr="00E4675B">
        <w:tc>
          <w:tcPr>
            <w:tcW w:w="1417" w:type="dxa"/>
            <w:vAlign w:val="center"/>
          </w:tcPr>
          <w:p w:rsidR="007648F7" w:rsidRPr="008A6B93" w:rsidRDefault="007648F7" w:rsidP="005D04FB">
            <w:pPr>
              <w:spacing w:after="0" w:line="240" w:lineRule="auto"/>
              <w:ind w:firstLine="34"/>
              <w:jc w:val="center"/>
              <w:rPr>
                <w:rFonts w:ascii="Arial" w:hAnsi="Arial" w:cs="Arial"/>
                <w:spacing w:val="-4"/>
                <w:sz w:val="24"/>
                <w:szCs w:val="24"/>
              </w:rPr>
            </w:pPr>
            <w:r w:rsidRPr="008A6B93">
              <w:rPr>
                <w:rFonts w:ascii="Arial" w:hAnsi="Arial" w:cs="Arial"/>
                <w:spacing w:val="-4"/>
                <w:sz w:val="24"/>
                <w:szCs w:val="24"/>
              </w:rPr>
              <w:t>В</w:t>
            </w:r>
          </w:p>
        </w:tc>
        <w:tc>
          <w:tcPr>
            <w:tcW w:w="5039" w:type="dxa"/>
            <w:vAlign w:val="center"/>
          </w:tcPr>
          <w:p w:rsidR="007648F7" w:rsidRPr="008A6B93" w:rsidRDefault="007648F7" w:rsidP="005D04FB">
            <w:pPr>
              <w:spacing w:after="0" w:line="240" w:lineRule="auto"/>
              <w:ind w:hanging="28"/>
              <w:jc w:val="center"/>
              <w:rPr>
                <w:rFonts w:ascii="Arial" w:hAnsi="Arial" w:cs="Arial"/>
                <w:spacing w:val="-4"/>
                <w:sz w:val="24"/>
                <w:szCs w:val="24"/>
              </w:rPr>
            </w:pPr>
            <w:r w:rsidRPr="008A6B93">
              <w:rPr>
                <w:rFonts w:ascii="Arial" w:hAnsi="Arial" w:cs="Arial"/>
                <w:spacing w:val="-4"/>
                <w:sz w:val="24"/>
                <w:szCs w:val="24"/>
              </w:rPr>
              <w:t>добре</w:t>
            </w:r>
          </w:p>
        </w:tc>
        <w:tc>
          <w:tcPr>
            <w:tcW w:w="3283"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83-89</w:t>
            </w:r>
          </w:p>
        </w:tc>
      </w:tr>
      <w:tr w:rsidR="007648F7" w:rsidRPr="008A6B93" w:rsidTr="00E4675B">
        <w:tc>
          <w:tcPr>
            <w:tcW w:w="1417" w:type="dxa"/>
            <w:vAlign w:val="center"/>
          </w:tcPr>
          <w:p w:rsidR="007648F7" w:rsidRPr="008A6B93" w:rsidRDefault="007648F7" w:rsidP="005D04FB">
            <w:pPr>
              <w:spacing w:after="0" w:line="240" w:lineRule="auto"/>
              <w:ind w:firstLine="34"/>
              <w:jc w:val="center"/>
              <w:rPr>
                <w:rFonts w:ascii="Arial" w:hAnsi="Arial" w:cs="Arial"/>
                <w:spacing w:val="-4"/>
                <w:sz w:val="24"/>
                <w:szCs w:val="24"/>
              </w:rPr>
            </w:pPr>
            <w:r w:rsidRPr="008A6B93">
              <w:rPr>
                <w:rFonts w:ascii="Arial" w:hAnsi="Arial" w:cs="Arial"/>
                <w:spacing w:val="-4"/>
                <w:sz w:val="24"/>
                <w:szCs w:val="24"/>
              </w:rPr>
              <w:t>С</w:t>
            </w:r>
          </w:p>
        </w:tc>
        <w:tc>
          <w:tcPr>
            <w:tcW w:w="5039" w:type="dxa"/>
            <w:vAlign w:val="center"/>
          </w:tcPr>
          <w:p w:rsidR="007648F7" w:rsidRPr="008A6B93" w:rsidRDefault="007648F7" w:rsidP="005D04FB">
            <w:pPr>
              <w:spacing w:after="0" w:line="240" w:lineRule="auto"/>
              <w:ind w:hanging="28"/>
              <w:jc w:val="center"/>
              <w:rPr>
                <w:rFonts w:ascii="Arial" w:hAnsi="Arial" w:cs="Arial"/>
                <w:spacing w:val="-4"/>
                <w:sz w:val="24"/>
                <w:szCs w:val="24"/>
              </w:rPr>
            </w:pPr>
            <w:r w:rsidRPr="008A6B93">
              <w:rPr>
                <w:rFonts w:ascii="Arial" w:hAnsi="Arial" w:cs="Arial"/>
                <w:spacing w:val="-4"/>
                <w:sz w:val="24"/>
                <w:szCs w:val="24"/>
              </w:rPr>
              <w:t>добре</w:t>
            </w:r>
          </w:p>
        </w:tc>
        <w:tc>
          <w:tcPr>
            <w:tcW w:w="3283"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74-82</w:t>
            </w:r>
          </w:p>
        </w:tc>
      </w:tr>
      <w:tr w:rsidR="007648F7" w:rsidRPr="008A6B93" w:rsidTr="00E4675B">
        <w:tc>
          <w:tcPr>
            <w:tcW w:w="1417" w:type="dxa"/>
            <w:vAlign w:val="center"/>
          </w:tcPr>
          <w:p w:rsidR="007648F7" w:rsidRPr="008A6B93" w:rsidRDefault="007648F7" w:rsidP="005D04FB">
            <w:pPr>
              <w:spacing w:after="0" w:line="240" w:lineRule="auto"/>
              <w:ind w:firstLine="34"/>
              <w:jc w:val="center"/>
              <w:rPr>
                <w:rFonts w:ascii="Arial" w:hAnsi="Arial" w:cs="Arial"/>
                <w:spacing w:val="-4"/>
                <w:sz w:val="24"/>
                <w:szCs w:val="24"/>
              </w:rPr>
            </w:pPr>
            <w:r w:rsidRPr="008A6B93">
              <w:rPr>
                <w:rFonts w:ascii="Arial" w:hAnsi="Arial" w:cs="Arial"/>
                <w:spacing w:val="-4"/>
                <w:sz w:val="24"/>
                <w:szCs w:val="24"/>
              </w:rPr>
              <w:t>D</w:t>
            </w:r>
          </w:p>
        </w:tc>
        <w:tc>
          <w:tcPr>
            <w:tcW w:w="5039" w:type="dxa"/>
            <w:vAlign w:val="center"/>
          </w:tcPr>
          <w:p w:rsidR="007648F7" w:rsidRPr="008A6B93" w:rsidRDefault="007648F7" w:rsidP="005D04FB">
            <w:pPr>
              <w:spacing w:after="0" w:line="240" w:lineRule="auto"/>
              <w:ind w:hanging="28"/>
              <w:jc w:val="center"/>
              <w:rPr>
                <w:rFonts w:ascii="Arial" w:hAnsi="Arial" w:cs="Arial"/>
                <w:spacing w:val="-4"/>
                <w:sz w:val="24"/>
                <w:szCs w:val="24"/>
              </w:rPr>
            </w:pPr>
            <w:r w:rsidRPr="008A6B93">
              <w:rPr>
                <w:rFonts w:ascii="Arial" w:hAnsi="Arial" w:cs="Arial"/>
                <w:spacing w:val="-4"/>
                <w:sz w:val="24"/>
                <w:szCs w:val="24"/>
              </w:rPr>
              <w:t>задовільно</w:t>
            </w:r>
          </w:p>
        </w:tc>
        <w:tc>
          <w:tcPr>
            <w:tcW w:w="3283"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64-73</w:t>
            </w:r>
          </w:p>
        </w:tc>
      </w:tr>
      <w:tr w:rsidR="007648F7" w:rsidRPr="008A6B93" w:rsidTr="00E4675B">
        <w:tc>
          <w:tcPr>
            <w:tcW w:w="1417" w:type="dxa"/>
            <w:vAlign w:val="center"/>
          </w:tcPr>
          <w:p w:rsidR="007648F7" w:rsidRPr="008A6B93" w:rsidRDefault="007648F7" w:rsidP="005D04FB">
            <w:pPr>
              <w:spacing w:after="0" w:line="240" w:lineRule="auto"/>
              <w:ind w:firstLine="34"/>
              <w:jc w:val="center"/>
              <w:rPr>
                <w:rFonts w:ascii="Arial" w:hAnsi="Arial" w:cs="Arial"/>
                <w:spacing w:val="-4"/>
                <w:sz w:val="24"/>
                <w:szCs w:val="24"/>
              </w:rPr>
            </w:pPr>
            <w:r w:rsidRPr="008A6B93">
              <w:rPr>
                <w:rFonts w:ascii="Arial" w:hAnsi="Arial" w:cs="Arial"/>
                <w:spacing w:val="-4"/>
                <w:sz w:val="24"/>
                <w:szCs w:val="24"/>
              </w:rPr>
              <w:t>E</w:t>
            </w:r>
          </w:p>
        </w:tc>
        <w:tc>
          <w:tcPr>
            <w:tcW w:w="5039" w:type="dxa"/>
            <w:vAlign w:val="center"/>
          </w:tcPr>
          <w:p w:rsidR="007648F7" w:rsidRPr="008A6B93" w:rsidRDefault="007648F7" w:rsidP="005D04FB">
            <w:pPr>
              <w:spacing w:after="0" w:line="240" w:lineRule="auto"/>
              <w:ind w:hanging="28"/>
              <w:jc w:val="center"/>
              <w:rPr>
                <w:rFonts w:ascii="Arial" w:hAnsi="Arial" w:cs="Arial"/>
                <w:spacing w:val="-4"/>
                <w:sz w:val="24"/>
                <w:szCs w:val="24"/>
              </w:rPr>
            </w:pPr>
            <w:r w:rsidRPr="008A6B93">
              <w:rPr>
                <w:rFonts w:ascii="Arial" w:hAnsi="Arial" w:cs="Arial"/>
                <w:spacing w:val="-4"/>
                <w:sz w:val="24"/>
                <w:szCs w:val="24"/>
              </w:rPr>
              <w:t>задовільно</w:t>
            </w:r>
          </w:p>
        </w:tc>
        <w:tc>
          <w:tcPr>
            <w:tcW w:w="3283"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60–63</w:t>
            </w:r>
          </w:p>
        </w:tc>
      </w:tr>
      <w:tr w:rsidR="007648F7" w:rsidRPr="008A6B93" w:rsidTr="00E4675B">
        <w:trPr>
          <w:trHeight w:val="418"/>
        </w:trPr>
        <w:tc>
          <w:tcPr>
            <w:tcW w:w="1417" w:type="dxa"/>
            <w:vAlign w:val="center"/>
          </w:tcPr>
          <w:p w:rsidR="007648F7" w:rsidRPr="008A6B93" w:rsidRDefault="007648F7" w:rsidP="005D04FB">
            <w:pPr>
              <w:spacing w:after="0" w:line="240" w:lineRule="auto"/>
              <w:ind w:firstLine="34"/>
              <w:jc w:val="center"/>
              <w:rPr>
                <w:rFonts w:ascii="Arial" w:hAnsi="Arial" w:cs="Arial"/>
                <w:spacing w:val="-4"/>
                <w:sz w:val="24"/>
                <w:szCs w:val="24"/>
              </w:rPr>
            </w:pPr>
            <w:r w:rsidRPr="008A6B93">
              <w:rPr>
                <w:rFonts w:ascii="Arial" w:hAnsi="Arial" w:cs="Arial"/>
                <w:spacing w:val="-4"/>
                <w:sz w:val="24"/>
                <w:szCs w:val="24"/>
              </w:rPr>
              <w:t>FX</w:t>
            </w:r>
          </w:p>
        </w:tc>
        <w:tc>
          <w:tcPr>
            <w:tcW w:w="5039" w:type="dxa"/>
            <w:vAlign w:val="center"/>
          </w:tcPr>
          <w:p w:rsidR="007648F7" w:rsidRPr="008A6B93" w:rsidRDefault="007648F7" w:rsidP="00197F4F">
            <w:pPr>
              <w:spacing w:after="0" w:line="240" w:lineRule="auto"/>
              <w:ind w:hanging="28"/>
              <w:jc w:val="center"/>
              <w:rPr>
                <w:rFonts w:ascii="Arial" w:hAnsi="Arial" w:cs="Arial"/>
                <w:spacing w:val="-4"/>
                <w:sz w:val="24"/>
                <w:szCs w:val="24"/>
              </w:rPr>
            </w:pPr>
            <w:r w:rsidRPr="008A6B93">
              <w:rPr>
                <w:rFonts w:ascii="Arial" w:hAnsi="Arial" w:cs="Arial"/>
                <w:spacing w:val="-4"/>
                <w:sz w:val="24"/>
                <w:szCs w:val="24"/>
              </w:rPr>
              <w:t xml:space="preserve">незадовільно </w:t>
            </w:r>
          </w:p>
        </w:tc>
        <w:tc>
          <w:tcPr>
            <w:tcW w:w="3283" w:type="dxa"/>
            <w:vAlign w:val="center"/>
          </w:tcPr>
          <w:p w:rsidR="007648F7" w:rsidRPr="008A6B93" w:rsidRDefault="007648F7" w:rsidP="005D04FB">
            <w:pPr>
              <w:tabs>
                <w:tab w:val="left" w:pos="851"/>
              </w:tabs>
              <w:spacing w:after="0" w:line="240" w:lineRule="auto"/>
              <w:jc w:val="center"/>
              <w:rPr>
                <w:rFonts w:ascii="Arial" w:hAnsi="Arial" w:cs="Arial"/>
                <w:spacing w:val="-4"/>
                <w:sz w:val="24"/>
                <w:szCs w:val="24"/>
              </w:rPr>
            </w:pPr>
            <w:r w:rsidRPr="008A6B93">
              <w:rPr>
                <w:rFonts w:ascii="Arial" w:hAnsi="Arial" w:cs="Arial"/>
                <w:spacing w:val="-4"/>
                <w:sz w:val="24"/>
                <w:szCs w:val="24"/>
              </w:rPr>
              <w:t>Менше 60</w:t>
            </w:r>
          </w:p>
        </w:tc>
      </w:tr>
    </w:tbl>
    <w:p w:rsidR="007648F7" w:rsidRDefault="007648F7" w:rsidP="0010382D">
      <w:pPr>
        <w:pStyle w:val="a"/>
        <w:shd w:val="clear" w:color="auto" w:fill="FFFFFF"/>
        <w:spacing w:line="240" w:lineRule="auto"/>
        <w:jc w:val="center"/>
        <w:rPr>
          <w:rFonts w:cs="Arial"/>
          <w:lang w:val="uk-UA"/>
        </w:rPr>
      </w:pPr>
    </w:p>
    <w:p w:rsidR="007648F7" w:rsidRDefault="007648F7" w:rsidP="0010382D">
      <w:pPr>
        <w:pStyle w:val="a"/>
        <w:shd w:val="clear" w:color="auto" w:fill="FFFFFF"/>
        <w:spacing w:line="240" w:lineRule="auto"/>
        <w:jc w:val="center"/>
        <w:rPr>
          <w:rFonts w:cs="Arial"/>
          <w:lang w:val="uk-UA"/>
        </w:rPr>
      </w:pPr>
    </w:p>
    <w:p w:rsidR="007648F7" w:rsidRPr="000D3F15" w:rsidRDefault="007648F7" w:rsidP="0010382D">
      <w:pPr>
        <w:pStyle w:val="a"/>
        <w:shd w:val="clear" w:color="auto" w:fill="FFFFFF"/>
        <w:spacing w:line="240" w:lineRule="auto"/>
        <w:jc w:val="center"/>
        <w:rPr>
          <w:rFonts w:cs="Arial"/>
          <w:lang w:val="uk-UA"/>
        </w:rPr>
      </w:pPr>
    </w:p>
    <w:p w:rsidR="007648F7" w:rsidRPr="000D3F15" w:rsidRDefault="007648F7" w:rsidP="0010382D">
      <w:pPr>
        <w:pStyle w:val="a"/>
        <w:shd w:val="clear" w:color="auto" w:fill="FFFFFF"/>
        <w:spacing w:line="240" w:lineRule="auto"/>
        <w:jc w:val="center"/>
        <w:rPr>
          <w:rFonts w:cs="Arial"/>
          <w:lang w:val="uk-UA"/>
        </w:rPr>
      </w:pPr>
    </w:p>
    <w:p w:rsidR="007648F7" w:rsidRPr="000D3F15" w:rsidRDefault="007648F7" w:rsidP="0010382D">
      <w:pPr>
        <w:pStyle w:val="a"/>
        <w:shd w:val="clear" w:color="auto" w:fill="FFFFFF"/>
        <w:spacing w:line="240" w:lineRule="auto"/>
        <w:jc w:val="center"/>
        <w:rPr>
          <w:rFonts w:cs="Arial"/>
        </w:rPr>
      </w:pPr>
      <w:r w:rsidRPr="000D3F15">
        <w:rPr>
          <w:rFonts w:cs="Arial"/>
          <w:b/>
          <w:caps/>
          <w:sz w:val="24"/>
        </w:rPr>
        <w:t>ІІІ. Форма проведення вступного</w:t>
      </w:r>
      <w:r>
        <w:rPr>
          <w:rFonts w:cs="Arial"/>
          <w:b/>
          <w:caps/>
          <w:sz w:val="24"/>
          <w:lang w:val="uk-UA"/>
        </w:rPr>
        <w:t xml:space="preserve"> ІСПИТУ</w:t>
      </w:r>
      <w:r w:rsidRPr="000D3F15">
        <w:rPr>
          <w:rFonts w:cs="Arial"/>
          <w:b/>
          <w:caps/>
          <w:sz w:val="24"/>
        </w:rPr>
        <w:t>, структура завдань</w:t>
      </w:r>
    </w:p>
    <w:p w:rsidR="007648F7" w:rsidRDefault="007648F7" w:rsidP="0010382D">
      <w:pPr>
        <w:pStyle w:val="a"/>
        <w:shd w:val="clear" w:color="auto" w:fill="FFFFFF"/>
        <w:spacing w:line="240" w:lineRule="auto"/>
        <w:ind w:firstLine="567"/>
        <w:rPr>
          <w:rFonts w:cs="Arial"/>
          <w:sz w:val="24"/>
          <w:lang w:val="uk-UA"/>
        </w:rPr>
      </w:pPr>
    </w:p>
    <w:p w:rsidR="007648F7" w:rsidRPr="000D3F15" w:rsidRDefault="007648F7" w:rsidP="0010382D">
      <w:pPr>
        <w:pStyle w:val="a"/>
        <w:shd w:val="clear" w:color="auto" w:fill="FFFFFF"/>
        <w:spacing w:line="240" w:lineRule="auto"/>
        <w:ind w:firstLine="567"/>
        <w:rPr>
          <w:rFonts w:cs="Arial"/>
        </w:rPr>
      </w:pPr>
      <w:r w:rsidRPr="000D3F15">
        <w:rPr>
          <w:rFonts w:cs="Arial"/>
          <w:sz w:val="24"/>
          <w:lang w:val="uk-UA"/>
        </w:rPr>
        <w:t>Екзамен</w:t>
      </w:r>
      <w:r>
        <w:rPr>
          <w:rFonts w:cs="Arial"/>
          <w:sz w:val="24"/>
          <w:lang w:val="uk-UA"/>
        </w:rPr>
        <w:t xml:space="preserve"> з географії проводиться у письмовій</w:t>
      </w:r>
      <w:r w:rsidRPr="000D3F15">
        <w:rPr>
          <w:rFonts w:cs="Arial"/>
          <w:sz w:val="24"/>
          <w:lang w:val="uk-UA"/>
        </w:rPr>
        <w:t xml:space="preserve"> формі. </w:t>
      </w:r>
    </w:p>
    <w:p w:rsidR="007648F7" w:rsidRPr="000D3F15" w:rsidRDefault="007648F7" w:rsidP="0010382D">
      <w:pPr>
        <w:pStyle w:val="a"/>
        <w:shd w:val="clear" w:color="auto" w:fill="FFFFFF"/>
        <w:spacing w:line="240" w:lineRule="auto"/>
        <w:ind w:firstLine="567"/>
        <w:rPr>
          <w:rFonts w:cs="Arial"/>
        </w:rPr>
      </w:pPr>
      <w:r w:rsidRPr="000D3F15">
        <w:rPr>
          <w:rFonts w:cs="Arial"/>
          <w:sz w:val="24"/>
          <w:lang w:val="uk-UA"/>
        </w:rPr>
        <w:t xml:space="preserve">Кожен екзаменаційний білет включає три питання теоретичного змісту </w:t>
      </w:r>
      <w:r>
        <w:rPr>
          <w:rFonts w:cs="Arial"/>
          <w:sz w:val="24"/>
          <w:lang w:val="uk-UA"/>
        </w:rPr>
        <w:t>та 10 тестових завдань і</w:t>
      </w:r>
      <w:r w:rsidRPr="000D3F15">
        <w:rPr>
          <w:rFonts w:cs="Arial"/>
          <w:sz w:val="24"/>
          <w:lang w:val="uk-UA"/>
        </w:rPr>
        <w:t>з дисциплін, питання яких винесені на екзамен.</w:t>
      </w:r>
    </w:p>
    <w:p w:rsidR="007648F7" w:rsidRDefault="007648F7" w:rsidP="0010382D">
      <w:pPr>
        <w:pStyle w:val="a"/>
        <w:shd w:val="clear" w:color="auto" w:fill="FFFFFF"/>
        <w:spacing w:line="240" w:lineRule="auto"/>
        <w:ind w:firstLine="567"/>
        <w:rPr>
          <w:rFonts w:cs="Arial"/>
          <w:sz w:val="24"/>
          <w:lang w:val="uk-UA"/>
        </w:rPr>
      </w:pPr>
      <w:r>
        <w:rPr>
          <w:rFonts w:cs="Arial"/>
          <w:sz w:val="24"/>
          <w:lang w:val="uk-UA"/>
        </w:rPr>
        <w:t xml:space="preserve">Приклад завдання для вступних іспитів: </w:t>
      </w: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Default="007648F7" w:rsidP="0010382D">
      <w:pPr>
        <w:pStyle w:val="a"/>
        <w:shd w:val="clear" w:color="auto" w:fill="FFFFFF"/>
        <w:spacing w:line="240" w:lineRule="auto"/>
        <w:ind w:firstLine="567"/>
        <w:rPr>
          <w:rFonts w:cs="Arial"/>
          <w:lang w:val="uk-UA"/>
        </w:rPr>
      </w:pPr>
    </w:p>
    <w:p w:rsidR="007648F7" w:rsidRPr="002C6A25" w:rsidRDefault="007648F7" w:rsidP="0010382D">
      <w:pPr>
        <w:spacing w:after="0"/>
        <w:jc w:val="center"/>
        <w:rPr>
          <w:rFonts w:ascii="Arial" w:hAnsi="Arial" w:cs="Arial"/>
          <w:sz w:val="24"/>
          <w:szCs w:val="24"/>
        </w:rPr>
      </w:pPr>
      <w:r w:rsidRPr="002C6A25">
        <w:rPr>
          <w:rFonts w:ascii="Arial" w:hAnsi="Arial" w:cs="Arial"/>
          <w:sz w:val="24"/>
          <w:szCs w:val="24"/>
        </w:rPr>
        <w:t>Міністерство освіти і науки України</w:t>
      </w:r>
    </w:p>
    <w:p w:rsidR="007648F7" w:rsidRPr="002C6A25" w:rsidRDefault="007648F7" w:rsidP="0010382D">
      <w:pPr>
        <w:spacing w:after="0"/>
        <w:jc w:val="center"/>
        <w:rPr>
          <w:rFonts w:ascii="Arial" w:hAnsi="Arial" w:cs="Arial"/>
          <w:sz w:val="24"/>
          <w:szCs w:val="24"/>
        </w:rPr>
      </w:pPr>
      <w:r w:rsidRPr="002C6A25">
        <w:rPr>
          <w:rFonts w:ascii="Arial" w:hAnsi="Arial" w:cs="Arial"/>
          <w:sz w:val="24"/>
          <w:szCs w:val="24"/>
        </w:rPr>
        <w:t>Ніжинський державний університет імені Миколи Гоголя</w:t>
      </w:r>
    </w:p>
    <w:p w:rsidR="007648F7" w:rsidRPr="002C6A25" w:rsidRDefault="007648F7" w:rsidP="0010382D">
      <w:pPr>
        <w:spacing w:after="0"/>
        <w:jc w:val="center"/>
        <w:rPr>
          <w:rFonts w:ascii="Arial" w:hAnsi="Arial" w:cs="Arial"/>
          <w:sz w:val="24"/>
          <w:szCs w:val="24"/>
        </w:rPr>
      </w:pPr>
      <w:r>
        <w:rPr>
          <w:rFonts w:ascii="Arial" w:hAnsi="Arial" w:cs="Arial"/>
          <w:sz w:val="24"/>
          <w:szCs w:val="24"/>
        </w:rPr>
        <w:t xml:space="preserve">Факультет </w:t>
      </w:r>
      <w:r w:rsidRPr="00E43F7D">
        <w:rPr>
          <w:rFonts w:ascii="Arial" w:hAnsi="Arial" w:cs="Arial"/>
          <w:sz w:val="24"/>
          <w:szCs w:val="24"/>
          <w:u w:val="single"/>
        </w:rPr>
        <w:t>природничо-географічний</w:t>
      </w:r>
    </w:p>
    <w:p w:rsidR="007648F7" w:rsidRPr="002C6A25" w:rsidRDefault="007648F7" w:rsidP="0010382D">
      <w:pPr>
        <w:spacing w:after="0" w:line="240" w:lineRule="auto"/>
        <w:rPr>
          <w:rFonts w:ascii="Arial" w:hAnsi="Arial" w:cs="Arial"/>
          <w:b/>
          <w:sz w:val="24"/>
          <w:szCs w:val="24"/>
        </w:rPr>
      </w:pP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rPr>
        <w:tab/>
      </w:r>
      <w:r w:rsidRPr="002C6A25">
        <w:rPr>
          <w:rFonts w:ascii="Arial" w:hAnsi="Arial" w:cs="Arial"/>
          <w:b/>
          <w:sz w:val="24"/>
          <w:szCs w:val="24"/>
          <w:lang w:val="ru-RU"/>
        </w:rPr>
        <w:tab/>
      </w:r>
      <w:r w:rsidRPr="002C6A25">
        <w:rPr>
          <w:rFonts w:ascii="Arial" w:hAnsi="Arial" w:cs="Arial"/>
          <w:b/>
          <w:sz w:val="24"/>
          <w:szCs w:val="24"/>
          <w:lang w:val="ru-RU"/>
        </w:rPr>
        <w:tab/>
      </w:r>
      <w:r w:rsidRPr="002C6A25">
        <w:rPr>
          <w:rFonts w:ascii="Arial" w:hAnsi="Arial" w:cs="Arial"/>
          <w:b/>
          <w:sz w:val="24"/>
          <w:szCs w:val="24"/>
          <w:lang w:val="ru-RU"/>
        </w:rPr>
        <w:tab/>
      </w:r>
    </w:p>
    <w:p w:rsidR="007648F7" w:rsidRPr="003C414F" w:rsidRDefault="007648F7" w:rsidP="0010382D">
      <w:pPr>
        <w:spacing w:after="0" w:line="240" w:lineRule="auto"/>
        <w:ind w:left="4248" w:firstLine="708"/>
        <w:rPr>
          <w:rFonts w:ascii="Arial" w:hAnsi="Arial" w:cs="Arial"/>
          <w:sz w:val="24"/>
          <w:szCs w:val="24"/>
        </w:rPr>
      </w:pPr>
      <w:r w:rsidRPr="003C414F">
        <w:rPr>
          <w:rFonts w:ascii="Arial" w:hAnsi="Arial" w:cs="Arial"/>
          <w:sz w:val="24"/>
          <w:szCs w:val="24"/>
        </w:rPr>
        <w:t>«ЗАТВЕРДЖУЮ»</w:t>
      </w:r>
    </w:p>
    <w:p w:rsidR="007648F7" w:rsidRDefault="007648F7" w:rsidP="0010382D">
      <w:pPr>
        <w:spacing w:after="0" w:line="240" w:lineRule="auto"/>
        <w:ind w:left="4248"/>
        <w:jc w:val="right"/>
        <w:rPr>
          <w:rFonts w:ascii="Arial" w:hAnsi="Arial" w:cs="Arial"/>
          <w:sz w:val="24"/>
          <w:szCs w:val="24"/>
        </w:rPr>
      </w:pPr>
      <w:r w:rsidRPr="003C414F">
        <w:rPr>
          <w:rFonts w:ascii="Arial" w:hAnsi="Arial" w:cs="Arial"/>
          <w:sz w:val="24"/>
          <w:szCs w:val="24"/>
        </w:rPr>
        <w:t xml:space="preserve">Голова </w:t>
      </w:r>
      <w:r>
        <w:rPr>
          <w:rFonts w:ascii="Arial" w:hAnsi="Arial" w:cs="Arial"/>
          <w:sz w:val="24"/>
          <w:szCs w:val="24"/>
        </w:rPr>
        <w:t>приймальної</w:t>
      </w:r>
      <w:r w:rsidRPr="003C414F">
        <w:rPr>
          <w:rFonts w:ascii="Arial" w:hAnsi="Arial" w:cs="Arial"/>
          <w:sz w:val="24"/>
          <w:szCs w:val="24"/>
        </w:rPr>
        <w:t xml:space="preserve"> комісії </w:t>
      </w:r>
    </w:p>
    <w:p w:rsidR="007648F7" w:rsidRDefault="007648F7" w:rsidP="0010382D">
      <w:pPr>
        <w:spacing w:after="0" w:line="240" w:lineRule="auto"/>
        <w:ind w:left="4248"/>
        <w:jc w:val="right"/>
        <w:rPr>
          <w:rFonts w:ascii="Arial" w:hAnsi="Arial" w:cs="Arial"/>
          <w:sz w:val="24"/>
          <w:szCs w:val="24"/>
        </w:rPr>
      </w:pPr>
      <w:r>
        <w:rPr>
          <w:rFonts w:ascii="Arial" w:hAnsi="Arial" w:cs="Arial"/>
          <w:sz w:val="24"/>
          <w:szCs w:val="24"/>
        </w:rPr>
        <w:t xml:space="preserve">                               НДУ імені Миколи Гоголя</w:t>
      </w:r>
      <w:r w:rsidRPr="003C414F">
        <w:rPr>
          <w:rFonts w:ascii="Arial" w:hAnsi="Arial" w:cs="Arial"/>
          <w:sz w:val="24"/>
          <w:szCs w:val="24"/>
        </w:rPr>
        <w:tab/>
        <w:t>_______________________(ПІБ)</w:t>
      </w:r>
    </w:p>
    <w:p w:rsidR="007648F7" w:rsidRDefault="007648F7" w:rsidP="0010382D">
      <w:pPr>
        <w:spacing w:after="0" w:line="240" w:lineRule="auto"/>
        <w:ind w:left="4248"/>
        <w:jc w:val="right"/>
        <w:rPr>
          <w:rFonts w:ascii="Arial" w:hAnsi="Arial" w:cs="Arial"/>
          <w:sz w:val="24"/>
          <w:szCs w:val="24"/>
        </w:rPr>
      </w:pPr>
    </w:p>
    <w:p w:rsidR="007648F7" w:rsidRDefault="007648F7" w:rsidP="0010382D">
      <w:pPr>
        <w:spacing w:after="0" w:line="240" w:lineRule="auto"/>
        <w:ind w:left="4248"/>
        <w:jc w:val="right"/>
        <w:rPr>
          <w:rFonts w:ascii="Arial" w:hAnsi="Arial" w:cs="Arial"/>
          <w:sz w:val="24"/>
          <w:szCs w:val="24"/>
        </w:rPr>
      </w:pPr>
      <w:r w:rsidRPr="003C414F">
        <w:rPr>
          <w:rFonts w:ascii="Arial" w:hAnsi="Arial" w:cs="Arial"/>
          <w:sz w:val="24"/>
          <w:szCs w:val="24"/>
        </w:rPr>
        <w:t xml:space="preserve"> «____»________201</w:t>
      </w:r>
      <w:r w:rsidRPr="003C414F">
        <w:rPr>
          <w:rFonts w:ascii="Arial" w:hAnsi="Arial" w:cs="Arial"/>
          <w:sz w:val="24"/>
          <w:szCs w:val="24"/>
          <w:lang w:val="ru-RU"/>
        </w:rPr>
        <w:t>6</w:t>
      </w:r>
      <w:r w:rsidRPr="003C414F">
        <w:rPr>
          <w:rFonts w:ascii="Arial" w:hAnsi="Arial" w:cs="Arial"/>
          <w:sz w:val="24"/>
          <w:szCs w:val="24"/>
        </w:rPr>
        <w:t>р.</w:t>
      </w:r>
    </w:p>
    <w:p w:rsidR="007648F7" w:rsidRPr="002C6A25" w:rsidRDefault="007648F7" w:rsidP="0010382D">
      <w:pPr>
        <w:spacing w:after="0" w:line="240" w:lineRule="auto"/>
        <w:ind w:left="4248"/>
        <w:jc w:val="right"/>
        <w:rPr>
          <w:rFonts w:ascii="Arial" w:hAnsi="Arial" w:cs="Arial"/>
          <w:b/>
          <w:sz w:val="24"/>
          <w:szCs w:val="24"/>
        </w:rPr>
      </w:pPr>
    </w:p>
    <w:p w:rsidR="007648F7" w:rsidRPr="002C6A25" w:rsidRDefault="007648F7" w:rsidP="0010382D">
      <w:pPr>
        <w:spacing w:after="0"/>
        <w:ind w:left="5103"/>
        <w:jc w:val="right"/>
        <w:rPr>
          <w:rFonts w:ascii="Arial" w:hAnsi="Arial" w:cs="Arial"/>
          <w:sz w:val="24"/>
          <w:szCs w:val="24"/>
        </w:rPr>
      </w:pPr>
    </w:p>
    <w:p w:rsidR="007648F7" w:rsidRDefault="007648F7" w:rsidP="0010382D">
      <w:pPr>
        <w:spacing w:after="0"/>
        <w:jc w:val="center"/>
        <w:rPr>
          <w:rFonts w:ascii="Arial" w:hAnsi="Arial" w:cs="Arial"/>
          <w:b/>
          <w:sz w:val="24"/>
          <w:szCs w:val="24"/>
        </w:rPr>
      </w:pPr>
      <w:r>
        <w:rPr>
          <w:rFonts w:ascii="Arial" w:hAnsi="Arial" w:cs="Arial"/>
          <w:b/>
          <w:sz w:val="24"/>
          <w:szCs w:val="24"/>
        </w:rPr>
        <w:t>Завдання для вступних випробувань з географії</w:t>
      </w:r>
    </w:p>
    <w:p w:rsidR="007648F7" w:rsidRPr="002C6A25" w:rsidRDefault="007648F7" w:rsidP="0010382D">
      <w:pPr>
        <w:tabs>
          <w:tab w:val="left" w:pos="1260"/>
        </w:tabs>
        <w:spacing w:after="0"/>
        <w:jc w:val="center"/>
        <w:rPr>
          <w:rFonts w:ascii="Arial" w:hAnsi="Arial" w:cs="Arial"/>
          <w:sz w:val="24"/>
          <w:szCs w:val="24"/>
        </w:rPr>
      </w:pPr>
      <w:r w:rsidRPr="002C6A25">
        <w:rPr>
          <w:rFonts w:ascii="Arial" w:hAnsi="Arial" w:cs="Arial"/>
          <w:sz w:val="24"/>
          <w:szCs w:val="24"/>
        </w:rPr>
        <w:t>Галузь</w:t>
      </w:r>
      <w:r>
        <w:rPr>
          <w:rFonts w:ascii="Arial" w:hAnsi="Arial" w:cs="Arial"/>
          <w:sz w:val="24"/>
          <w:szCs w:val="24"/>
        </w:rPr>
        <w:t xml:space="preserve"> знань: 10 </w:t>
      </w:r>
      <w:r w:rsidRPr="00FD4A05">
        <w:rPr>
          <w:rFonts w:ascii="Arial" w:hAnsi="Arial" w:cs="Arial"/>
          <w:sz w:val="24"/>
          <w:szCs w:val="24"/>
          <w:u w:val="single"/>
        </w:rPr>
        <w:t>Природничі науки</w:t>
      </w:r>
    </w:p>
    <w:p w:rsidR="007648F7" w:rsidRPr="002C6A25" w:rsidRDefault="007648F7" w:rsidP="0010382D">
      <w:pPr>
        <w:tabs>
          <w:tab w:val="left" w:pos="1260"/>
        </w:tabs>
        <w:spacing w:after="0"/>
        <w:jc w:val="center"/>
        <w:rPr>
          <w:rFonts w:ascii="Arial" w:hAnsi="Arial" w:cs="Arial"/>
          <w:sz w:val="24"/>
          <w:szCs w:val="24"/>
        </w:rPr>
      </w:pPr>
      <w:r w:rsidRPr="002C6A25">
        <w:rPr>
          <w:rFonts w:ascii="Arial" w:hAnsi="Arial" w:cs="Arial"/>
          <w:sz w:val="24"/>
          <w:szCs w:val="24"/>
        </w:rPr>
        <w:t>Напрям підготовки (спеціальність)</w:t>
      </w:r>
      <w:r>
        <w:rPr>
          <w:rFonts w:ascii="Arial" w:hAnsi="Arial" w:cs="Arial"/>
          <w:sz w:val="24"/>
          <w:szCs w:val="24"/>
        </w:rPr>
        <w:t>: 103</w:t>
      </w:r>
      <w:r>
        <w:rPr>
          <w:rFonts w:ascii="Arial" w:hAnsi="Arial" w:cs="Arial"/>
          <w:sz w:val="24"/>
          <w:szCs w:val="24"/>
          <w:u w:val="single"/>
        </w:rPr>
        <w:t>Науки про Землю (рекреаційна географія і туризм, економічна та соціальна географія)</w:t>
      </w:r>
    </w:p>
    <w:p w:rsidR="007648F7" w:rsidRDefault="007648F7" w:rsidP="0010382D">
      <w:pPr>
        <w:spacing w:after="0"/>
        <w:jc w:val="center"/>
        <w:rPr>
          <w:rFonts w:ascii="Arial" w:hAnsi="Arial" w:cs="Arial"/>
          <w:sz w:val="24"/>
          <w:szCs w:val="24"/>
          <w:u w:val="single"/>
        </w:rPr>
      </w:pPr>
      <w:r w:rsidRPr="002C6A25">
        <w:rPr>
          <w:rFonts w:ascii="Arial" w:hAnsi="Arial" w:cs="Arial"/>
          <w:sz w:val="24"/>
          <w:szCs w:val="24"/>
        </w:rPr>
        <w:t>Форма навчання</w:t>
      </w:r>
      <w:r>
        <w:rPr>
          <w:rFonts w:ascii="Arial" w:hAnsi="Arial" w:cs="Arial"/>
          <w:sz w:val="24"/>
          <w:szCs w:val="24"/>
        </w:rPr>
        <w:t xml:space="preserve">: </w:t>
      </w:r>
      <w:r w:rsidRPr="003C414F">
        <w:rPr>
          <w:rFonts w:ascii="Arial" w:hAnsi="Arial" w:cs="Arial"/>
          <w:sz w:val="24"/>
          <w:szCs w:val="24"/>
          <w:u w:val="single"/>
        </w:rPr>
        <w:t>денна</w:t>
      </w:r>
      <w:r>
        <w:rPr>
          <w:rFonts w:ascii="Arial" w:hAnsi="Arial" w:cs="Arial"/>
          <w:sz w:val="24"/>
          <w:szCs w:val="24"/>
          <w:u w:val="single"/>
        </w:rPr>
        <w:t>, заочна</w:t>
      </w:r>
    </w:p>
    <w:p w:rsidR="007648F7" w:rsidRPr="002C6A25" w:rsidRDefault="007648F7" w:rsidP="0010382D">
      <w:pPr>
        <w:spacing w:after="0"/>
        <w:jc w:val="center"/>
        <w:rPr>
          <w:rFonts w:ascii="Arial" w:hAnsi="Arial" w:cs="Arial"/>
          <w:sz w:val="24"/>
          <w:szCs w:val="24"/>
        </w:rPr>
      </w:pPr>
      <w:r>
        <w:rPr>
          <w:rFonts w:ascii="Arial" w:hAnsi="Arial" w:cs="Arial"/>
          <w:sz w:val="24"/>
          <w:szCs w:val="24"/>
          <w:u w:val="single"/>
        </w:rPr>
        <w:t>Освітньо-кваліфікаційний рівень: магістр</w:t>
      </w:r>
    </w:p>
    <w:p w:rsidR="007648F7" w:rsidRPr="002C6A25" w:rsidRDefault="007648F7" w:rsidP="0010382D">
      <w:pPr>
        <w:spacing w:after="0"/>
        <w:jc w:val="center"/>
        <w:rPr>
          <w:rFonts w:ascii="Arial" w:hAnsi="Arial" w:cs="Arial"/>
          <w:sz w:val="24"/>
          <w:szCs w:val="24"/>
        </w:rPr>
      </w:pPr>
    </w:p>
    <w:p w:rsidR="007648F7" w:rsidRPr="00052A9A" w:rsidRDefault="007648F7" w:rsidP="0010382D">
      <w:pPr>
        <w:spacing w:after="0" w:line="240" w:lineRule="auto"/>
        <w:ind w:firstLine="284"/>
        <w:jc w:val="center"/>
        <w:rPr>
          <w:rFonts w:ascii="Arial" w:hAnsi="Arial" w:cs="Arial"/>
          <w:b/>
          <w:sz w:val="24"/>
          <w:szCs w:val="24"/>
        </w:rPr>
      </w:pPr>
    </w:p>
    <w:p w:rsidR="007648F7" w:rsidRDefault="007648F7" w:rsidP="000E2706">
      <w:pPr>
        <w:spacing w:after="0" w:line="240" w:lineRule="auto"/>
        <w:ind w:firstLine="284"/>
        <w:jc w:val="center"/>
        <w:rPr>
          <w:rFonts w:ascii="Arial" w:hAnsi="Arial" w:cs="Arial"/>
          <w:b/>
          <w:i/>
          <w:sz w:val="24"/>
          <w:szCs w:val="24"/>
        </w:rPr>
      </w:pPr>
      <w:r w:rsidRPr="00052A9A">
        <w:rPr>
          <w:rFonts w:ascii="Arial" w:hAnsi="Arial" w:cs="Arial"/>
          <w:b/>
          <w:i/>
          <w:sz w:val="24"/>
          <w:szCs w:val="24"/>
        </w:rPr>
        <w:t>Теоретичні завдання</w:t>
      </w:r>
    </w:p>
    <w:p w:rsidR="007648F7" w:rsidRPr="00052A9A" w:rsidRDefault="007648F7" w:rsidP="000E2706">
      <w:pPr>
        <w:spacing w:after="0" w:line="240" w:lineRule="auto"/>
        <w:ind w:firstLine="284"/>
        <w:jc w:val="center"/>
        <w:rPr>
          <w:rFonts w:ascii="Arial" w:hAnsi="Arial" w:cs="Arial"/>
          <w:b/>
          <w:i/>
          <w:sz w:val="24"/>
          <w:szCs w:val="24"/>
        </w:rPr>
      </w:pPr>
    </w:p>
    <w:p w:rsidR="007648F7" w:rsidRPr="00DA3146" w:rsidRDefault="007648F7" w:rsidP="000E2706">
      <w:pPr>
        <w:pStyle w:val="BodyText"/>
        <w:spacing w:after="0"/>
        <w:ind w:firstLine="284"/>
        <w:jc w:val="both"/>
        <w:rPr>
          <w:rFonts w:ascii="Arial" w:hAnsi="Arial" w:cs="Arial"/>
          <w:sz w:val="24"/>
          <w:szCs w:val="24"/>
        </w:rPr>
      </w:pPr>
      <w:r w:rsidRPr="00DA3146">
        <w:rPr>
          <w:rFonts w:ascii="Arial" w:hAnsi="Arial" w:cs="Arial"/>
          <w:sz w:val="24"/>
          <w:szCs w:val="24"/>
        </w:rPr>
        <w:t>1. Просторово-часова еволюція світового господарства проявляється у зміні стадій його розвитку. Які стадії еволюції світового господарства ви знаєте, чим вони відрізняються між собою, для яких типів країн притаманні? На якій стадії еволюції світового господарства і чому знаходиться економіка України? (30 балів)</w:t>
      </w:r>
    </w:p>
    <w:p w:rsidR="007648F7" w:rsidRPr="00DA3146" w:rsidRDefault="007648F7" w:rsidP="000E2706">
      <w:pPr>
        <w:pStyle w:val="BodyText"/>
        <w:spacing w:after="0"/>
        <w:ind w:firstLine="284"/>
        <w:jc w:val="both"/>
        <w:rPr>
          <w:rFonts w:ascii="Arial" w:hAnsi="Arial" w:cs="Arial"/>
          <w:sz w:val="24"/>
          <w:szCs w:val="24"/>
        </w:rPr>
      </w:pPr>
      <w:r w:rsidRPr="00DA3146">
        <w:rPr>
          <w:rFonts w:ascii="Arial" w:hAnsi="Arial" w:cs="Arial"/>
          <w:sz w:val="24"/>
          <w:szCs w:val="24"/>
        </w:rPr>
        <w:t>2. Різні регіони України характеризуються неоднаковою інвестиційною привабливістю. Назвіть регіони України з найбільшою та найменшою інвестиційною привабливістю. Які чинники природного та соціально-економічного характеру впливають на це? Наведіть конкретні приклади  (20 балів).</w:t>
      </w:r>
    </w:p>
    <w:p w:rsidR="007648F7" w:rsidRPr="00DA3146" w:rsidRDefault="007648F7" w:rsidP="00DA3146">
      <w:pPr>
        <w:spacing w:after="0" w:line="240" w:lineRule="auto"/>
        <w:ind w:firstLine="284"/>
        <w:jc w:val="both"/>
        <w:rPr>
          <w:rFonts w:ascii="Arial" w:hAnsi="Arial" w:cs="Arial"/>
          <w:sz w:val="24"/>
          <w:szCs w:val="24"/>
        </w:rPr>
      </w:pPr>
      <w:r w:rsidRPr="00DA3146">
        <w:rPr>
          <w:rFonts w:ascii="Arial" w:hAnsi="Arial" w:cs="Arial"/>
          <w:sz w:val="24"/>
          <w:szCs w:val="24"/>
        </w:rPr>
        <w:t xml:space="preserve">3. Одним із головних багатств </w:t>
      </w:r>
      <w:r>
        <w:rPr>
          <w:rFonts w:ascii="Arial" w:hAnsi="Arial" w:cs="Arial"/>
          <w:sz w:val="24"/>
          <w:szCs w:val="24"/>
        </w:rPr>
        <w:t>України є рекреаційні</w:t>
      </w:r>
      <w:r w:rsidRPr="00DA3146">
        <w:rPr>
          <w:rFonts w:ascii="Arial" w:hAnsi="Arial" w:cs="Arial"/>
          <w:sz w:val="24"/>
          <w:szCs w:val="24"/>
        </w:rPr>
        <w:t xml:space="preserve"> ресурси. Оха</w:t>
      </w:r>
      <w:r>
        <w:rPr>
          <w:rFonts w:ascii="Arial" w:hAnsi="Arial" w:cs="Arial"/>
          <w:sz w:val="24"/>
          <w:szCs w:val="24"/>
        </w:rPr>
        <w:t>рактеризуйте структуру рекреаційних</w:t>
      </w:r>
      <w:r w:rsidRPr="00DA3146">
        <w:rPr>
          <w:rFonts w:ascii="Arial" w:hAnsi="Arial" w:cs="Arial"/>
          <w:sz w:val="24"/>
          <w:szCs w:val="24"/>
        </w:rPr>
        <w:t xml:space="preserve"> ресурсів України. </w:t>
      </w:r>
      <w:r>
        <w:rPr>
          <w:rFonts w:ascii="Arial" w:hAnsi="Arial" w:cs="Arial"/>
          <w:sz w:val="24"/>
          <w:szCs w:val="24"/>
        </w:rPr>
        <w:t xml:space="preserve">Наведіть приклади впливу різних видів рекреаційних ресурсів на розвиток окремих галузей туристичної індустрії та рекреаційного господарства. </w:t>
      </w:r>
      <w:r w:rsidRPr="00DA3146">
        <w:rPr>
          <w:rFonts w:ascii="Arial" w:hAnsi="Arial" w:cs="Arial"/>
          <w:sz w:val="24"/>
          <w:szCs w:val="24"/>
        </w:rPr>
        <w:t xml:space="preserve">Які проблеми використання </w:t>
      </w:r>
      <w:r>
        <w:rPr>
          <w:rFonts w:ascii="Arial" w:hAnsi="Arial" w:cs="Arial"/>
          <w:sz w:val="24"/>
          <w:szCs w:val="24"/>
        </w:rPr>
        <w:t>рекреаційних</w:t>
      </w:r>
      <w:r w:rsidRPr="00DA3146">
        <w:rPr>
          <w:rFonts w:ascii="Arial" w:hAnsi="Arial" w:cs="Arial"/>
          <w:sz w:val="24"/>
          <w:szCs w:val="24"/>
        </w:rPr>
        <w:t xml:space="preserve"> ресурсів потребують першочергового вирішення?</w:t>
      </w:r>
      <w:r>
        <w:rPr>
          <w:rFonts w:ascii="Arial" w:hAnsi="Arial" w:cs="Arial"/>
          <w:sz w:val="24"/>
          <w:szCs w:val="24"/>
        </w:rPr>
        <w:t xml:space="preserve"> (20 балів).</w:t>
      </w:r>
    </w:p>
    <w:p w:rsidR="007648F7" w:rsidRDefault="007648F7" w:rsidP="000E2706">
      <w:pPr>
        <w:pStyle w:val="BodyText"/>
        <w:spacing w:after="0"/>
        <w:ind w:firstLine="284"/>
        <w:jc w:val="both"/>
        <w:rPr>
          <w:rFonts w:ascii="Arial" w:hAnsi="Arial" w:cs="Arial"/>
          <w:sz w:val="24"/>
          <w:szCs w:val="24"/>
        </w:rPr>
      </w:pPr>
    </w:p>
    <w:p w:rsidR="007648F7" w:rsidRPr="009D7EE9" w:rsidRDefault="007648F7" w:rsidP="0010382D">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Тестові завдання</w:t>
      </w:r>
    </w:p>
    <w:p w:rsidR="007648F7" w:rsidRDefault="007648F7" w:rsidP="0010382D">
      <w:pPr>
        <w:spacing w:after="0" w:line="240" w:lineRule="auto"/>
        <w:ind w:firstLine="284"/>
        <w:jc w:val="center"/>
        <w:rPr>
          <w:rFonts w:ascii="Arial" w:hAnsi="Arial" w:cs="Arial"/>
          <w:b/>
          <w:i/>
          <w:sz w:val="24"/>
          <w:szCs w:val="24"/>
          <w:shd w:val="clear" w:color="auto" w:fill="FFFFFF"/>
        </w:rPr>
      </w:pPr>
      <w:r w:rsidRPr="009D7EE9">
        <w:rPr>
          <w:rFonts w:ascii="Arial" w:hAnsi="Arial" w:cs="Arial"/>
          <w:b/>
          <w:i/>
          <w:sz w:val="24"/>
          <w:szCs w:val="24"/>
          <w:shd w:val="clear" w:color="auto" w:fill="FFFFFF"/>
        </w:rPr>
        <w:t>(кожна правильна відповідь оцінюється у 3 бали)</w:t>
      </w:r>
    </w:p>
    <w:p w:rsidR="007648F7" w:rsidRPr="009D7EE9" w:rsidRDefault="007648F7" w:rsidP="0010382D">
      <w:pPr>
        <w:spacing w:after="0" w:line="240" w:lineRule="auto"/>
        <w:ind w:firstLine="284"/>
        <w:jc w:val="center"/>
        <w:rPr>
          <w:rFonts w:ascii="Arial" w:hAnsi="Arial" w:cs="Arial"/>
          <w:b/>
          <w:i/>
          <w:sz w:val="24"/>
          <w:szCs w:val="24"/>
          <w:shd w:val="clear" w:color="auto" w:fill="FFFFFF"/>
        </w:rPr>
      </w:pPr>
    </w:p>
    <w:p w:rsidR="007648F7" w:rsidRDefault="007648F7" w:rsidP="003641D1">
      <w:pPr>
        <w:tabs>
          <w:tab w:val="left" w:pos="360"/>
        </w:tabs>
        <w:spacing w:after="0" w:line="240" w:lineRule="auto"/>
        <w:ind w:firstLine="284"/>
        <w:jc w:val="both"/>
      </w:pPr>
      <w:r w:rsidRPr="003641D1">
        <w:rPr>
          <w:rFonts w:ascii="Arial" w:hAnsi="Arial" w:cs="Arial"/>
          <w:sz w:val="24"/>
          <w:szCs w:val="24"/>
        </w:rPr>
        <w:t>1. Знайдіть правильну відповідність між назвою електростанції й областю її розміщення: а) Придніпровська ТЕС – Запорізька область; б) Ладижинська ТЕС – Вінницька область; в) Зуївська ТЕС- Харківська область; г) Трипільська ТЕС – Луганська область.</w:t>
      </w:r>
    </w:p>
    <w:p w:rsidR="007648F7" w:rsidRPr="009D7EE9" w:rsidRDefault="007648F7" w:rsidP="0010382D">
      <w:pPr>
        <w:tabs>
          <w:tab w:val="left" w:pos="2020"/>
        </w:tabs>
        <w:spacing w:after="0"/>
        <w:ind w:firstLine="284"/>
        <w:jc w:val="both"/>
        <w:rPr>
          <w:rFonts w:ascii="Arial" w:hAnsi="Arial" w:cs="Arial"/>
          <w:color w:val="000000"/>
          <w:sz w:val="24"/>
          <w:szCs w:val="24"/>
        </w:rPr>
      </w:pPr>
      <w:r>
        <w:rPr>
          <w:rFonts w:ascii="Arial" w:hAnsi="Arial" w:cs="Arial"/>
          <w:color w:val="000000"/>
          <w:sz w:val="24"/>
          <w:szCs w:val="24"/>
        </w:rPr>
        <w:t xml:space="preserve">2. Яка відповідність </w:t>
      </w:r>
      <w:r w:rsidRPr="003641D1">
        <w:rPr>
          <w:rFonts w:ascii="Arial" w:hAnsi="Arial" w:cs="Arial"/>
          <w:color w:val="000000"/>
          <w:sz w:val="24"/>
          <w:szCs w:val="24"/>
        </w:rPr>
        <w:t>“</w:t>
      </w:r>
      <w:r w:rsidRPr="009D7EE9">
        <w:rPr>
          <w:rFonts w:ascii="Arial" w:hAnsi="Arial" w:cs="Arial"/>
          <w:color w:val="000000"/>
          <w:sz w:val="24"/>
          <w:szCs w:val="24"/>
        </w:rPr>
        <w:t>ґрунти – природна зона, для якої вони характерні” є вірною?</w:t>
      </w:r>
    </w:p>
    <w:p w:rsidR="007648F7" w:rsidRPr="009D7EE9" w:rsidRDefault="007648F7" w:rsidP="0010382D">
      <w:pPr>
        <w:tabs>
          <w:tab w:val="left" w:pos="2020"/>
        </w:tabs>
        <w:spacing w:after="0"/>
        <w:jc w:val="both"/>
        <w:rPr>
          <w:rFonts w:ascii="Arial" w:hAnsi="Arial" w:cs="Arial"/>
          <w:color w:val="000000"/>
          <w:sz w:val="24"/>
          <w:szCs w:val="24"/>
        </w:rPr>
      </w:pPr>
      <w:r w:rsidRPr="009D7EE9">
        <w:rPr>
          <w:rFonts w:ascii="Arial" w:hAnsi="Arial" w:cs="Arial"/>
          <w:color w:val="000000"/>
          <w:sz w:val="24"/>
          <w:szCs w:val="24"/>
        </w:rPr>
        <w:t>а) бурі лісові ґрунти – твердолисті вічнозелені ліси й чагарники; б) каштанові ґрунти – змішані та широколисті ліси; в) чорноземи – сухі степи; г) червоно-бурі – савани.</w:t>
      </w:r>
    </w:p>
    <w:p w:rsidR="007648F7" w:rsidRPr="009D7EE9" w:rsidRDefault="007648F7" w:rsidP="0010382D">
      <w:pPr>
        <w:spacing w:after="0" w:line="240" w:lineRule="auto"/>
        <w:ind w:firstLine="284"/>
        <w:jc w:val="both"/>
        <w:rPr>
          <w:rFonts w:ascii="Arial" w:hAnsi="Arial" w:cs="Arial"/>
          <w:sz w:val="24"/>
          <w:szCs w:val="24"/>
        </w:rPr>
      </w:pPr>
      <w:r w:rsidRPr="009D7EE9">
        <w:rPr>
          <w:rFonts w:ascii="Arial" w:hAnsi="Arial" w:cs="Arial"/>
          <w:sz w:val="24"/>
          <w:szCs w:val="24"/>
        </w:rPr>
        <w:t>3</w:t>
      </w:r>
      <w:r w:rsidRPr="003641D1">
        <w:rPr>
          <w:rFonts w:ascii="Arial" w:hAnsi="Arial" w:cs="Arial"/>
          <w:sz w:val="24"/>
          <w:szCs w:val="24"/>
        </w:rPr>
        <w:t>. Яка галузь машинобудування визначає виробничу спеціалізацію м. Краматорська: а) сільськогосподарське; б) важке; в) транспортне; г) електротехнічне.</w:t>
      </w:r>
    </w:p>
    <w:p w:rsidR="007648F7" w:rsidRPr="00CA59CB" w:rsidRDefault="007648F7" w:rsidP="009F03CE">
      <w:pPr>
        <w:spacing w:after="0" w:line="240" w:lineRule="auto"/>
        <w:ind w:firstLine="284"/>
        <w:jc w:val="both"/>
        <w:rPr>
          <w:rFonts w:ascii="Arial" w:hAnsi="Arial" w:cs="Arial"/>
          <w:sz w:val="24"/>
          <w:szCs w:val="24"/>
        </w:rPr>
      </w:pPr>
      <w:r w:rsidRPr="00CA59CB">
        <w:rPr>
          <w:rFonts w:ascii="Arial" w:hAnsi="Arial" w:cs="Arial"/>
          <w:sz w:val="24"/>
          <w:szCs w:val="24"/>
        </w:rPr>
        <w:t>4. Укажіть назви країн, столиці яких відвідає турист, подорожуючи Дунаєм річковим судном: а) Австрію, Угорщину, Чехію; б) Угорщину, Словаччину, Румунію; в) Австрію, Угорщину, Сербію; г) Словаччину, Сербію, Румунію.</w:t>
      </w:r>
    </w:p>
    <w:p w:rsidR="007648F7" w:rsidRPr="009D7EE9" w:rsidRDefault="007648F7" w:rsidP="009F03CE">
      <w:pPr>
        <w:spacing w:after="0" w:line="240" w:lineRule="auto"/>
        <w:ind w:firstLine="284"/>
        <w:jc w:val="both"/>
        <w:rPr>
          <w:rFonts w:ascii="Arial" w:hAnsi="Arial" w:cs="Arial"/>
          <w:sz w:val="24"/>
          <w:szCs w:val="24"/>
        </w:rPr>
      </w:pPr>
      <w:r w:rsidRPr="009D7EE9">
        <w:rPr>
          <w:rFonts w:ascii="Arial" w:hAnsi="Arial" w:cs="Arial"/>
          <w:sz w:val="24"/>
          <w:szCs w:val="24"/>
        </w:rPr>
        <w:t xml:space="preserve">5. Які народи Африки відносяться до європеоїдної раси: а) масаї і тутсі; б) бушмени та готтентоти; в) араби і бербери; г) нілоти і суахілі.  </w:t>
      </w:r>
    </w:p>
    <w:p w:rsidR="007648F7" w:rsidRPr="009D7EE9" w:rsidRDefault="007648F7" w:rsidP="009F03CE">
      <w:pPr>
        <w:pStyle w:val="ListParagraph"/>
        <w:spacing w:after="0" w:line="240" w:lineRule="auto"/>
        <w:ind w:left="0" w:firstLine="284"/>
        <w:jc w:val="both"/>
        <w:rPr>
          <w:rFonts w:ascii="Arial" w:hAnsi="Arial" w:cs="Arial"/>
          <w:sz w:val="24"/>
          <w:szCs w:val="24"/>
        </w:rPr>
      </w:pPr>
      <w:r w:rsidRPr="009D7EE9">
        <w:rPr>
          <w:rFonts w:ascii="Arial" w:hAnsi="Arial" w:cs="Arial"/>
          <w:sz w:val="24"/>
          <w:szCs w:val="24"/>
        </w:rPr>
        <w:t>6. Наведені нижче області поєднані на основі певної ознаки, за винятком однієї “білої ворони”. Яка область не вписується в існуючий логічний ряд: а) Київська, Черкаська; б) Вінницька, Хмельницька, Тернопільська; в) Харківська, Сумська, Полтавська; г) Запорізька, Дніпропетровська.</w:t>
      </w:r>
    </w:p>
    <w:p w:rsidR="007648F7" w:rsidRPr="009D7EE9" w:rsidRDefault="007648F7" w:rsidP="009F03CE">
      <w:pPr>
        <w:spacing w:after="0" w:line="240" w:lineRule="auto"/>
        <w:ind w:firstLine="284"/>
        <w:jc w:val="both"/>
        <w:rPr>
          <w:rFonts w:ascii="Arial" w:hAnsi="Arial" w:cs="Arial"/>
          <w:sz w:val="24"/>
          <w:szCs w:val="24"/>
        </w:rPr>
      </w:pPr>
      <w:r w:rsidRPr="009D7EE9">
        <w:rPr>
          <w:rFonts w:ascii="Arial" w:hAnsi="Arial" w:cs="Arial"/>
          <w:sz w:val="24"/>
          <w:szCs w:val="24"/>
        </w:rPr>
        <w:t>7. У якій із названих областей України склалася найвища щільність населення: а) Сумській; б) Полтавській; в) Тернопільській; г) Кіровоградській.</w:t>
      </w:r>
    </w:p>
    <w:p w:rsidR="007648F7" w:rsidRPr="009D7EE9" w:rsidRDefault="007648F7" w:rsidP="009F03CE">
      <w:pPr>
        <w:spacing w:after="0" w:line="240" w:lineRule="auto"/>
        <w:ind w:firstLine="284"/>
        <w:jc w:val="both"/>
        <w:rPr>
          <w:rFonts w:ascii="Arial" w:hAnsi="Arial" w:cs="Arial"/>
          <w:sz w:val="24"/>
          <w:szCs w:val="24"/>
        </w:rPr>
      </w:pPr>
      <w:r w:rsidRPr="009D7EE9">
        <w:rPr>
          <w:rFonts w:ascii="Arial" w:hAnsi="Arial" w:cs="Arial"/>
          <w:sz w:val="24"/>
          <w:szCs w:val="24"/>
        </w:rPr>
        <w:t>8. У якій із названих країн частка виробництва електроенергії на ГЕС становить майже 90%: а) Норвегія; б) Канада; в) Бразилія; г) Росія.</w:t>
      </w:r>
    </w:p>
    <w:p w:rsidR="007648F7" w:rsidRPr="009D7EE9" w:rsidRDefault="007648F7" w:rsidP="009F03CE">
      <w:pPr>
        <w:spacing w:after="0" w:line="240" w:lineRule="auto"/>
        <w:ind w:firstLine="284"/>
        <w:jc w:val="both"/>
        <w:rPr>
          <w:rFonts w:ascii="Arial" w:hAnsi="Arial" w:cs="Arial"/>
          <w:sz w:val="24"/>
          <w:szCs w:val="24"/>
        </w:rPr>
      </w:pPr>
      <w:r w:rsidRPr="009D7EE9">
        <w:rPr>
          <w:rFonts w:ascii="Arial" w:hAnsi="Arial" w:cs="Arial"/>
          <w:sz w:val="24"/>
          <w:szCs w:val="24"/>
        </w:rPr>
        <w:t>9. На які найбільші адміністративні одиниці поділяється Іспанія: а) штати; б) префектури; в) землі; г) автономні області.</w:t>
      </w:r>
    </w:p>
    <w:p w:rsidR="007648F7" w:rsidRPr="009F03CE" w:rsidRDefault="007648F7" w:rsidP="009F03CE">
      <w:pPr>
        <w:tabs>
          <w:tab w:val="left" w:pos="284"/>
        </w:tabs>
        <w:spacing w:after="0" w:line="240" w:lineRule="auto"/>
        <w:jc w:val="both"/>
        <w:rPr>
          <w:rFonts w:ascii="Arial" w:hAnsi="Arial" w:cs="Arial"/>
          <w:sz w:val="24"/>
          <w:szCs w:val="24"/>
        </w:rPr>
      </w:pPr>
      <w:r>
        <w:rPr>
          <w:rFonts w:ascii="Arial" w:hAnsi="Arial" w:cs="Arial"/>
          <w:sz w:val="24"/>
          <w:szCs w:val="24"/>
        </w:rPr>
        <w:tab/>
        <w:t>10.</w:t>
      </w:r>
      <w:r w:rsidRPr="009F03CE">
        <w:rPr>
          <w:rFonts w:ascii="Arial" w:hAnsi="Arial" w:cs="Arial"/>
          <w:sz w:val="24"/>
          <w:szCs w:val="24"/>
        </w:rPr>
        <w:t xml:space="preserve"> Яке з н</w:t>
      </w:r>
      <w:r>
        <w:rPr>
          <w:rFonts w:ascii="Arial" w:hAnsi="Arial" w:cs="Arial"/>
          <w:sz w:val="24"/>
          <w:szCs w:val="24"/>
        </w:rPr>
        <w:t>азваних міст України належить</w:t>
      </w:r>
      <w:r w:rsidRPr="009F03CE">
        <w:rPr>
          <w:rFonts w:ascii="Arial" w:hAnsi="Arial" w:cs="Arial"/>
          <w:sz w:val="24"/>
          <w:szCs w:val="24"/>
        </w:rPr>
        <w:t xml:space="preserve"> до середніх за кількістю жителів?</w:t>
      </w:r>
    </w:p>
    <w:p w:rsidR="007648F7" w:rsidRPr="009F03CE" w:rsidRDefault="007648F7" w:rsidP="009F03CE">
      <w:pPr>
        <w:tabs>
          <w:tab w:val="left" w:pos="360"/>
        </w:tabs>
        <w:spacing w:after="0" w:line="240" w:lineRule="auto"/>
        <w:jc w:val="both"/>
        <w:rPr>
          <w:rFonts w:ascii="Arial" w:hAnsi="Arial" w:cs="Arial"/>
          <w:sz w:val="24"/>
          <w:szCs w:val="24"/>
        </w:rPr>
      </w:pPr>
      <w:r w:rsidRPr="009F03CE">
        <w:rPr>
          <w:rFonts w:ascii="Arial" w:hAnsi="Arial" w:cs="Arial"/>
          <w:sz w:val="24"/>
          <w:szCs w:val="24"/>
        </w:rPr>
        <w:t xml:space="preserve"> а) Мелітополь; б) Б</w:t>
      </w:r>
      <w:r>
        <w:rPr>
          <w:rFonts w:ascii="Arial" w:hAnsi="Arial" w:cs="Arial"/>
          <w:sz w:val="24"/>
          <w:szCs w:val="24"/>
        </w:rPr>
        <w:t>ахмач; в) Бердичів; г) Хмельницький</w:t>
      </w:r>
      <w:r w:rsidRPr="009F03CE">
        <w:rPr>
          <w:rFonts w:ascii="Arial" w:hAnsi="Arial" w:cs="Arial"/>
          <w:sz w:val="24"/>
          <w:szCs w:val="24"/>
        </w:rPr>
        <w:t>.</w:t>
      </w:r>
    </w:p>
    <w:p w:rsidR="007648F7" w:rsidRDefault="007648F7" w:rsidP="0010382D">
      <w:pPr>
        <w:spacing w:after="0" w:line="240" w:lineRule="auto"/>
        <w:jc w:val="right"/>
        <w:rPr>
          <w:rFonts w:ascii="Arial" w:hAnsi="Arial" w:cs="Arial"/>
          <w:b/>
        </w:rPr>
      </w:pPr>
    </w:p>
    <w:p w:rsidR="007648F7" w:rsidRDefault="007648F7" w:rsidP="0010382D">
      <w:pPr>
        <w:pStyle w:val="a"/>
        <w:shd w:val="clear" w:color="auto" w:fill="FFFFFF"/>
        <w:spacing w:line="240" w:lineRule="auto"/>
        <w:jc w:val="center"/>
        <w:rPr>
          <w:rFonts w:cs="Arial"/>
          <w:b/>
          <w:caps/>
          <w:sz w:val="24"/>
          <w:lang w:val="uk-UA"/>
        </w:rPr>
      </w:pPr>
      <w:r w:rsidRPr="009808B7">
        <w:rPr>
          <w:rFonts w:cs="Arial"/>
          <w:b/>
          <w:caps/>
          <w:sz w:val="24"/>
          <w:lang w:val="uk-UA"/>
        </w:rPr>
        <w:t>І</w:t>
      </w:r>
      <w:r w:rsidRPr="000D3F15">
        <w:rPr>
          <w:rFonts w:cs="Arial"/>
          <w:b/>
          <w:caps/>
          <w:sz w:val="24"/>
          <w:lang w:val="en-US"/>
        </w:rPr>
        <w:t>V</w:t>
      </w:r>
      <w:r w:rsidRPr="009808B7">
        <w:rPr>
          <w:rFonts w:cs="Arial"/>
          <w:b/>
          <w:caps/>
          <w:sz w:val="24"/>
          <w:lang w:val="uk-UA"/>
        </w:rPr>
        <w:t>. Зміст навчального матеріалу</w:t>
      </w:r>
    </w:p>
    <w:p w:rsidR="007648F7" w:rsidRPr="000D3F15" w:rsidRDefault="007648F7" w:rsidP="0010382D">
      <w:pPr>
        <w:pStyle w:val="a"/>
        <w:shd w:val="clear" w:color="auto" w:fill="FFFFFF"/>
        <w:spacing w:line="240" w:lineRule="auto"/>
        <w:jc w:val="center"/>
        <w:rPr>
          <w:rFonts w:cs="Arial"/>
          <w:lang w:val="uk-UA"/>
        </w:rPr>
      </w:pPr>
    </w:p>
    <w:p w:rsidR="007648F7" w:rsidRDefault="007648F7" w:rsidP="0010382D">
      <w:pPr>
        <w:pStyle w:val="a"/>
        <w:shd w:val="clear" w:color="auto" w:fill="FFFFFF"/>
        <w:spacing w:line="240" w:lineRule="auto"/>
        <w:jc w:val="center"/>
        <w:rPr>
          <w:rFonts w:cs="Arial"/>
          <w:b/>
          <w:caps/>
          <w:sz w:val="24"/>
          <w:lang w:val="uk-UA"/>
        </w:rPr>
      </w:pPr>
      <w:r w:rsidRPr="009808B7">
        <w:rPr>
          <w:rFonts w:cs="Arial"/>
          <w:b/>
          <w:caps/>
          <w:sz w:val="24"/>
          <w:lang w:val="uk-UA"/>
        </w:rPr>
        <w:t>1. Загально</w:t>
      </w:r>
      <w:r>
        <w:rPr>
          <w:rFonts w:cs="Arial"/>
          <w:b/>
          <w:caps/>
          <w:sz w:val="24"/>
          <w:lang w:val="uk-UA"/>
        </w:rPr>
        <w:t>-</w:t>
      </w:r>
      <w:r w:rsidRPr="000D3F15">
        <w:rPr>
          <w:rFonts w:cs="Arial"/>
          <w:b/>
          <w:caps/>
          <w:sz w:val="24"/>
          <w:lang w:val="uk-UA"/>
        </w:rPr>
        <w:t>географічні питання</w:t>
      </w:r>
    </w:p>
    <w:p w:rsidR="007648F7" w:rsidRPr="00B92348" w:rsidRDefault="007648F7" w:rsidP="0010382D">
      <w:pPr>
        <w:pStyle w:val="a"/>
        <w:shd w:val="clear" w:color="auto" w:fill="FFFFFF"/>
        <w:spacing w:line="240" w:lineRule="auto"/>
        <w:jc w:val="center"/>
        <w:rPr>
          <w:rFonts w:cs="Arial"/>
          <w:lang w:val="uk-UA"/>
        </w:rPr>
      </w:pPr>
    </w:p>
    <w:p w:rsidR="007648F7" w:rsidRDefault="007648F7" w:rsidP="00F61B44">
      <w:pPr>
        <w:pStyle w:val="a"/>
        <w:shd w:val="clear" w:color="auto" w:fill="FFFFFF"/>
        <w:tabs>
          <w:tab w:val="clear" w:pos="709"/>
        </w:tabs>
        <w:spacing w:line="240" w:lineRule="auto"/>
        <w:ind w:left="5" w:right="14" w:firstLine="704"/>
        <w:jc w:val="both"/>
        <w:rPr>
          <w:rFonts w:cs="Arial"/>
          <w:kern w:val="65535"/>
          <w:sz w:val="24"/>
          <w:lang w:val="uk-UA"/>
        </w:rPr>
      </w:pPr>
      <w:r>
        <w:rPr>
          <w:rFonts w:cs="Arial"/>
          <w:sz w:val="24"/>
          <w:lang w:val="uk-UA"/>
        </w:rPr>
        <w:t>Географія як наука. Особливості історії та е</w:t>
      </w:r>
      <w:r w:rsidRPr="000D3F15">
        <w:rPr>
          <w:rFonts w:cs="Arial"/>
          <w:sz w:val="24"/>
          <w:lang w:val="uk-UA"/>
        </w:rPr>
        <w:t xml:space="preserve">тапи </w:t>
      </w:r>
      <w:r>
        <w:rPr>
          <w:rFonts w:cs="Arial"/>
          <w:sz w:val="24"/>
          <w:lang w:val="uk-UA"/>
        </w:rPr>
        <w:t xml:space="preserve">розвитку географічного знання. </w:t>
      </w:r>
      <w:r w:rsidRPr="000D3F15">
        <w:rPr>
          <w:rFonts w:cs="Arial"/>
          <w:kern w:val="65535"/>
          <w:sz w:val="24"/>
          <w:lang w:val="uk-UA"/>
        </w:rPr>
        <w:t>Об’єкт і предмет дослідження географії</w:t>
      </w:r>
      <w:r>
        <w:rPr>
          <w:rFonts w:cs="Arial"/>
          <w:kern w:val="65535"/>
          <w:sz w:val="24"/>
          <w:lang w:val="uk-UA"/>
        </w:rPr>
        <w:t>. Теорія і методологія географічної науки. Парадигми географічної науки.</w:t>
      </w:r>
      <w:r w:rsidRPr="000D3F15">
        <w:rPr>
          <w:rFonts w:cs="Arial"/>
          <w:sz w:val="24"/>
          <w:lang w:val="uk-UA"/>
        </w:rPr>
        <w:t>Сучасні уявлення про систему географічн</w:t>
      </w:r>
      <w:r>
        <w:rPr>
          <w:rFonts w:cs="Arial"/>
          <w:sz w:val="24"/>
          <w:lang w:val="uk-UA"/>
        </w:rPr>
        <w:t>их наук</w:t>
      </w:r>
      <w:r w:rsidRPr="000D3F15">
        <w:rPr>
          <w:rFonts w:cs="Arial"/>
          <w:sz w:val="24"/>
          <w:lang w:val="uk-UA"/>
        </w:rPr>
        <w:t>.</w:t>
      </w:r>
      <w:r>
        <w:rPr>
          <w:rFonts w:cs="Arial"/>
          <w:kern w:val="65535"/>
          <w:sz w:val="24"/>
          <w:lang w:val="uk-UA"/>
        </w:rPr>
        <w:t xml:space="preserve">Конструктивний потенціал географічного знання у вирішенні суспільних запитів і потреб. </w:t>
      </w:r>
    </w:p>
    <w:p w:rsidR="007648F7" w:rsidRPr="0010382D" w:rsidRDefault="007648F7" w:rsidP="00F61B44">
      <w:pPr>
        <w:pStyle w:val="a"/>
        <w:shd w:val="clear" w:color="auto" w:fill="FFFFFF"/>
        <w:tabs>
          <w:tab w:val="clear" w:pos="709"/>
        </w:tabs>
        <w:spacing w:line="240" w:lineRule="auto"/>
        <w:ind w:left="5" w:right="14" w:firstLine="704"/>
        <w:jc w:val="both"/>
        <w:rPr>
          <w:rFonts w:cs="Arial"/>
          <w:lang w:val="uk-UA"/>
        </w:rPr>
      </w:pPr>
      <w:r w:rsidRPr="000D3F15">
        <w:rPr>
          <w:rFonts w:cs="Arial"/>
          <w:kern w:val="65535"/>
          <w:sz w:val="24"/>
          <w:lang w:val="uk-UA"/>
        </w:rPr>
        <w:t xml:space="preserve">Фізична географія (загальна землезнавство, регіональна </w:t>
      </w:r>
      <w:r w:rsidRPr="000D3F15">
        <w:rPr>
          <w:rFonts w:cs="Arial"/>
          <w:sz w:val="24"/>
          <w:lang w:val="uk-UA"/>
        </w:rPr>
        <w:t>фізична географія).</w:t>
      </w:r>
      <w:r>
        <w:rPr>
          <w:rFonts w:cs="Arial"/>
          <w:sz w:val="24"/>
          <w:lang w:val="uk-UA"/>
        </w:rPr>
        <w:t xml:space="preserve"> Об</w:t>
      </w:r>
      <w:r w:rsidRPr="00F61B44">
        <w:rPr>
          <w:rFonts w:cs="Arial"/>
          <w:sz w:val="24"/>
          <w:lang w:val="uk-UA"/>
        </w:rPr>
        <w:t>’</w:t>
      </w:r>
      <w:r>
        <w:rPr>
          <w:rFonts w:cs="Arial"/>
          <w:sz w:val="24"/>
          <w:lang w:val="uk-UA"/>
        </w:rPr>
        <w:t>єкт і предмет вивчення, теоретичні засади, закони та концепції фізичної географії. Система фізико-географічних наук. Методи досліджень фізичної географії.</w:t>
      </w:r>
    </w:p>
    <w:p w:rsidR="007648F7" w:rsidRPr="0010382D" w:rsidRDefault="007648F7" w:rsidP="0010382D">
      <w:pPr>
        <w:pStyle w:val="a"/>
        <w:shd w:val="clear" w:color="auto" w:fill="FFFFFF"/>
        <w:spacing w:line="240" w:lineRule="auto"/>
        <w:ind w:left="5" w:right="29" w:firstLine="763"/>
        <w:jc w:val="both"/>
        <w:rPr>
          <w:rFonts w:cs="Arial"/>
          <w:lang w:val="uk-UA"/>
        </w:rPr>
      </w:pPr>
      <w:r w:rsidRPr="000D3F15">
        <w:rPr>
          <w:rFonts w:cs="Arial"/>
          <w:sz w:val="24"/>
          <w:lang w:val="uk-UA"/>
        </w:rPr>
        <w:t>Економічна</w:t>
      </w:r>
      <w:r>
        <w:rPr>
          <w:rFonts w:cs="Arial"/>
          <w:sz w:val="24"/>
          <w:lang w:val="uk-UA"/>
        </w:rPr>
        <w:t xml:space="preserve"> та соціальна</w:t>
      </w:r>
      <w:r w:rsidRPr="000D3F15">
        <w:rPr>
          <w:rFonts w:cs="Arial"/>
          <w:sz w:val="24"/>
          <w:lang w:val="uk-UA"/>
        </w:rPr>
        <w:t xml:space="preserve"> ге</w:t>
      </w:r>
      <w:r>
        <w:rPr>
          <w:rFonts w:cs="Arial"/>
          <w:sz w:val="24"/>
          <w:lang w:val="uk-UA"/>
        </w:rPr>
        <w:t xml:space="preserve">ографія як наука про просторову організацію взаємодії в системі </w:t>
      </w:r>
      <w:r w:rsidRPr="00956734">
        <w:rPr>
          <w:rFonts w:cs="Arial"/>
          <w:sz w:val="24"/>
          <w:lang w:val="uk-UA"/>
        </w:rPr>
        <w:t>“</w:t>
      </w:r>
      <w:r>
        <w:rPr>
          <w:rFonts w:cs="Arial"/>
          <w:sz w:val="24"/>
          <w:lang w:val="uk-UA"/>
        </w:rPr>
        <w:t>природа-населення-господарство</w:t>
      </w:r>
      <w:r w:rsidRPr="00956734">
        <w:rPr>
          <w:rFonts w:cs="Arial"/>
          <w:sz w:val="24"/>
          <w:lang w:val="uk-UA"/>
        </w:rPr>
        <w:t>”</w:t>
      </w:r>
      <w:r w:rsidRPr="000D3F15">
        <w:rPr>
          <w:rFonts w:cs="Arial"/>
          <w:sz w:val="24"/>
          <w:lang w:val="uk-UA"/>
        </w:rPr>
        <w:t>.</w:t>
      </w:r>
      <w:r>
        <w:rPr>
          <w:rFonts w:cs="Arial"/>
          <w:sz w:val="24"/>
          <w:lang w:val="uk-UA"/>
        </w:rPr>
        <w:t xml:space="preserve"> Визначення науки, об</w:t>
      </w:r>
      <w:r w:rsidRPr="00F61B44">
        <w:rPr>
          <w:rFonts w:cs="Arial"/>
          <w:sz w:val="24"/>
          <w:lang w:val="uk-UA"/>
        </w:rPr>
        <w:t>’</w:t>
      </w:r>
      <w:r>
        <w:rPr>
          <w:rFonts w:cs="Arial"/>
          <w:sz w:val="24"/>
          <w:lang w:val="uk-UA"/>
        </w:rPr>
        <w:t>єкт і предмет дослідження. Підходи до класифікації суспільно-географічних наук О.І. Шаблія, О.Г. Топчієва, М.Д. Пістуна. Поняттєво-термінологічний апарат, базові закони, теорії та концепції суспільної географії. Методи суспільно-географічних досліджень.</w:t>
      </w:r>
    </w:p>
    <w:p w:rsidR="007648F7" w:rsidRPr="000D3F15" w:rsidRDefault="007648F7" w:rsidP="0010382D">
      <w:pPr>
        <w:pStyle w:val="a"/>
        <w:shd w:val="clear" w:color="auto" w:fill="FFFFFF"/>
        <w:spacing w:line="240" w:lineRule="auto"/>
        <w:ind w:left="5" w:right="24" w:firstLine="811"/>
        <w:jc w:val="both"/>
        <w:rPr>
          <w:rFonts w:cs="Arial"/>
        </w:rPr>
      </w:pPr>
      <w:r w:rsidRPr="000D3F15">
        <w:rPr>
          <w:rFonts w:cs="Arial"/>
          <w:kern w:val="65533"/>
          <w:sz w:val="24"/>
          <w:lang w:val="uk-UA"/>
        </w:rPr>
        <w:t xml:space="preserve">Картографія. Сутність і властивості географічних карт, їх практичне і </w:t>
      </w:r>
      <w:r w:rsidRPr="000D3F15">
        <w:rPr>
          <w:rFonts w:cs="Arial"/>
          <w:kern w:val="65535"/>
          <w:sz w:val="24"/>
          <w:lang w:val="uk-UA"/>
        </w:rPr>
        <w:t xml:space="preserve">наукове значення. Карта як джерело знань. Класифікація карт. Тематичне </w:t>
      </w:r>
      <w:r w:rsidRPr="000D3F15">
        <w:rPr>
          <w:rFonts w:cs="Arial"/>
          <w:sz w:val="24"/>
          <w:lang w:val="uk-UA"/>
        </w:rPr>
        <w:t>картографування. Географічні атласи.</w:t>
      </w:r>
    </w:p>
    <w:p w:rsidR="007648F7" w:rsidRPr="000D3F15" w:rsidRDefault="007648F7" w:rsidP="0010382D">
      <w:pPr>
        <w:pStyle w:val="a"/>
        <w:shd w:val="clear" w:color="auto" w:fill="FFFFFF"/>
        <w:spacing w:line="240" w:lineRule="auto"/>
        <w:ind w:right="24" w:firstLine="701"/>
        <w:jc w:val="both"/>
        <w:rPr>
          <w:rFonts w:cs="Arial"/>
        </w:rPr>
      </w:pPr>
      <w:r w:rsidRPr="000D3F15">
        <w:rPr>
          <w:rFonts w:cs="Arial"/>
          <w:kern w:val="65534"/>
          <w:sz w:val="24"/>
          <w:lang w:val="uk-UA"/>
        </w:rPr>
        <w:t xml:space="preserve">Поняття про міждисциплінарні напрямки розвитку географічної науки. </w:t>
      </w:r>
      <w:r w:rsidRPr="000D3F15">
        <w:rPr>
          <w:rFonts w:cs="Arial"/>
          <w:kern w:val="65535"/>
          <w:sz w:val="24"/>
          <w:lang w:val="uk-UA"/>
        </w:rPr>
        <w:t>Краї</w:t>
      </w:r>
      <w:r>
        <w:rPr>
          <w:rFonts w:cs="Arial"/>
          <w:kern w:val="65535"/>
          <w:sz w:val="24"/>
          <w:lang w:val="uk-UA"/>
        </w:rPr>
        <w:t>нознавство і краєзнавство</w:t>
      </w:r>
      <w:r w:rsidRPr="000D3F15">
        <w:rPr>
          <w:rFonts w:cs="Arial"/>
          <w:kern w:val="65535"/>
          <w:sz w:val="24"/>
          <w:lang w:val="uk-UA"/>
        </w:rPr>
        <w:t>, їх зміст. Історичн</w:t>
      </w:r>
      <w:r>
        <w:rPr>
          <w:rFonts w:cs="Arial"/>
          <w:kern w:val="65535"/>
          <w:sz w:val="24"/>
          <w:lang w:val="uk-UA"/>
        </w:rPr>
        <w:t>а географія. Географічне ресурсо</w:t>
      </w:r>
      <w:r w:rsidRPr="000D3F15">
        <w:rPr>
          <w:rFonts w:cs="Arial"/>
          <w:kern w:val="65535"/>
          <w:sz w:val="24"/>
          <w:lang w:val="uk-UA"/>
        </w:rPr>
        <w:t>знавство. Медична географія. Рекреаційна географія.</w:t>
      </w:r>
    </w:p>
    <w:p w:rsidR="007648F7" w:rsidRPr="000D3F15" w:rsidRDefault="007648F7" w:rsidP="0010382D">
      <w:pPr>
        <w:pStyle w:val="a"/>
        <w:shd w:val="clear" w:color="auto" w:fill="FFFFFF"/>
        <w:spacing w:line="240" w:lineRule="auto"/>
        <w:ind w:left="10" w:right="10" w:firstLine="696"/>
        <w:jc w:val="both"/>
        <w:rPr>
          <w:rFonts w:cs="Arial"/>
          <w:lang w:val="uk-UA"/>
        </w:rPr>
      </w:pPr>
      <w:r w:rsidRPr="000D3F15">
        <w:rPr>
          <w:rFonts w:cs="Arial"/>
          <w:sz w:val="24"/>
          <w:lang w:val="uk-UA"/>
        </w:rPr>
        <w:t xml:space="preserve">Роль географії в епоху науково-технічної революції, посилення її </w:t>
      </w:r>
      <w:r w:rsidRPr="000D3F15">
        <w:rPr>
          <w:rFonts w:cs="Arial"/>
          <w:kern w:val="65535"/>
          <w:sz w:val="24"/>
          <w:lang w:val="uk-UA"/>
        </w:rPr>
        <w:t xml:space="preserve">перетворюючого (конструктивного) значення. Проблема взаємодії суспільства і </w:t>
      </w:r>
      <w:r w:rsidRPr="000D3F15">
        <w:rPr>
          <w:rFonts w:cs="Arial"/>
          <w:sz w:val="24"/>
          <w:lang w:val="uk-UA"/>
        </w:rPr>
        <w:t xml:space="preserve">природи. Охорона і перетворення оточуючого середовища, раціональне </w:t>
      </w:r>
      <w:r w:rsidRPr="000D3F15">
        <w:rPr>
          <w:rFonts w:cs="Arial"/>
          <w:kern w:val="65535"/>
          <w:sz w:val="24"/>
          <w:lang w:val="uk-UA"/>
        </w:rPr>
        <w:t xml:space="preserve">використання природних ресурсів - загальне завдання фізичної і економічної географії. Сучасні методи географічних досліджень. Географічний прогноз. </w:t>
      </w:r>
      <w:r w:rsidRPr="000D3F15">
        <w:rPr>
          <w:rFonts w:cs="Arial"/>
          <w:sz w:val="24"/>
          <w:lang w:val="uk-UA"/>
        </w:rPr>
        <w:t>Географічна експертиза.</w:t>
      </w:r>
    </w:p>
    <w:p w:rsidR="007648F7" w:rsidRPr="008215F1" w:rsidRDefault="007648F7" w:rsidP="008215F1">
      <w:pPr>
        <w:pStyle w:val="a"/>
        <w:shd w:val="clear" w:color="auto" w:fill="FFFFFF"/>
        <w:tabs>
          <w:tab w:val="clear" w:pos="709"/>
        </w:tabs>
        <w:spacing w:line="240" w:lineRule="auto"/>
        <w:ind w:firstLine="709"/>
        <w:jc w:val="both"/>
        <w:rPr>
          <w:rFonts w:cs="Arial"/>
          <w:lang w:val="uk-UA"/>
        </w:rPr>
      </w:pPr>
      <w:r w:rsidRPr="000D3F15">
        <w:rPr>
          <w:rFonts w:cs="Arial"/>
          <w:kern w:val="65535"/>
          <w:sz w:val="24"/>
          <w:lang w:val="uk-UA"/>
        </w:rPr>
        <w:t xml:space="preserve">Географічна література. </w:t>
      </w:r>
      <w:r>
        <w:rPr>
          <w:rFonts w:cs="Arial"/>
          <w:kern w:val="65535"/>
          <w:sz w:val="24"/>
          <w:lang w:val="uk-UA"/>
        </w:rPr>
        <w:t xml:space="preserve">Електронні атласи і навчальні посібники. Електронні джерела географічної інформації. Навчальні заклади, наукові установи та громадські організації географічного профілю в Україні та </w:t>
      </w:r>
      <w:r w:rsidRPr="000D3F15">
        <w:rPr>
          <w:rFonts w:cs="Arial"/>
          <w:kern w:val="65535"/>
          <w:sz w:val="24"/>
          <w:lang w:val="uk-UA"/>
        </w:rPr>
        <w:t>за кордоном.</w:t>
      </w:r>
      <w:r>
        <w:rPr>
          <w:rFonts w:cs="Arial"/>
          <w:kern w:val="65535"/>
          <w:sz w:val="24"/>
          <w:lang w:val="uk-UA"/>
        </w:rPr>
        <w:t xml:space="preserve"> Українське географічне товариство, його цілі та завдання.</w:t>
      </w:r>
    </w:p>
    <w:p w:rsidR="007648F7" w:rsidRPr="008215F1" w:rsidRDefault="007648F7" w:rsidP="0010382D">
      <w:pPr>
        <w:pStyle w:val="a"/>
        <w:shd w:val="clear" w:color="auto" w:fill="FFFFFF"/>
        <w:spacing w:line="240" w:lineRule="auto"/>
        <w:ind w:left="14"/>
        <w:jc w:val="center"/>
        <w:rPr>
          <w:rFonts w:cs="Arial"/>
          <w:lang w:val="uk-UA"/>
        </w:rPr>
      </w:pPr>
    </w:p>
    <w:p w:rsidR="007648F7" w:rsidRPr="009808B7" w:rsidRDefault="007648F7" w:rsidP="0010382D">
      <w:pPr>
        <w:pStyle w:val="a"/>
        <w:shd w:val="clear" w:color="auto" w:fill="FFFFFF"/>
        <w:spacing w:line="240" w:lineRule="auto"/>
        <w:ind w:left="14"/>
        <w:jc w:val="center"/>
        <w:rPr>
          <w:rFonts w:cs="Arial"/>
          <w:lang w:val="uk-UA"/>
        </w:rPr>
      </w:pPr>
      <w:r w:rsidRPr="009808B7">
        <w:rPr>
          <w:rFonts w:cs="Arial"/>
          <w:b/>
          <w:bCs/>
          <w:sz w:val="24"/>
          <w:lang w:val="uk-UA"/>
        </w:rPr>
        <w:t>2</w:t>
      </w:r>
      <w:r w:rsidRPr="000D3F15">
        <w:rPr>
          <w:rFonts w:cs="Arial"/>
          <w:b/>
          <w:bCs/>
          <w:sz w:val="24"/>
          <w:lang w:val="uk-UA"/>
        </w:rPr>
        <w:t>. ФІЗИЧНА ГЕОГРАФІЯ</w:t>
      </w:r>
    </w:p>
    <w:p w:rsidR="007648F7" w:rsidRPr="009808B7" w:rsidRDefault="007648F7" w:rsidP="0010382D">
      <w:pPr>
        <w:pStyle w:val="a"/>
        <w:shd w:val="clear" w:color="auto" w:fill="FFFFFF"/>
        <w:spacing w:line="240" w:lineRule="auto"/>
        <w:ind w:left="14"/>
        <w:jc w:val="center"/>
        <w:rPr>
          <w:rFonts w:cs="Arial"/>
          <w:lang w:val="uk-UA"/>
        </w:rPr>
      </w:pPr>
    </w:p>
    <w:p w:rsidR="007648F7" w:rsidRPr="000D3F15" w:rsidRDefault="007648F7" w:rsidP="0010382D">
      <w:pPr>
        <w:pStyle w:val="a"/>
        <w:shd w:val="clear" w:color="auto" w:fill="FFFFFF"/>
        <w:spacing w:line="240" w:lineRule="auto"/>
        <w:ind w:left="23" w:right="6" w:firstLine="720"/>
        <w:jc w:val="both"/>
        <w:rPr>
          <w:rFonts w:cs="Arial"/>
        </w:rPr>
      </w:pPr>
      <w:r w:rsidRPr="00956734">
        <w:rPr>
          <w:rFonts w:cs="Arial"/>
          <w:sz w:val="24"/>
          <w:lang w:val="uk-UA"/>
        </w:rPr>
        <w:t>Загальний географічний огляд Землі.</w:t>
      </w:r>
      <w:r w:rsidRPr="000D3F15">
        <w:rPr>
          <w:rFonts w:cs="Arial"/>
          <w:sz w:val="24"/>
          <w:lang w:val="uk-UA"/>
        </w:rPr>
        <w:t xml:space="preserve"> Теоретичні основи фізичної географії.</w:t>
      </w:r>
    </w:p>
    <w:p w:rsidR="007648F7" w:rsidRDefault="007648F7" w:rsidP="009F03CE">
      <w:pPr>
        <w:pStyle w:val="a"/>
        <w:shd w:val="clear" w:color="auto" w:fill="FFFFFF"/>
        <w:spacing w:line="240" w:lineRule="auto"/>
        <w:ind w:left="14" w:right="24" w:firstLine="706"/>
        <w:jc w:val="both"/>
        <w:rPr>
          <w:rFonts w:cs="Arial"/>
          <w:sz w:val="24"/>
          <w:lang w:val="uk-UA"/>
        </w:rPr>
      </w:pPr>
      <w:r w:rsidRPr="000D3F15">
        <w:rPr>
          <w:rFonts w:cs="Arial"/>
          <w:sz w:val="24"/>
          <w:lang w:val="uk-UA"/>
        </w:rPr>
        <w:t>Оболонки Землі (сфери). Літосфера, атмосфера, гідросфера, біосфера. Поняття про географічну оболонку.</w:t>
      </w:r>
    </w:p>
    <w:p w:rsidR="007648F7" w:rsidRPr="000D3F15" w:rsidRDefault="007648F7" w:rsidP="009F03CE">
      <w:pPr>
        <w:pStyle w:val="a"/>
        <w:shd w:val="clear" w:color="auto" w:fill="FFFFFF"/>
        <w:spacing w:line="240" w:lineRule="auto"/>
        <w:ind w:left="14" w:right="24" w:firstLine="706"/>
        <w:jc w:val="both"/>
        <w:rPr>
          <w:rFonts w:cs="Arial"/>
        </w:rPr>
      </w:pPr>
      <w:r w:rsidRPr="000D3F15">
        <w:rPr>
          <w:rFonts w:cs="Arial"/>
          <w:kern w:val="65535"/>
          <w:sz w:val="24"/>
          <w:lang w:val="uk-UA"/>
        </w:rPr>
        <w:t xml:space="preserve">Внутрішня будова Землі. Поняття про літосферу та земну кору. Континентальний, океанічний, перехідний типи земної кори. Склад земної кори. </w:t>
      </w:r>
      <w:r w:rsidRPr="000D3F15">
        <w:rPr>
          <w:rFonts w:cs="Arial"/>
          <w:sz w:val="24"/>
          <w:lang w:val="uk-UA"/>
        </w:rPr>
        <w:t xml:space="preserve">Мінерали і гірські породи. Основні структурні елементи земної кори. Древні та молоді платформи (плити); складчасті пояси і області; сучасні геосинклінальні пояси, рифтові зони. Землетруси та їх види. Теорія глобальної тектоніки плит. Головні етапи </w:t>
      </w:r>
      <w:r w:rsidRPr="000D3F15">
        <w:rPr>
          <w:rFonts w:cs="Arial"/>
          <w:kern w:val="65534"/>
          <w:sz w:val="24"/>
          <w:lang w:val="uk-UA"/>
        </w:rPr>
        <w:t xml:space="preserve">геологічної історії Землі. Події неоген-антропогенового часу і їх значення для </w:t>
      </w:r>
      <w:r w:rsidRPr="000D3F15">
        <w:rPr>
          <w:rFonts w:cs="Arial"/>
          <w:kern w:val="65535"/>
          <w:sz w:val="24"/>
          <w:lang w:val="uk-UA"/>
        </w:rPr>
        <w:t xml:space="preserve">формування сучасних природних умов Землі. </w:t>
      </w:r>
    </w:p>
    <w:p w:rsidR="007648F7" w:rsidRPr="000D3F15" w:rsidRDefault="007648F7" w:rsidP="00BF5ED4">
      <w:pPr>
        <w:pStyle w:val="a"/>
        <w:shd w:val="clear" w:color="auto" w:fill="FFFFFF"/>
        <w:spacing w:line="240" w:lineRule="auto"/>
        <w:ind w:right="38" w:firstLine="701"/>
        <w:jc w:val="both"/>
        <w:rPr>
          <w:rFonts w:cs="Arial"/>
          <w:lang w:val="uk-UA"/>
        </w:rPr>
      </w:pPr>
      <w:r w:rsidRPr="000D3F15">
        <w:rPr>
          <w:rFonts w:cs="Arial"/>
          <w:kern w:val="65535"/>
          <w:sz w:val="24"/>
          <w:lang w:val="uk-UA"/>
        </w:rPr>
        <w:t xml:space="preserve">Процеси і </w:t>
      </w:r>
      <w:r w:rsidRPr="000D3F15">
        <w:rPr>
          <w:rFonts w:cs="Arial"/>
          <w:sz w:val="24"/>
          <w:lang w:val="uk-UA"/>
        </w:rPr>
        <w:t>фактори рельєфоутворення. Генетичні типи рельєфу</w:t>
      </w:r>
      <w:r>
        <w:rPr>
          <w:rFonts w:cs="Arial"/>
          <w:sz w:val="24"/>
          <w:lang w:val="uk-UA"/>
        </w:rPr>
        <w:t>.</w:t>
      </w:r>
      <w:r w:rsidRPr="000D3F15">
        <w:rPr>
          <w:rFonts w:cs="Arial"/>
          <w:sz w:val="24"/>
          <w:lang w:val="uk-UA"/>
        </w:rPr>
        <w:t xml:space="preserve"> Поняття про геотектуру, морфоструктуру, морфоскульптуру. Типи морфоструктури платформенних і складчастих областей Землі. Типи </w:t>
      </w:r>
      <w:r w:rsidRPr="000D3F15">
        <w:rPr>
          <w:rFonts w:cs="Arial"/>
          <w:kern w:val="65534"/>
          <w:sz w:val="24"/>
          <w:lang w:val="uk-UA"/>
        </w:rPr>
        <w:t xml:space="preserve">морфосткульптури і закономірності їх поширення. Особливості макрорельєфу материків. Основні геотектури дна Світового океану: підводна окраїна материка; </w:t>
      </w:r>
      <w:r w:rsidRPr="000D3F15">
        <w:rPr>
          <w:rFonts w:cs="Arial"/>
          <w:kern w:val="65535"/>
          <w:sz w:val="24"/>
          <w:lang w:val="uk-UA"/>
        </w:rPr>
        <w:t xml:space="preserve">перехідна зона; ложе океану; серединні хребти. Морфоструктури дна Світового </w:t>
      </w:r>
      <w:r w:rsidRPr="000D3F15">
        <w:rPr>
          <w:rFonts w:cs="Arial"/>
          <w:sz w:val="24"/>
          <w:lang w:val="uk-UA"/>
        </w:rPr>
        <w:t>океану.</w:t>
      </w:r>
    </w:p>
    <w:p w:rsidR="007648F7" w:rsidRPr="000D3F15" w:rsidRDefault="007648F7" w:rsidP="0010382D">
      <w:pPr>
        <w:pStyle w:val="a"/>
        <w:shd w:val="clear" w:color="auto" w:fill="FFFFFF"/>
        <w:spacing w:line="240" w:lineRule="auto"/>
        <w:ind w:left="10" w:right="19" w:firstLine="701"/>
        <w:jc w:val="both"/>
        <w:rPr>
          <w:rFonts w:cs="Arial"/>
          <w:lang w:val="uk-UA"/>
        </w:rPr>
      </w:pPr>
      <w:r w:rsidRPr="000D3F15">
        <w:rPr>
          <w:rFonts w:cs="Arial"/>
          <w:sz w:val="24"/>
          <w:lang w:val="uk-UA"/>
        </w:rPr>
        <w:t xml:space="preserve">Межі, склад, будова атмосфери. Походження атмосфери та її роль у житті на Землі. Взаємодія атмосфери з іншими оболонками Землі. </w:t>
      </w:r>
      <w:r w:rsidRPr="000D3F15">
        <w:rPr>
          <w:rFonts w:cs="Arial"/>
          <w:kern w:val="65534"/>
          <w:sz w:val="24"/>
          <w:lang w:val="uk-UA"/>
        </w:rPr>
        <w:t xml:space="preserve">Радіаційний і тепловий баланс Землі. Закономірності розподілу тепла на Землі. </w:t>
      </w:r>
      <w:r w:rsidRPr="000D3F15">
        <w:rPr>
          <w:rFonts w:cs="Arial"/>
          <w:sz w:val="24"/>
          <w:lang w:val="uk-UA"/>
        </w:rPr>
        <w:t>Теплові пояси.</w:t>
      </w:r>
    </w:p>
    <w:p w:rsidR="007648F7" w:rsidRPr="000D3F15" w:rsidRDefault="007648F7" w:rsidP="0010382D">
      <w:pPr>
        <w:pStyle w:val="a"/>
        <w:shd w:val="clear" w:color="auto" w:fill="FFFFFF"/>
        <w:spacing w:line="240" w:lineRule="auto"/>
        <w:ind w:left="14" w:right="19" w:firstLine="701"/>
        <w:jc w:val="both"/>
        <w:rPr>
          <w:rFonts w:cs="Arial"/>
        </w:rPr>
      </w:pPr>
      <w:r w:rsidRPr="000D3F15">
        <w:rPr>
          <w:rFonts w:cs="Arial"/>
          <w:sz w:val="24"/>
          <w:lang w:val="uk-UA"/>
        </w:rPr>
        <w:t>Атмосферний тиск. Розподіл поясів атмосферного тиску в нижній тропосфері. Постійні та сезонні центри дії атмосфери (області високого та низького тиску).</w:t>
      </w:r>
    </w:p>
    <w:p w:rsidR="007648F7" w:rsidRPr="000D3F15" w:rsidRDefault="007648F7" w:rsidP="0010382D">
      <w:pPr>
        <w:pStyle w:val="a"/>
        <w:shd w:val="clear" w:color="auto" w:fill="FFFFFF"/>
        <w:spacing w:line="240" w:lineRule="auto"/>
        <w:ind w:left="24" w:right="24" w:firstLine="696"/>
        <w:jc w:val="both"/>
        <w:rPr>
          <w:rFonts w:cs="Arial"/>
        </w:rPr>
      </w:pPr>
      <w:r w:rsidRPr="000D3F15">
        <w:rPr>
          <w:rFonts w:cs="Arial"/>
          <w:kern w:val="65535"/>
          <w:sz w:val="24"/>
          <w:lang w:val="uk-UA"/>
        </w:rPr>
        <w:t xml:space="preserve">Повітряні маси. Поняття про повітряні маси. Географічні (зональні) типи </w:t>
      </w:r>
      <w:r w:rsidRPr="000D3F15">
        <w:rPr>
          <w:rFonts w:cs="Arial"/>
          <w:sz w:val="24"/>
          <w:lang w:val="uk-UA"/>
        </w:rPr>
        <w:t xml:space="preserve">повітряних мас. Повітря морське та континентальне. Поняття “атмосферний фронт”. Головні кліматологічні фронти: арктичний (антарктичний), помірні </w:t>
      </w:r>
      <w:r w:rsidRPr="000D3F15">
        <w:rPr>
          <w:rFonts w:cs="Arial"/>
          <w:kern w:val="65534"/>
          <w:sz w:val="24"/>
          <w:lang w:val="uk-UA"/>
        </w:rPr>
        <w:t>(полярні), тропічні. Фронти: теплий, холодний і фронт оклюзії.</w:t>
      </w:r>
    </w:p>
    <w:p w:rsidR="007648F7" w:rsidRPr="000D3F15" w:rsidRDefault="007648F7" w:rsidP="0010382D">
      <w:pPr>
        <w:pStyle w:val="a"/>
        <w:shd w:val="clear" w:color="auto" w:fill="FFFFFF"/>
        <w:spacing w:line="240" w:lineRule="auto"/>
        <w:ind w:left="19" w:right="14" w:firstLine="701"/>
        <w:jc w:val="both"/>
        <w:rPr>
          <w:rFonts w:cs="Arial"/>
          <w:lang w:val="uk-UA"/>
        </w:rPr>
      </w:pPr>
      <w:r w:rsidRPr="000D3F15">
        <w:rPr>
          <w:rFonts w:cs="Arial"/>
          <w:sz w:val="24"/>
          <w:lang w:val="uk-UA"/>
        </w:rPr>
        <w:t>Циклон і антициклони. Поняття “циклон”, “антициклон”. Стадії їх розвитку. Види циклонів і антициклонів. Малі атмосферні вихори: тромби (торнадо), смерчі.</w:t>
      </w:r>
    </w:p>
    <w:p w:rsidR="007648F7" w:rsidRPr="000D3F15" w:rsidRDefault="007648F7" w:rsidP="0010382D">
      <w:pPr>
        <w:pStyle w:val="a"/>
        <w:shd w:val="clear" w:color="auto" w:fill="FFFFFF"/>
        <w:spacing w:line="240" w:lineRule="auto"/>
        <w:ind w:left="24" w:right="14" w:firstLine="701"/>
        <w:jc w:val="both"/>
        <w:rPr>
          <w:rFonts w:cs="Arial"/>
          <w:lang w:val="uk-UA"/>
        </w:rPr>
      </w:pPr>
      <w:r w:rsidRPr="000D3F15">
        <w:rPr>
          <w:rFonts w:cs="Arial"/>
          <w:kern w:val="65534"/>
          <w:sz w:val="24"/>
          <w:lang w:val="uk-UA"/>
        </w:rPr>
        <w:t xml:space="preserve">Загальна циркуляція атмосфери. Особливості циркуляції нижніх і верхніх шарів атмосфери. Головні фактори, які визначають загальну циркуляцію нижніх </w:t>
      </w:r>
      <w:r w:rsidRPr="000D3F15">
        <w:rPr>
          <w:rFonts w:cs="Arial"/>
          <w:sz w:val="24"/>
          <w:lang w:val="uk-UA"/>
        </w:rPr>
        <w:t xml:space="preserve">шарів атмосфери (тропосфера і нижня стратосфера). Поняття про вітер. Планетарна схема розподілу тиску і переважаючі вітри (пасати, західні вітри </w:t>
      </w:r>
      <w:r w:rsidRPr="000D3F15">
        <w:rPr>
          <w:rFonts w:cs="Arial"/>
          <w:kern w:val="65534"/>
          <w:sz w:val="24"/>
          <w:lang w:val="uk-UA"/>
        </w:rPr>
        <w:t xml:space="preserve">помірних широт, південно-східні в антарктичних і північно-східні в арктичних </w:t>
      </w:r>
      <w:r w:rsidRPr="000D3F15">
        <w:rPr>
          <w:rFonts w:cs="Arial"/>
          <w:sz w:val="24"/>
          <w:lang w:val="uk-UA"/>
        </w:rPr>
        <w:t xml:space="preserve">широтах). Мусони. Струменні течії. Атмосферні вихори (циклони і антициклони) - найважливіші елементи загальної циркуляції атмосфери. </w:t>
      </w:r>
      <w:r w:rsidRPr="000D3F15">
        <w:rPr>
          <w:rFonts w:cs="Arial"/>
          <w:kern w:val="65534"/>
          <w:sz w:val="24"/>
          <w:lang w:val="uk-UA"/>
        </w:rPr>
        <w:t>Широтні та меридіональні типи циркуляції атмосфери. Місцеві вітри.</w:t>
      </w:r>
    </w:p>
    <w:p w:rsidR="007648F7" w:rsidRPr="000D3F15" w:rsidRDefault="007648F7" w:rsidP="0010382D">
      <w:pPr>
        <w:pStyle w:val="a"/>
        <w:shd w:val="clear" w:color="auto" w:fill="FFFFFF"/>
        <w:spacing w:line="240" w:lineRule="auto"/>
        <w:ind w:left="29" w:right="14" w:firstLine="701"/>
        <w:jc w:val="both"/>
        <w:rPr>
          <w:rFonts w:cs="Arial"/>
        </w:rPr>
      </w:pPr>
      <w:r w:rsidRPr="000D3F15">
        <w:rPr>
          <w:rFonts w:cs="Arial"/>
          <w:kern w:val="65535"/>
          <w:sz w:val="24"/>
          <w:lang w:val="uk-UA"/>
        </w:rPr>
        <w:t xml:space="preserve">Атмосферні опади. Види опадів. Генетичні види опадів. Закономірності </w:t>
      </w:r>
      <w:r w:rsidRPr="000D3F15">
        <w:rPr>
          <w:rFonts w:cs="Arial"/>
          <w:sz w:val="24"/>
          <w:lang w:val="uk-UA"/>
        </w:rPr>
        <w:t xml:space="preserve">розподілу опадів на Землі в залежності від розподілу тепла і особливостей циркуляції атмосфери. Атмосферне зволоження. Коефіцієнт зволоження. </w:t>
      </w:r>
      <w:r w:rsidRPr="000D3F15">
        <w:rPr>
          <w:rFonts w:cs="Arial"/>
          <w:kern w:val="65534"/>
          <w:sz w:val="24"/>
          <w:lang w:val="uk-UA"/>
        </w:rPr>
        <w:t xml:space="preserve">Радіаційний індекс сухості. Закономірності розподілу атмосферного зволоження: </w:t>
      </w:r>
      <w:r w:rsidRPr="000D3F15">
        <w:rPr>
          <w:rFonts w:cs="Arial"/>
          <w:kern w:val="65535"/>
          <w:sz w:val="24"/>
          <w:lang w:val="uk-UA"/>
        </w:rPr>
        <w:t>зони надлишкового, помірного та недостатнього зволоження.</w:t>
      </w:r>
    </w:p>
    <w:p w:rsidR="007648F7" w:rsidRPr="000D3F15" w:rsidRDefault="007648F7" w:rsidP="0010382D">
      <w:pPr>
        <w:pStyle w:val="a"/>
        <w:shd w:val="clear" w:color="auto" w:fill="FFFFFF"/>
        <w:spacing w:line="240" w:lineRule="auto"/>
        <w:ind w:left="34" w:right="24" w:firstLine="696"/>
        <w:jc w:val="both"/>
        <w:rPr>
          <w:rFonts w:cs="Arial"/>
        </w:rPr>
      </w:pPr>
      <w:r w:rsidRPr="000D3F15">
        <w:rPr>
          <w:rFonts w:cs="Arial"/>
          <w:sz w:val="24"/>
          <w:lang w:val="uk-UA"/>
        </w:rPr>
        <w:t xml:space="preserve">Погода. Визначення поняття. Елементи погоди. Класифікація </w:t>
      </w:r>
      <w:r w:rsidRPr="000D3F15">
        <w:rPr>
          <w:rFonts w:cs="Arial"/>
          <w:sz w:val="24"/>
        </w:rPr>
        <w:t xml:space="preserve">погод. </w:t>
      </w:r>
      <w:r w:rsidRPr="000D3F15">
        <w:rPr>
          <w:rFonts w:cs="Arial"/>
          <w:sz w:val="24"/>
          <w:lang w:val="uk-UA"/>
        </w:rPr>
        <w:t>Служба погоди. Проблема завбачення погоди.</w:t>
      </w:r>
    </w:p>
    <w:p w:rsidR="007648F7" w:rsidRPr="000D3F15" w:rsidRDefault="007648F7" w:rsidP="0010382D">
      <w:pPr>
        <w:pStyle w:val="a"/>
        <w:shd w:val="clear" w:color="auto" w:fill="FFFFFF"/>
        <w:spacing w:line="240" w:lineRule="auto"/>
        <w:ind w:left="34" w:firstLine="696"/>
        <w:jc w:val="both"/>
        <w:rPr>
          <w:rFonts w:cs="Arial"/>
        </w:rPr>
      </w:pPr>
      <w:r w:rsidRPr="000D3F15">
        <w:rPr>
          <w:rFonts w:cs="Arial"/>
          <w:sz w:val="24"/>
          <w:lang w:val="uk-UA"/>
        </w:rPr>
        <w:t xml:space="preserve">Клімат. Визначення поняття. Фактори кліматоутворення. Класифікація кліматів    Землі   (В.П.Кеппена,   Б.П.Алісова).    Кліматичне   районування    (за Б.П.Алісовим). Зміни і коливання клімату. Вплив антропогенного фактора на </w:t>
      </w:r>
      <w:r w:rsidRPr="000D3F15">
        <w:rPr>
          <w:rFonts w:cs="Arial"/>
          <w:kern w:val="65535"/>
          <w:sz w:val="24"/>
          <w:lang w:val="uk-UA"/>
        </w:rPr>
        <w:t>клімат. Проблема завбачення клімату майбутнього. Кліматичні карти.</w:t>
      </w:r>
    </w:p>
    <w:p w:rsidR="007648F7" w:rsidRPr="000D3F15" w:rsidRDefault="007648F7" w:rsidP="0010382D">
      <w:pPr>
        <w:pStyle w:val="a"/>
        <w:shd w:val="clear" w:color="auto" w:fill="FFFFFF"/>
        <w:spacing w:line="240" w:lineRule="auto"/>
        <w:ind w:left="29" w:right="38" w:firstLine="696"/>
        <w:jc w:val="both"/>
        <w:rPr>
          <w:rFonts w:cs="Arial"/>
        </w:rPr>
      </w:pPr>
      <w:r w:rsidRPr="00BF5ED4">
        <w:rPr>
          <w:rFonts w:cs="Arial"/>
          <w:sz w:val="24"/>
          <w:lang w:val="uk-UA"/>
        </w:rPr>
        <w:t>Гідросфера та її</w:t>
      </w:r>
      <w:r w:rsidRPr="000D3F15">
        <w:rPr>
          <w:rFonts w:cs="Arial"/>
          <w:sz w:val="24"/>
          <w:lang w:val="uk-UA"/>
        </w:rPr>
        <w:t xml:space="preserve"> склад, взаємодія з іншими оболонками Землі. Кругообіг води (вологообмін) і баланс вологи на Землі.</w:t>
      </w:r>
    </w:p>
    <w:p w:rsidR="007648F7" w:rsidRPr="000D3F15" w:rsidRDefault="007648F7" w:rsidP="0010382D">
      <w:pPr>
        <w:pStyle w:val="a"/>
        <w:shd w:val="clear" w:color="auto" w:fill="FFFFFF"/>
        <w:spacing w:line="240" w:lineRule="auto"/>
        <w:ind w:left="24" w:right="34" w:firstLine="710"/>
        <w:jc w:val="both"/>
        <w:rPr>
          <w:rFonts w:cs="Arial"/>
        </w:rPr>
      </w:pPr>
      <w:r w:rsidRPr="000D3F15">
        <w:rPr>
          <w:rFonts w:cs="Arial"/>
          <w:kern w:val="65535"/>
          <w:sz w:val="24"/>
          <w:lang w:val="uk-UA"/>
        </w:rPr>
        <w:t xml:space="preserve">Світовий океан і його поділ. Фізичні та хімічні властивості морської води. Гідрологічні особливості (температурний режим води, морський лід). Динаміка </w:t>
      </w:r>
      <w:r w:rsidRPr="000D3F15">
        <w:rPr>
          <w:rFonts w:cs="Arial"/>
          <w:sz w:val="24"/>
          <w:lang w:val="uk-UA"/>
        </w:rPr>
        <w:t xml:space="preserve">океанічних вод. Хвилі. Морські течії. їх класифікація. Загальна схема </w:t>
      </w:r>
      <w:r w:rsidRPr="000D3F15">
        <w:rPr>
          <w:rFonts w:cs="Arial"/>
          <w:kern w:val="65535"/>
          <w:sz w:val="24"/>
          <w:lang w:val="uk-UA"/>
        </w:rPr>
        <w:t xml:space="preserve">поверхневих течій. Особливості загальної циркуляції вод Світового океану. Особливості рельєфу дна Світового океану і його складових частин. Ресурси </w:t>
      </w:r>
      <w:r w:rsidRPr="000D3F15">
        <w:rPr>
          <w:rFonts w:cs="Arial"/>
          <w:kern w:val="65534"/>
          <w:sz w:val="24"/>
          <w:lang w:val="uk-UA"/>
        </w:rPr>
        <w:t>Світового океану, їх сучасне використання і проблеми охорони.</w:t>
      </w:r>
    </w:p>
    <w:p w:rsidR="007648F7" w:rsidRPr="000D3F15" w:rsidRDefault="007648F7" w:rsidP="008215F1">
      <w:pPr>
        <w:pStyle w:val="a"/>
        <w:shd w:val="clear" w:color="auto" w:fill="FFFFFF"/>
        <w:spacing w:line="240" w:lineRule="auto"/>
        <w:ind w:left="34" w:right="34" w:firstLine="701"/>
        <w:jc w:val="both"/>
        <w:rPr>
          <w:rFonts w:cs="Arial"/>
        </w:rPr>
      </w:pPr>
      <w:r w:rsidRPr="000D3F15">
        <w:rPr>
          <w:rFonts w:cs="Arial"/>
          <w:kern w:val="65534"/>
          <w:sz w:val="24"/>
          <w:lang w:val="uk-UA"/>
        </w:rPr>
        <w:t xml:space="preserve">Води суші. Підземні води, їх види і походження. Роль підземних вод у </w:t>
      </w:r>
      <w:r w:rsidRPr="000D3F15">
        <w:rPr>
          <w:rFonts w:cs="Arial"/>
          <w:sz w:val="24"/>
          <w:lang w:val="uk-UA"/>
        </w:rPr>
        <w:t xml:space="preserve">фізико-географічних процесах. Поверхневі води (річки, озера, болота, водосховища, льодовики). Визначення понять “річка”, “річкова мережа”, “гідрографічна мережа”, “річковий басейн”. Класифікація рік за джерелами живлення і водним режимом (за А.І.Воєйковим, М.І.Львовичем). Озера. Визначення поняття “озеро”. Типи озерних улоговин за походженням. Географічний розподіл озер на Землі. Болота, як природний комплекс. </w:t>
      </w:r>
      <w:r w:rsidRPr="000D3F15">
        <w:rPr>
          <w:rFonts w:cs="Arial"/>
          <w:kern w:val="65535"/>
          <w:sz w:val="24"/>
          <w:lang w:val="uk-UA"/>
        </w:rPr>
        <w:t xml:space="preserve">Визначення “болото” і “заболочені землі”. Класифікація боліт. Закономірності </w:t>
      </w:r>
      <w:r w:rsidRPr="000D3F15">
        <w:rPr>
          <w:rFonts w:cs="Arial"/>
          <w:sz w:val="24"/>
          <w:lang w:val="uk-UA"/>
        </w:rPr>
        <w:t>розвитку і розповсюдження боліт.</w:t>
      </w:r>
      <w:r w:rsidRPr="000D3F15">
        <w:rPr>
          <w:rFonts w:cs="Arial"/>
          <w:kern w:val="65535"/>
          <w:sz w:val="24"/>
          <w:lang w:val="uk-UA"/>
        </w:rPr>
        <w:t xml:space="preserve">Льодовики. Поняття “льодовик”. Сучасне </w:t>
      </w:r>
      <w:r w:rsidRPr="000D3F15">
        <w:rPr>
          <w:rFonts w:cs="Arial"/>
          <w:sz w:val="24"/>
          <w:lang w:val="uk-UA"/>
        </w:rPr>
        <w:t xml:space="preserve">зледеніння Землі, його розміри, розповсюдження і динаміка. </w:t>
      </w:r>
      <w:r w:rsidRPr="000D3F15">
        <w:rPr>
          <w:rFonts w:cs="Arial"/>
          <w:kern w:val="65535"/>
          <w:sz w:val="24"/>
          <w:lang w:val="uk-UA"/>
        </w:rPr>
        <w:t xml:space="preserve">Використання поверхневих вод. Проблема їх </w:t>
      </w:r>
      <w:r w:rsidRPr="000D3F15">
        <w:rPr>
          <w:rFonts w:cs="Arial"/>
          <w:sz w:val="24"/>
          <w:lang w:val="uk-UA"/>
        </w:rPr>
        <w:t>раціонального використання і охорони.</w:t>
      </w:r>
    </w:p>
    <w:p w:rsidR="007648F7" w:rsidRPr="000D3F15" w:rsidRDefault="007648F7" w:rsidP="0010382D">
      <w:pPr>
        <w:pStyle w:val="a"/>
        <w:shd w:val="clear" w:color="auto" w:fill="FFFFFF"/>
        <w:spacing w:line="240" w:lineRule="auto"/>
        <w:ind w:left="53" w:right="19" w:firstLine="696"/>
        <w:jc w:val="both"/>
        <w:rPr>
          <w:rFonts w:cs="Arial"/>
          <w:lang w:val="uk-UA"/>
        </w:rPr>
      </w:pPr>
      <w:r w:rsidRPr="000D3F15">
        <w:rPr>
          <w:rFonts w:cs="Arial"/>
          <w:sz w:val="24"/>
          <w:lang w:val="uk-UA"/>
        </w:rPr>
        <w:t xml:space="preserve">Життєві угрупування організмів. Біологічна </w:t>
      </w:r>
      <w:r w:rsidRPr="000D3F15">
        <w:rPr>
          <w:rFonts w:cs="Arial"/>
          <w:kern w:val="65535"/>
          <w:sz w:val="24"/>
          <w:lang w:val="uk-UA"/>
        </w:rPr>
        <w:t xml:space="preserve">продуктивність і біомаса різних природних комплексів. Ноосфера. Визначення </w:t>
      </w:r>
      <w:r w:rsidRPr="000D3F15">
        <w:rPr>
          <w:rFonts w:cs="Arial"/>
          <w:sz w:val="24"/>
          <w:lang w:val="uk-UA"/>
        </w:rPr>
        <w:t xml:space="preserve">поняття “географічна оболонка”, її межі. Закономірності будови і розвитку: </w:t>
      </w:r>
      <w:r w:rsidRPr="000D3F15">
        <w:rPr>
          <w:rFonts w:cs="Arial"/>
          <w:kern w:val="65534"/>
          <w:sz w:val="24"/>
          <w:lang w:val="uk-UA"/>
        </w:rPr>
        <w:t>єдність, цілісність, ритмічність, полярна симетрія, зональність і азональність.</w:t>
      </w:r>
    </w:p>
    <w:p w:rsidR="007648F7" w:rsidRPr="000D3F15" w:rsidRDefault="007648F7" w:rsidP="0010382D">
      <w:pPr>
        <w:pStyle w:val="a"/>
        <w:shd w:val="clear" w:color="auto" w:fill="FFFFFF"/>
        <w:spacing w:line="240" w:lineRule="auto"/>
        <w:ind w:left="48" w:right="14" w:firstLine="706"/>
        <w:jc w:val="both"/>
        <w:rPr>
          <w:rFonts w:cs="Arial"/>
        </w:rPr>
      </w:pPr>
      <w:r w:rsidRPr="000D3F15">
        <w:rPr>
          <w:rFonts w:cs="Arial"/>
          <w:sz w:val="24"/>
          <w:lang w:val="uk-UA"/>
        </w:rPr>
        <w:t>Географічні пояси Землі, їх коротка характеристика. Спектри висотної поясності в різних географічних поясах. Територіальні і аквальні природні комплекси.</w:t>
      </w:r>
    </w:p>
    <w:p w:rsidR="007648F7" w:rsidRPr="000D3F15" w:rsidRDefault="007648F7" w:rsidP="0010382D">
      <w:pPr>
        <w:pStyle w:val="a"/>
        <w:shd w:val="clear" w:color="auto" w:fill="FFFFFF"/>
        <w:spacing w:line="240" w:lineRule="auto"/>
        <w:ind w:left="67" w:right="19" w:firstLine="710"/>
        <w:jc w:val="both"/>
        <w:rPr>
          <w:rFonts w:cs="Arial"/>
        </w:rPr>
      </w:pPr>
      <w:r w:rsidRPr="000D3F15">
        <w:rPr>
          <w:rFonts w:cs="Arial"/>
          <w:sz w:val="24"/>
          <w:lang w:val="uk-UA"/>
        </w:rPr>
        <w:t xml:space="preserve">Поняття про фізико-географічне районування. Система таксономічних </w:t>
      </w:r>
      <w:r w:rsidRPr="000D3F15">
        <w:rPr>
          <w:rFonts w:cs="Arial"/>
          <w:kern w:val="65535"/>
          <w:sz w:val="24"/>
          <w:lang w:val="uk-UA"/>
        </w:rPr>
        <w:t>одиниць. Ландшафт. Морфологічні одиниці ландшафту, принципи їх виявлення.</w:t>
      </w:r>
    </w:p>
    <w:p w:rsidR="007648F7" w:rsidRPr="000D3F15" w:rsidRDefault="007648F7" w:rsidP="0010382D">
      <w:pPr>
        <w:pStyle w:val="a"/>
        <w:shd w:val="clear" w:color="auto" w:fill="FFFFFF"/>
        <w:spacing w:line="240" w:lineRule="auto"/>
        <w:ind w:left="58" w:right="5" w:firstLine="696"/>
        <w:jc w:val="both"/>
        <w:rPr>
          <w:rFonts w:cs="Arial"/>
        </w:rPr>
      </w:pPr>
      <w:r w:rsidRPr="000D3F15">
        <w:rPr>
          <w:rFonts w:cs="Arial"/>
          <w:sz w:val="24"/>
          <w:lang w:val="uk-UA"/>
        </w:rPr>
        <w:t>Географічне середовище і суспільство. Значення географічного середовища для суспільного виробництва. Поняття про природні умови та природні ресурси.</w:t>
      </w:r>
    </w:p>
    <w:p w:rsidR="007648F7" w:rsidRPr="000D3F15" w:rsidRDefault="007648F7" w:rsidP="0010382D">
      <w:pPr>
        <w:pStyle w:val="a"/>
        <w:shd w:val="clear" w:color="auto" w:fill="FFFFFF"/>
        <w:spacing w:line="240" w:lineRule="auto"/>
        <w:ind w:right="29" w:firstLine="701"/>
        <w:jc w:val="both"/>
        <w:rPr>
          <w:rFonts w:cs="Arial"/>
        </w:rPr>
      </w:pPr>
      <w:r w:rsidRPr="00BF5ED4">
        <w:rPr>
          <w:rFonts w:cs="Arial"/>
          <w:sz w:val="24"/>
          <w:lang w:val="uk-UA"/>
        </w:rPr>
        <w:t>Фізико-географічне огляд материків:</w:t>
      </w:r>
      <w:r w:rsidRPr="000D3F15">
        <w:rPr>
          <w:rFonts w:cs="Arial"/>
          <w:sz w:val="24"/>
          <w:lang w:val="uk-UA"/>
        </w:rPr>
        <w:t xml:space="preserve"> Євразія, Африка, Австралія, Північна і Південна Америка, Антарктида. Загальний огляд, формування, тектонічна </w:t>
      </w:r>
      <w:r w:rsidRPr="000D3F15">
        <w:rPr>
          <w:rFonts w:cs="Arial"/>
          <w:kern w:val="65535"/>
          <w:sz w:val="24"/>
          <w:lang w:val="uk-UA"/>
        </w:rPr>
        <w:t xml:space="preserve">будова, рельєф, корисні копалини, клімат, води суходолу, ґрунти, рослинність, тваринний світ, сучасні ландшафти, особливості територіальної диференціації </w:t>
      </w:r>
      <w:r w:rsidRPr="000D3F15">
        <w:rPr>
          <w:rFonts w:cs="Arial"/>
          <w:sz w:val="24"/>
          <w:lang w:val="uk-UA"/>
        </w:rPr>
        <w:t>природи (широтна зональність і висотна поясність ландшафтів), фізико-</w:t>
      </w:r>
      <w:r w:rsidRPr="000D3F15">
        <w:rPr>
          <w:rFonts w:cs="Arial"/>
          <w:kern w:val="65534"/>
          <w:sz w:val="24"/>
          <w:lang w:val="uk-UA"/>
        </w:rPr>
        <w:t xml:space="preserve">географічне районування. Вплив антропогенного фактора на сучасні ландшафти. </w:t>
      </w:r>
      <w:r w:rsidRPr="000D3F15">
        <w:rPr>
          <w:rFonts w:cs="Arial"/>
          <w:sz w:val="24"/>
          <w:lang w:val="uk-UA"/>
        </w:rPr>
        <w:t>Основні екологічні проблеми. Території, що охороняються.</w:t>
      </w:r>
    </w:p>
    <w:p w:rsidR="007648F7" w:rsidRPr="000D3F15" w:rsidRDefault="007648F7" w:rsidP="0010382D">
      <w:pPr>
        <w:pStyle w:val="a"/>
        <w:shd w:val="clear" w:color="auto" w:fill="FFFFFF"/>
        <w:spacing w:line="240" w:lineRule="auto"/>
        <w:ind w:left="10" w:right="29" w:firstLine="701"/>
        <w:jc w:val="both"/>
        <w:rPr>
          <w:rFonts w:cs="Arial"/>
        </w:rPr>
      </w:pPr>
      <w:r w:rsidRPr="000D3F15">
        <w:rPr>
          <w:rFonts w:cs="Arial"/>
          <w:sz w:val="24"/>
          <w:lang w:val="uk-UA"/>
        </w:rPr>
        <w:t xml:space="preserve">Історія дослідження території України. </w:t>
      </w:r>
      <w:r w:rsidRPr="000D3F15">
        <w:rPr>
          <w:rFonts w:cs="Arial"/>
          <w:kern w:val="65534"/>
          <w:sz w:val="24"/>
          <w:lang w:val="uk-UA"/>
        </w:rPr>
        <w:t>Особливості геотектонічної будови території України. Четвертинний період на території України і його вплив на формування сучасних ландшафтів.</w:t>
      </w:r>
    </w:p>
    <w:p w:rsidR="007648F7" w:rsidRPr="000D3F15" w:rsidRDefault="007648F7" w:rsidP="0010382D">
      <w:pPr>
        <w:pStyle w:val="a"/>
        <w:shd w:val="clear" w:color="auto" w:fill="FFFFFF"/>
        <w:spacing w:line="240" w:lineRule="auto"/>
        <w:ind w:left="10" w:right="24" w:firstLine="696"/>
        <w:jc w:val="both"/>
        <w:rPr>
          <w:rFonts w:cs="Arial"/>
          <w:lang w:val="uk-UA"/>
        </w:rPr>
      </w:pPr>
      <w:r w:rsidRPr="000D3F15">
        <w:rPr>
          <w:rFonts w:cs="Arial"/>
          <w:kern w:val="65535"/>
          <w:sz w:val="24"/>
          <w:lang w:val="uk-UA"/>
        </w:rPr>
        <w:t xml:space="preserve">Найбільші басейни і родовища осадочних, магматичних і метаморфічних </w:t>
      </w:r>
      <w:r w:rsidRPr="000D3F15">
        <w:rPr>
          <w:rFonts w:cs="Arial"/>
          <w:sz w:val="24"/>
          <w:lang w:val="uk-UA"/>
        </w:rPr>
        <w:t xml:space="preserve">корисних копалин України. Основні риси рельєфу України (типи морфоструктури та морфоскульптури). Геоморфологічне районування. Кліматичні фактори і основні особливості клімату України. Кліматичне районування і кліматичні ресурси. Моря, що омивають територію України (основні особливості природи, екологічні проблеми). Внутрішні води і водні </w:t>
      </w:r>
      <w:r w:rsidRPr="000D3F15">
        <w:rPr>
          <w:rFonts w:cs="Arial"/>
          <w:kern w:val="65534"/>
          <w:sz w:val="24"/>
          <w:lang w:val="uk-UA"/>
        </w:rPr>
        <w:t xml:space="preserve">ресурси України. Особливості ґрунтового покриву України (географія ґрунтів, їх </w:t>
      </w:r>
      <w:r w:rsidRPr="000D3F15">
        <w:rPr>
          <w:rFonts w:cs="Arial"/>
          <w:kern w:val="65535"/>
          <w:sz w:val="24"/>
          <w:lang w:val="uk-UA"/>
        </w:rPr>
        <w:t xml:space="preserve">властивості). Рослинний і тваринний світ. Несприятливі </w:t>
      </w:r>
      <w:r w:rsidRPr="000D3F15">
        <w:rPr>
          <w:rFonts w:cs="Arial"/>
          <w:kern w:val="65534"/>
          <w:sz w:val="24"/>
          <w:lang w:val="uk-UA"/>
        </w:rPr>
        <w:t>фізико-географічні процеси та явища. Природоохоронні території.</w:t>
      </w:r>
    </w:p>
    <w:p w:rsidR="007648F7" w:rsidRDefault="007648F7" w:rsidP="008215F1">
      <w:pPr>
        <w:pStyle w:val="a"/>
        <w:shd w:val="clear" w:color="auto" w:fill="FFFFFF"/>
        <w:spacing w:line="240" w:lineRule="auto"/>
        <w:ind w:left="19" w:right="14" w:firstLine="706"/>
        <w:jc w:val="both"/>
        <w:rPr>
          <w:rFonts w:cs="Arial"/>
          <w:kern w:val="65535"/>
          <w:sz w:val="24"/>
          <w:lang w:val="uk-UA"/>
        </w:rPr>
      </w:pPr>
      <w:r w:rsidRPr="000D3F15">
        <w:rPr>
          <w:rFonts w:cs="Arial"/>
          <w:sz w:val="24"/>
          <w:lang w:val="uk-UA"/>
        </w:rPr>
        <w:t xml:space="preserve">Зональні та азональні типи ландшафтів України та їх коротка </w:t>
      </w:r>
      <w:r w:rsidRPr="000D3F15">
        <w:rPr>
          <w:rFonts w:cs="Arial"/>
          <w:kern w:val="65535"/>
          <w:sz w:val="24"/>
          <w:lang w:val="uk-UA"/>
        </w:rPr>
        <w:t>характеристика. Фізико-географічне районування України (за О.М.</w:t>
      </w:r>
      <w:r>
        <w:rPr>
          <w:rFonts w:cs="Arial"/>
          <w:kern w:val="65535"/>
          <w:sz w:val="24"/>
          <w:lang w:val="uk-UA"/>
        </w:rPr>
        <w:t> </w:t>
      </w:r>
      <w:r w:rsidRPr="000D3F15">
        <w:rPr>
          <w:rFonts w:cs="Arial"/>
          <w:kern w:val="65535"/>
          <w:sz w:val="24"/>
          <w:lang w:val="uk-UA"/>
        </w:rPr>
        <w:t>Мариничем, П.Г.</w:t>
      </w:r>
      <w:r>
        <w:rPr>
          <w:rFonts w:cs="Arial"/>
          <w:kern w:val="65535"/>
          <w:sz w:val="24"/>
          <w:lang w:val="uk-UA"/>
        </w:rPr>
        <w:t> </w:t>
      </w:r>
      <w:r w:rsidRPr="000D3F15">
        <w:rPr>
          <w:rFonts w:cs="Arial"/>
          <w:kern w:val="65535"/>
          <w:sz w:val="24"/>
          <w:lang w:val="uk-UA"/>
        </w:rPr>
        <w:t xml:space="preserve">Шищенком). Комплексна характеристика природних зон та висотних країн. </w:t>
      </w:r>
      <w:r w:rsidRPr="000D3F15">
        <w:rPr>
          <w:rFonts w:cs="Arial"/>
          <w:sz w:val="24"/>
          <w:lang w:val="uk-UA"/>
        </w:rPr>
        <w:t>Екологічний стан території України.</w:t>
      </w:r>
      <w:r w:rsidRPr="000D3F15">
        <w:rPr>
          <w:rFonts w:cs="Arial"/>
          <w:kern w:val="65535"/>
          <w:sz w:val="24"/>
          <w:lang w:val="uk-UA"/>
        </w:rPr>
        <w:t>Проблеми раціонального використання</w:t>
      </w:r>
      <w:r>
        <w:rPr>
          <w:rFonts w:cs="Arial"/>
          <w:kern w:val="65535"/>
          <w:sz w:val="24"/>
          <w:lang w:val="uk-UA"/>
        </w:rPr>
        <w:t>,</w:t>
      </w:r>
      <w:r w:rsidRPr="000D3F15">
        <w:rPr>
          <w:rFonts w:cs="Arial"/>
          <w:kern w:val="65535"/>
          <w:sz w:val="24"/>
          <w:lang w:val="uk-UA"/>
        </w:rPr>
        <w:t xml:space="preserve"> охорони </w:t>
      </w:r>
      <w:r>
        <w:rPr>
          <w:rFonts w:cs="Arial"/>
          <w:kern w:val="65535"/>
          <w:sz w:val="24"/>
          <w:lang w:val="uk-UA"/>
        </w:rPr>
        <w:t>та відтворення природних ресурсів України.</w:t>
      </w:r>
    </w:p>
    <w:p w:rsidR="007648F7" w:rsidRPr="000D3F15" w:rsidRDefault="007648F7" w:rsidP="0010382D">
      <w:pPr>
        <w:pStyle w:val="a"/>
        <w:shd w:val="clear" w:color="auto" w:fill="FFFFFF"/>
        <w:spacing w:line="240" w:lineRule="auto"/>
        <w:ind w:left="725"/>
        <w:rPr>
          <w:rFonts w:cs="Arial"/>
        </w:rPr>
      </w:pPr>
    </w:p>
    <w:p w:rsidR="007648F7" w:rsidRDefault="007648F7" w:rsidP="0010382D">
      <w:pPr>
        <w:pStyle w:val="a"/>
        <w:shd w:val="clear" w:color="auto" w:fill="FFFFFF"/>
        <w:spacing w:line="240" w:lineRule="auto"/>
        <w:ind w:left="360"/>
        <w:jc w:val="center"/>
        <w:rPr>
          <w:rFonts w:cs="Arial"/>
          <w:b/>
          <w:bCs/>
          <w:kern w:val="65523"/>
          <w:sz w:val="24"/>
          <w:lang w:val="uk-UA"/>
        </w:rPr>
      </w:pPr>
      <w:r w:rsidRPr="000B1BBC">
        <w:rPr>
          <w:rFonts w:cs="Arial"/>
          <w:b/>
          <w:bCs/>
          <w:kern w:val="65523"/>
          <w:sz w:val="24"/>
        </w:rPr>
        <w:t>3</w:t>
      </w:r>
      <w:r>
        <w:rPr>
          <w:rFonts w:cs="Arial"/>
          <w:b/>
          <w:bCs/>
          <w:kern w:val="65523"/>
          <w:sz w:val="24"/>
          <w:lang w:val="uk-UA"/>
        </w:rPr>
        <w:t xml:space="preserve">. </w:t>
      </w:r>
      <w:r w:rsidRPr="000D3F15">
        <w:rPr>
          <w:rFonts w:cs="Arial"/>
          <w:b/>
          <w:bCs/>
          <w:kern w:val="65523"/>
          <w:sz w:val="24"/>
          <w:lang w:val="uk-UA"/>
        </w:rPr>
        <w:t>ЕКОНОМІЧНА І СОЦІАЛЬНА ГЕОГРАФІЯ СВІТУ</w:t>
      </w:r>
    </w:p>
    <w:p w:rsidR="007648F7" w:rsidRPr="000D3F15" w:rsidRDefault="007648F7" w:rsidP="0010382D">
      <w:pPr>
        <w:pStyle w:val="a"/>
        <w:shd w:val="clear" w:color="auto" w:fill="FFFFFF"/>
        <w:spacing w:line="240" w:lineRule="auto"/>
        <w:ind w:left="360"/>
        <w:rPr>
          <w:rFonts w:cs="Arial"/>
        </w:rPr>
      </w:pPr>
    </w:p>
    <w:p w:rsidR="007648F7" w:rsidRPr="000D3F15" w:rsidRDefault="007648F7" w:rsidP="0010382D">
      <w:pPr>
        <w:pStyle w:val="a"/>
        <w:shd w:val="clear" w:color="auto" w:fill="FFFFFF"/>
        <w:spacing w:line="240" w:lineRule="auto"/>
        <w:ind w:left="38" w:firstLine="706"/>
        <w:jc w:val="both"/>
        <w:rPr>
          <w:rFonts w:cs="Arial"/>
        </w:rPr>
      </w:pPr>
      <w:r w:rsidRPr="000D3F15">
        <w:rPr>
          <w:rFonts w:cs="Arial"/>
          <w:sz w:val="24"/>
          <w:lang w:val="uk-UA"/>
        </w:rPr>
        <w:t xml:space="preserve">Сучасна політична карта світу. Основні етапи формування політичної карти світу (на прикладі Європи, Азії, Африки, Америки). Типологія країн </w:t>
      </w:r>
      <w:r w:rsidRPr="000D3F15">
        <w:rPr>
          <w:rFonts w:cs="Arial"/>
          <w:kern w:val="65535"/>
          <w:sz w:val="24"/>
          <w:lang w:val="uk-UA"/>
        </w:rPr>
        <w:t xml:space="preserve">сучасного світу. Форми правління та адміністративно-територіального устрою. </w:t>
      </w:r>
      <w:r w:rsidRPr="000D3F15">
        <w:rPr>
          <w:rFonts w:cs="Arial"/>
          <w:sz w:val="24"/>
          <w:lang w:val="uk-UA"/>
        </w:rPr>
        <w:t>Сучасні тенденції міжнародних політичних відносин.</w:t>
      </w:r>
    </w:p>
    <w:p w:rsidR="007648F7" w:rsidRPr="000D3F15" w:rsidRDefault="007648F7" w:rsidP="0010382D">
      <w:pPr>
        <w:pStyle w:val="a"/>
        <w:shd w:val="clear" w:color="auto" w:fill="FFFFFF"/>
        <w:spacing w:line="240" w:lineRule="auto"/>
        <w:ind w:left="43" w:right="5" w:firstLine="701"/>
        <w:jc w:val="both"/>
        <w:rPr>
          <w:rFonts w:cs="Arial"/>
          <w:lang w:val="uk-UA"/>
        </w:rPr>
      </w:pPr>
      <w:r w:rsidRPr="000D3F15">
        <w:rPr>
          <w:rFonts w:cs="Arial"/>
          <w:sz w:val="24"/>
          <w:lang w:val="uk-UA"/>
        </w:rPr>
        <w:t>Природні ресурси і охорона оточуючого середовища. Поняття про природні умови і ресурси, їх класифікація</w:t>
      </w:r>
      <w:r>
        <w:rPr>
          <w:rFonts w:cs="Arial"/>
          <w:sz w:val="24"/>
          <w:lang w:val="uk-UA"/>
        </w:rPr>
        <w:t xml:space="preserve"> за різними ознаками</w:t>
      </w:r>
      <w:r w:rsidRPr="000D3F15">
        <w:rPr>
          <w:rFonts w:cs="Arial"/>
          <w:sz w:val="24"/>
          <w:lang w:val="uk-UA"/>
        </w:rPr>
        <w:t xml:space="preserve">. Значення природних умов і ресурсів </w:t>
      </w:r>
      <w:r w:rsidRPr="000D3F15">
        <w:rPr>
          <w:rFonts w:cs="Arial"/>
          <w:kern w:val="65535"/>
          <w:sz w:val="24"/>
          <w:lang w:val="uk-UA"/>
        </w:rPr>
        <w:t xml:space="preserve">для розвитку та спеціалізації господарства країн і районів. Нові тенденції в </w:t>
      </w:r>
      <w:r w:rsidRPr="000D3F15">
        <w:rPr>
          <w:rFonts w:cs="Arial"/>
          <w:kern w:val="65534"/>
          <w:sz w:val="24"/>
          <w:lang w:val="uk-UA"/>
        </w:rPr>
        <w:t xml:space="preserve">ресурсоспоживанні світу. Поняття природно-ресурсного потенціалу території. Проблема ресурсозабезпечення в умовах НТР і охорона оточуючого середовища. </w:t>
      </w:r>
      <w:r w:rsidRPr="000D3F15">
        <w:rPr>
          <w:rFonts w:cs="Arial"/>
          <w:kern w:val="65535"/>
          <w:sz w:val="24"/>
          <w:lang w:val="uk-UA"/>
        </w:rPr>
        <w:t xml:space="preserve">Антропогенний вплив на природне середовище. Оцінка, освоєння, охорона і </w:t>
      </w:r>
      <w:r w:rsidRPr="000D3F15">
        <w:rPr>
          <w:rFonts w:cs="Arial"/>
          <w:sz w:val="24"/>
          <w:lang w:val="uk-UA"/>
        </w:rPr>
        <w:t xml:space="preserve">відтворення природних ресурсів. Мінеральні, земельні, кліматичні, водні, </w:t>
      </w:r>
      <w:r>
        <w:rPr>
          <w:rFonts w:cs="Arial"/>
          <w:sz w:val="24"/>
          <w:lang w:val="uk-UA"/>
        </w:rPr>
        <w:t xml:space="preserve">лісові, </w:t>
      </w:r>
      <w:r w:rsidRPr="000D3F15">
        <w:rPr>
          <w:rFonts w:cs="Arial"/>
          <w:sz w:val="24"/>
          <w:lang w:val="uk-UA"/>
        </w:rPr>
        <w:t>рекреаційні та бальнеологічні ресурси</w:t>
      </w:r>
      <w:r>
        <w:rPr>
          <w:rFonts w:cs="Arial"/>
          <w:sz w:val="24"/>
          <w:lang w:val="uk-UA"/>
        </w:rPr>
        <w:t>: запаси, регіони залягання, найбільші родовища та басейни.</w:t>
      </w:r>
    </w:p>
    <w:p w:rsidR="007648F7" w:rsidRPr="000A1F60" w:rsidRDefault="007648F7" w:rsidP="0010382D">
      <w:pPr>
        <w:pStyle w:val="a"/>
        <w:shd w:val="clear" w:color="auto" w:fill="FFFFFF"/>
        <w:spacing w:line="240" w:lineRule="auto"/>
        <w:ind w:left="10" w:right="24" w:firstLine="696"/>
        <w:jc w:val="both"/>
        <w:rPr>
          <w:rFonts w:cs="Arial"/>
          <w:lang w:val="uk-UA"/>
        </w:rPr>
      </w:pPr>
      <w:r w:rsidRPr="000A1F60">
        <w:rPr>
          <w:rFonts w:cs="Arial"/>
          <w:kern w:val="65534"/>
          <w:sz w:val="24"/>
          <w:lang w:val="uk-UA"/>
        </w:rPr>
        <w:t xml:space="preserve">Населення як центральна ланка в процесі суспільного </w:t>
      </w:r>
      <w:r w:rsidRPr="000A1F60">
        <w:rPr>
          <w:rFonts w:cs="Arial"/>
          <w:sz w:val="24"/>
          <w:lang w:val="uk-UA"/>
        </w:rPr>
        <w:t xml:space="preserve">відтворення. Теоретичні засади географії населення, теорії і концепції народонаселення. Динаміка, </w:t>
      </w:r>
      <w:r w:rsidRPr="000A1F60">
        <w:rPr>
          <w:rFonts w:cs="Arial"/>
          <w:kern w:val="65535"/>
          <w:sz w:val="24"/>
          <w:lang w:val="uk-UA"/>
        </w:rPr>
        <w:t xml:space="preserve">чисельність і відтворення населення світу; демографічний вибух і демографічна </w:t>
      </w:r>
      <w:r w:rsidRPr="000A1F60">
        <w:rPr>
          <w:rFonts w:cs="Arial"/>
          <w:sz w:val="24"/>
          <w:lang w:val="uk-UA"/>
        </w:rPr>
        <w:t xml:space="preserve">політика в країнах різних соціально-економічних типів. Національний (етнічний) склад населення світу. Економічна активність населення. Особливості зайнятості і використання трудових ресурсів у різних країнах світу. Розміщення населення і чинники, що його визначають. Загальні риси заселеності Землі, осередки високої концентрації населення. Сучасні міграційні процеси, класифікація міграцій, особливості міграційної політики різних країн світу. Географічні форми розселення, типи населених пунктів. Системи і мережі розселення. Історичні аспекти виникнення і розвитку міст, структура міських поселень. Класифікація і типізація міст за різними ознаками. Сучасні урбанізаційні процеси. Закономірності та регіональні відмінності протікання урбанізаційних процесів.Агломерації, конурбації, мегалополіси. Сільське розселення, класифікація сільських населених пунктів. </w:t>
      </w:r>
      <w:r w:rsidRPr="000A1F60">
        <w:rPr>
          <w:rFonts w:cs="Arial"/>
          <w:kern w:val="65535"/>
          <w:sz w:val="24"/>
          <w:lang w:val="uk-UA"/>
        </w:rPr>
        <w:t xml:space="preserve">Картографування населення. </w:t>
      </w:r>
    </w:p>
    <w:p w:rsidR="007648F7" w:rsidRPr="000D3F15" w:rsidRDefault="007648F7" w:rsidP="0010382D">
      <w:pPr>
        <w:pStyle w:val="a"/>
        <w:shd w:val="clear" w:color="auto" w:fill="FFFFFF"/>
        <w:spacing w:line="240" w:lineRule="auto"/>
        <w:ind w:left="14" w:right="43" w:firstLine="710"/>
        <w:jc w:val="both"/>
        <w:rPr>
          <w:rFonts w:cs="Arial"/>
          <w:lang w:val="uk-UA"/>
        </w:rPr>
      </w:pPr>
      <w:r w:rsidRPr="000D3F15">
        <w:rPr>
          <w:rFonts w:cs="Arial"/>
          <w:sz w:val="24"/>
          <w:lang w:val="uk-UA"/>
        </w:rPr>
        <w:t xml:space="preserve">Світове господарство. Етапи формування світового господарства. </w:t>
      </w:r>
      <w:r w:rsidRPr="000D3F15">
        <w:rPr>
          <w:rFonts w:cs="Arial"/>
          <w:kern w:val="65534"/>
          <w:sz w:val="24"/>
          <w:lang w:val="uk-UA"/>
        </w:rPr>
        <w:t xml:space="preserve">Найсуттєвіші риси та фактори розвитку світового господарства початку </w:t>
      </w:r>
      <w:r w:rsidRPr="000D3F15">
        <w:rPr>
          <w:rFonts w:cs="Arial"/>
          <w:kern w:val="65534"/>
          <w:sz w:val="24"/>
          <w:lang w:val="en-US"/>
        </w:rPr>
        <w:t>XXI</w:t>
      </w:r>
      <w:r w:rsidRPr="000D3F15">
        <w:rPr>
          <w:rFonts w:cs="Arial"/>
          <w:kern w:val="65534"/>
          <w:sz w:val="24"/>
          <w:lang w:val="uk-UA"/>
        </w:rPr>
        <w:t>ст. Особливості розвитку складових частин сучасного світового господарства: країн  розвинутою ринковою економікою, нових індустріальних країн, найменш розвинутих країн, країн перехідної та централізовано-планової економіки.</w:t>
      </w:r>
    </w:p>
    <w:p w:rsidR="007648F7" w:rsidRPr="000D3F15" w:rsidRDefault="007648F7" w:rsidP="0010382D">
      <w:pPr>
        <w:pStyle w:val="a"/>
        <w:shd w:val="clear" w:color="auto" w:fill="FFFFFF"/>
        <w:spacing w:line="240" w:lineRule="auto"/>
        <w:ind w:left="19" w:right="19" w:firstLine="701"/>
        <w:jc w:val="both"/>
        <w:rPr>
          <w:rFonts w:cs="Arial"/>
        </w:rPr>
      </w:pPr>
      <w:r w:rsidRPr="000D3F15">
        <w:rPr>
          <w:rFonts w:cs="Arial"/>
          <w:sz w:val="24"/>
          <w:lang w:val="uk-UA"/>
        </w:rPr>
        <w:t xml:space="preserve">Міжнародний поділ праці. Інтеграційні та дезінтенграційні процеси в сучасному світовому господарстві. Світове господарство в період НТР. Сутність </w:t>
      </w:r>
      <w:r w:rsidRPr="000D3F15">
        <w:rPr>
          <w:rFonts w:cs="Arial"/>
          <w:kern w:val="65534"/>
          <w:sz w:val="24"/>
          <w:lang w:val="uk-UA"/>
        </w:rPr>
        <w:t xml:space="preserve">і основні напрямки НТР. Поняття про науково-технічних прогрес і НТР; сутність </w:t>
      </w:r>
      <w:r w:rsidRPr="000D3F15">
        <w:rPr>
          <w:rFonts w:cs="Arial"/>
          <w:sz w:val="24"/>
          <w:lang w:val="uk-UA"/>
        </w:rPr>
        <w:t xml:space="preserve">НТР. Основні напрямки НТР. Зрушення в галузевій структурі в період НТР. </w:t>
      </w:r>
      <w:r w:rsidRPr="000D3F15">
        <w:rPr>
          <w:rFonts w:cs="Arial"/>
          <w:kern w:val="65535"/>
          <w:sz w:val="24"/>
          <w:lang w:val="uk-UA"/>
        </w:rPr>
        <w:t xml:space="preserve">Вплив НТР на розміщення </w:t>
      </w:r>
      <w:r>
        <w:rPr>
          <w:rFonts w:cs="Arial"/>
          <w:kern w:val="65535"/>
          <w:sz w:val="24"/>
          <w:lang w:val="uk-UA"/>
        </w:rPr>
        <w:t>продуктивних сил. НТР і навколишнє</w:t>
      </w:r>
      <w:r w:rsidRPr="000D3F15">
        <w:rPr>
          <w:rFonts w:cs="Arial"/>
          <w:kern w:val="65535"/>
          <w:sz w:val="24"/>
          <w:lang w:val="uk-UA"/>
        </w:rPr>
        <w:t xml:space="preserve"> середовище.</w:t>
      </w:r>
    </w:p>
    <w:p w:rsidR="007648F7" w:rsidRPr="000D3F15" w:rsidRDefault="007648F7" w:rsidP="0010382D">
      <w:pPr>
        <w:pStyle w:val="a"/>
        <w:shd w:val="clear" w:color="auto" w:fill="FFFFFF"/>
        <w:spacing w:line="240" w:lineRule="auto"/>
        <w:ind w:left="24" w:right="10" w:firstLine="706"/>
        <w:jc w:val="both"/>
        <w:rPr>
          <w:rFonts w:cs="Arial"/>
        </w:rPr>
      </w:pPr>
      <w:r w:rsidRPr="000D3F15">
        <w:rPr>
          <w:rFonts w:cs="Arial"/>
          <w:kern w:val="65535"/>
          <w:sz w:val="24"/>
          <w:lang w:val="uk-UA"/>
        </w:rPr>
        <w:t xml:space="preserve">Географія галузей світового господарства. Промисловість світу. Загальна </w:t>
      </w:r>
      <w:r w:rsidRPr="000D3F15">
        <w:rPr>
          <w:rFonts w:cs="Arial"/>
          <w:kern w:val="65534"/>
          <w:sz w:val="24"/>
          <w:lang w:val="uk-UA"/>
        </w:rPr>
        <w:t>характеристика. Зміни, що відбулися в галузевій та територіальній структурі пром</w:t>
      </w:r>
      <w:r>
        <w:rPr>
          <w:rFonts w:cs="Arial"/>
          <w:kern w:val="65534"/>
          <w:sz w:val="24"/>
          <w:lang w:val="uk-UA"/>
        </w:rPr>
        <w:t xml:space="preserve">исловості в останні десятиріччя під впливом науково-технічного прогресу та інформаційної революції. </w:t>
      </w:r>
      <w:r w:rsidRPr="000D3F15">
        <w:rPr>
          <w:rFonts w:cs="Arial"/>
          <w:kern w:val="65534"/>
          <w:sz w:val="24"/>
          <w:lang w:val="uk-UA"/>
        </w:rPr>
        <w:t xml:space="preserve">Географія основних галузей промисловості світу: машинобудування, чорної та кольорової металургії, паливно-енергетичної, </w:t>
      </w:r>
      <w:r w:rsidRPr="000D3F15">
        <w:rPr>
          <w:rFonts w:cs="Arial"/>
          <w:sz w:val="24"/>
          <w:lang w:val="uk-UA"/>
        </w:rPr>
        <w:t xml:space="preserve">хімічної, лісової, текстильної. Особливості розвитку </w:t>
      </w:r>
      <w:r>
        <w:rPr>
          <w:rFonts w:cs="Arial"/>
          <w:sz w:val="24"/>
          <w:lang w:val="uk-UA"/>
        </w:rPr>
        <w:t xml:space="preserve">та розміщення підприємств </w:t>
      </w:r>
      <w:r w:rsidRPr="000D3F15">
        <w:rPr>
          <w:rFonts w:cs="Arial"/>
          <w:sz w:val="24"/>
          <w:lang w:val="uk-UA"/>
        </w:rPr>
        <w:t>окремих галузей промисловості в країнах різного типу.</w:t>
      </w:r>
    </w:p>
    <w:p w:rsidR="007648F7" w:rsidRPr="000D3F15" w:rsidRDefault="007648F7" w:rsidP="0010382D">
      <w:pPr>
        <w:pStyle w:val="a"/>
        <w:shd w:val="clear" w:color="auto" w:fill="FFFFFF"/>
        <w:spacing w:line="240" w:lineRule="auto"/>
        <w:ind w:left="29" w:right="5" w:firstLine="701"/>
        <w:jc w:val="both"/>
        <w:rPr>
          <w:rFonts w:cs="Arial"/>
        </w:rPr>
      </w:pPr>
      <w:r w:rsidRPr="000D3F15">
        <w:rPr>
          <w:rFonts w:cs="Arial"/>
          <w:sz w:val="24"/>
          <w:lang w:val="uk-UA"/>
        </w:rPr>
        <w:t xml:space="preserve">Світове сільське господарство. Природні передумови та соціально-економічні фактори розвитку сільського господарства світу. Сільське </w:t>
      </w:r>
      <w:r w:rsidRPr="000D3F15">
        <w:rPr>
          <w:rFonts w:cs="Arial"/>
          <w:kern w:val="65535"/>
          <w:sz w:val="24"/>
          <w:lang w:val="uk-UA"/>
        </w:rPr>
        <w:t xml:space="preserve">господарство і НТР. “Зелена революція” в країнах, що розвиваються. Основні </w:t>
      </w:r>
      <w:r w:rsidRPr="000D3F15">
        <w:rPr>
          <w:rFonts w:cs="Arial"/>
          <w:sz w:val="24"/>
          <w:lang w:val="uk-UA"/>
        </w:rPr>
        <w:t>географічні типи сільського господарства. Географія галузей рослинництва і тваринництва світу.</w:t>
      </w:r>
    </w:p>
    <w:p w:rsidR="007648F7" w:rsidRPr="009808B7" w:rsidRDefault="007648F7" w:rsidP="0010382D">
      <w:pPr>
        <w:pStyle w:val="a"/>
        <w:shd w:val="clear" w:color="auto" w:fill="FFFFFF"/>
        <w:spacing w:line="240" w:lineRule="auto"/>
        <w:ind w:left="43" w:right="5" w:firstLine="701"/>
        <w:jc w:val="both"/>
        <w:rPr>
          <w:rFonts w:cs="Arial"/>
          <w:lang w:val="uk-UA"/>
        </w:rPr>
      </w:pPr>
      <w:r w:rsidRPr="000D3F15">
        <w:rPr>
          <w:rFonts w:cs="Arial"/>
          <w:kern w:val="65535"/>
          <w:sz w:val="24"/>
          <w:lang w:val="uk-UA"/>
        </w:rPr>
        <w:t xml:space="preserve">Світова транспортна система. Регіональні транспортні системи. </w:t>
      </w:r>
      <w:r>
        <w:rPr>
          <w:rFonts w:cs="Arial"/>
          <w:kern w:val="65535"/>
          <w:sz w:val="24"/>
          <w:lang w:val="uk-UA"/>
        </w:rPr>
        <w:t xml:space="preserve">Структура вантажо- і пасажирообігу. </w:t>
      </w:r>
      <w:r w:rsidRPr="000D3F15">
        <w:rPr>
          <w:rFonts w:cs="Arial"/>
          <w:kern w:val="65535"/>
          <w:sz w:val="24"/>
          <w:lang w:val="uk-UA"/>
        </w:rPr>
        <w:t xml:space="preserve">Географія </w:t>
      </w:r>
      <w:r w:rsidRPr="000D3F15">
        <w:rPr>
          <w:rFonts w:cs="Arial"/>
          <w:sz w:val="24"/>
          <w:lang w:val="uk-UA"/>
        </w:rPr>
        <w:t>основних видів транспорту.</w:t>
      </w:r>
      <w:r>
        <w:rPr>
          <w:rFonts w:cs="Arial"/>
          <w:sz w:val="24"/>
          <w:lang w:val="uk-UA"/>
        </w:rPr>
        <w:t xml:space="preserve"> Найбільші порти світу.</w:t>
      </w:r>
    </w:p>
    <w:p w:rsidR="007648F7" w:rsidRPr="000D3F15" w:rsidRDefault="007648F7" w:rsidP="0010382D">
      <w:pPr>
        <w:pStyle w:val="a"/>
        <w:shd w:val="clear" w:color="auto" w:fill="FFFFFF"/>
        <w:spacing w:line="240" w:lineRule="auto"/>
        <w:ind w:left="34" w:firstLine="701"/>
        <w:jc w:val="both"/>
        <w:rPr>
          <w:rFonts w:cs="Arial"/>
          <w:lang w:val="uk-UA"/>
        </w:rPr>
      </w:pPr>
      <w:r w:rsidRPr="000D3F15">
        <w:rPr>
          <w:rFonts w:cs="Arial"/>
          <w:sz w:val="24"/>
          <w:lang w:val="uk-UA"/>
        </w:rPr>
        <w:t xml:space="preserve">Міжнародні економічні зв'язки. Основні форми. Світова торгівля: </w:t>
      </w:r>
      <w:r w:rsidRPr="000D3F15">
        <w:rPr>
          <w:rFonts w:cs="Arial"/>
          <w:kern w:val="65535"/>
          <w:sz w:val="24"/>
          <w:lang w:val="uk-UA"/>
        </w:rPr>
        <w:t xml:space="preserve">товарообіг, товарна структура, географічний розподіл. Міжнародні кредитно-фінансові відносини. Науково-технічні зв’язки. Надання міжнародних послуг. </w:t>
      </w:r>
      <w:r w:rsidRPr="000D3F15">
        <w:rPr>
          <w:rFonts w:cs="Arial"/>
          <w:sz w:val="24"/>
          <w:lang w:val="uk-UA"/>
        </w:rPr>
        <w:t xml:space="preserve">Глобальні проблеми людства. Сутність глобальних проблем людства. </w:t>
      </w:r>
      <w:r w:rsidRPr="000D3F15">
        <w:rPr>
          <w:rFonts w:cs="Arial"/>
          <w:kern w:val="65534"/>
          <w:sz w:val="24"/>
          <w:lang w:val="uk-UA"/>
        </w:rPr>
        <w:t xml:space="preserve">Найважливіші проблеми сучасності: відвернення світового ядерного конфлікту і </w:t>
      </w:r>
      <w:r w:rsidRPr="000D3F15">
        <w:rPr>
          <w:rFonts w:cs="Arial"/>
          <w:sz w:val="24"/>
          <w:lang w:val="uk-UA"/>
        </w:rPr>
        <w:t>припинення гонки озброєнь; енерго-сировинна; освоєння ресурсів Світового океану; продовольча; охорона оточуючого середовища; демографічна; подолання відсталості країн, що розвиваються.</w:t>
      </w:r>
    </w:p>
    <w:p w:rsidR="007648F7" w:rsidRPr="000D3F15" w:rsidRDefault="007648F7" w:rsidP="0010382D">
      <w:pPr>
        <w:pStyle w:val="a"/>
        <w:shd w:val="clear" w:color="auto" w:fill="FFFFFF"/>
        <w:spacing w:line="240" w:lineRule="auto"/>
        <w:ind w:left="466"/>
        <w:rPr>
          <w:rFonts w:cs="Arial"/>
          <w:lang w:val="uk-UA"/>
        </w:rPr>
      </w:pPr>
    </w:p>
    <w:p w:rsidR="007648F7" w:rsidRDefault="007648F7" w:rsidP="0010382D">
      <w:pPr>
        <w:pStyle w:val="a"/>
        <w:shd w:val="clear" w:color="auto" w:fill="FFFFFF"/>
        <w:spacing w:line="240" w:lineRule="auto"/>
        <w:ind w:left="466"/>
        <w:jc w:val="center"/>
        <w:rPr>
          <w:rFonts w:cs="Arial"/>
          <w:b/>
          <w:bCs/>
          <w:kern w:val="65523"/>
          <w:sz w:val="24"/>
          <w:lang w:val="uk-UA"/>
        </w:rPr>
      </w:pPr>
      <w:r>
        <w:rPr>
          <w:rFonts w:cs="Arial"/>
          <w:b/>
          <w:bCs/>
          <w:kern w:val="65524"/>
          <w:sz w:val="24"/>
          <w:lang w:val="uk-UA"/>
        </w:rPr>
        <w:t>4</w:t>
      </w:r>
      <w:r w:rsidRPr="000D3F15">
        <w:rPr>
          <w:rFonts w:cs="Arial"/>
          <w:b/>
          <w:bCs/>
          <w:kern w:val="65524"/>
          <w:sz w:val="24"/>
          <w:lang w:val="uk-UA"/>
        </w:rPr>
        <w:t xml:space="preserve">.  ЕКОНОМІЧНА І СОЦІАЛЬНА ГЕОГРАФІЯ РЕГІОНІВ ТА </w:t>
      </w:r>
      <w:r w:rsidRPr="000D3F15">
        <w:rPr>
          <w:rFonts w:cs="Arial"/>
          <w:b/>
          <w:bCs/>
          <w:kern w:val="65523"/>
          <w:sz w:val="24"/>
          <w:lang w:val="uk-UA"/>
        </w:rPr>
        <w:t>КРАЇН СВІТУ</w:t>
      </w:r>
    </w:p>
    <w:p w:rsidR="007648F7" w:rsidRPr="000D3F15" w:rsidRDefault="007648F7" w:rsidP="0010382D">
      <w:pPr>
        <w:pStyle w:val="a"/>
        <w:shd w:val="clear" w:color="auto" w:fill="FFFFFF"/>
        <w:spacing w:line="240" w:lineRule="auto"/>
        <w:ind w:left="466"/>
        <w:jc w:val="center"/>
        <w:rPr>
          <w:rFonts w:cs="Arial"/>
          <w:lang w:val="uk-UA"/>
        </w:rPr>
      </w:pPr>
    </w:p>
    <w:p w:rsidR="007648F7" w:rsidRPr="00440C32" w:rsidRDefault="007648F7" w:rsidP="008215F1">
      <w:pPr>
        <w:pStyle w:val="a"/>
        <w:shd w:val="clear" w:color="auto" w:fill="FFFFFF"/>
        <w:spacing w:line="240" w:lineRule="auto"/>
        <w:ind w:right="29" w:firstLine="701"/>
        <w:jc w:val="both"/>
        <w:rPr>
          <w:rFonts w:cs="Arial"/>
          <w:lang w:val="uk-UA"/>
        </w:rPr>
      </w:pPr>
      <w:r w:rsidRPr="000D3F15">
        <w:rPr>
          <w:rFonts w:cs="Arial"/>
          <w:sz w:val="24"/>
          <w:lang w:val="uk-UA"/>
        </w:rPr>
        <w:t>Європа. Загальна характеристика країн Європи. Склад і економіко-</w:t>
      </w:r>
      <w:r w:rsidRPr="000D3F15">
        <w:rPr>
          <w:rFonts w:cs="Arial"/>
          <w:kern w:val="65535"/>
          <w:sz w:val="24"/>
          <w:lang w:val="uk-UA"/>
        </w:rPr>
        <w:t xml:space="preserve">географічне положення. Природно-ресурсні чинники. Демографічні чинники. </w:t>
      </w:r>
      <w:r w:rsidRPr="000D3F15">
        <w:rPr>
          <w:rFonts w:cs="Arial"/>
          <w:kern w:val="65534"/>
          <w:sz w:val="24"/>
          <w:lang w:val="uk-UA"/>
        </w:rPr>
        <w:t xml:space="preserve">Основні риси географії господарства. Внутрішні розбіжності. Північна Європа. </w:t>
      </w:r>
      <w:r w:rsidRPr="000D3F15">
        <w:rPr>
          <w:rFonts w:cs="Arial"/>
          <w:sz w:val="24"/>
          <w:lang w:val="uk-UA"/>
        </w:rPr>
        <w:t xml:space="preserve">Центральна Європа, в тому числі </w:t>
      </w:r>
      <w:r w:rsidRPr="000D3F15">
        <w:rPr>
          <w:rFonts w:cs="Arial"/>
          <w:sz w:val="24"/>
        </w:rPr>
        <w:t xml:space="preserve">- </w:t>
      </w:r>
      <w:r w:rsidRPr="000D3F15">
        <w:rPr>
          <w:rFonts w:cs="Arial"/>
          <w:sz w:val="24"/>
          <w:lang w:val="uk-UA"/>
        </w:rPr>
        <w:t xml:space="preserve">Західна і Східна. Південна Європа. </w:t>
      </w:r>
      <w:r w:rsidRPr="000D3F15">
        <w:rPr>
          <w:rFonts w:cs="Arial"/>
          <w:kern w:val="65535"/>
          <w:sz w:val="24"/>
          <w:lang w:val="uk-UA"/>
        </w:rPr>
        <w:t xml:space="preserve">Економічно найрозвиненіші країни континенту - Німеччина, Франція, Італія, </w:t>
      </w:r>
      <w:r w:rsidRPr="000D3F15">
        <w:rPr>
          <w:rFonts w:cs="Arial"/>
          <w:sz w:val="24"/>
          <w:lang w:val="uk-UA"/>
        </w:rPr>
        <w:t xml:space="preserve">Великобританія. Країни Східної Європи </w:t>
      </w:r>
      <w:r w:rsidRPr="00440C32">
        <w:rPr>
          <w:rFonts w:cs="Arial"/>
          <w:sz w:val="24"/>
          <w:lang w:val="uk-UA"/>
        </w:rPr>
        <w:t xml:space="preserve">- </w:t>
      </w:r>
      <w:r w:rsidRPr="000D3F15">
        <w:rPr>
          <w:rFonts w:cs="Arial"/>
          <w:sz w:val="24"/>
          <w:lang w:val="uk-UA"/>
        </w:rPr>
        <w:t>держави перехідного періоду</w:t>
      </w:r>
      <w:r>
        <w:rPr>
          <w:rFonts w:cs="Arial"/>
          <w:sz w:val="24"/>
          <w:lang w:val="uk-UA"/>
        </w:rPr>
        <w:t xml:space="preserve"> економіки до ринкових відносин (Польща, Росія, Білорусь).</w:t>
      </w:r>
    </w:p>
    <w:p w:rsidR="007648F7" w:rsidRPr="000D3F15" w:rsidRDefault="007648F7" w:rsidP="008215F1">
      <w:pPr>
        <w:pStyle w:val="a"/>
        <w:shd w:val="clear" w:color="auto" w:fill="FFFFFF"/>
        <w:spacing w:line="240" w:lineRule="auto"/>
        <w:ind w:left="5" w:right="19" w:firstLine="706"/>
        <w:jc w:val="both"/>
        <w:rPr>
          <w:rFonts w:cs="Arial"/>
          <w:lang w:val="uk-UA"/>
        </w:rPr>
      </w:pPr>
      <w:r w:rsidRPr="000D3F15">
        <w:rPr>
          <w:rFonts w:cs="Arial"/>
          <w:kern w:val="65534"/>
          <w:sz w:val="24"/>
          <w:lang w:val="uk-UA"/>
        </w:rPr>
        <w:t xml:space="preserve">Азія. Територія і чисельність населення регіону. Економіко-географічне положення на торговельних шляхах із Європи в Індійський та Тихий океани. Різноманітність природних ресурсів. Населення. Демографічна ситуація, високий </w:t>
      </w:r>
      <w:r w:rsidRPr="000D3F15">
        <w:rPr>
          <w:rFonts w:cs="Arial"/>
          <w:sz w:val="24"/>
          <w:lang w:val="uk-UA"/>
        </w:rPr>
        <w:t xml:space="preserve">природний приріст, особливості розміщення населення і урбанізації. </w:t>
      </w:r>
      <w:r w:rsidRPr="000D3F15">
        <w:rPr>
          <w:rFonts w:cs="Arial"/>
          <w:kern w:val="65535"/>
          <w:sz w:val="24"/>
          <w:lang w:val="uk-UA"/>
        </w:rPr>
        <w:t xml:space="preserve">Господарство. Вузька спеціалізація господарства, експортна спрямованість, </w:t>
      </w:r>
      <w:r w:rsidRPr="000D3F15">
        <w:rPr>
          <w:rFonts w:cs="Arial"/>
          <w:sz w:val="24"/>
          <w:lang w:val="uk-UA"/>
        </w:rPr>
        <w:t xml:space="preserve">переважання сільського господарства і видобувної промисловості. Поділ на </w:t>
      </w:r>
      <w:r w:rsidRPr="000D3F15">
        <w:rPr>
          <w:rFonts w:cs="Arial"/>
          <w:kern w:val="65535"/>
          <w:sz w:val="24"/>
          <w:lang w:val="uk-UA"/>
        </w:rPr>
        <w:t xml:space="preserve">субрегіони. Центральна і Східна, Південно-Західна, Південна, Південно-Східна </w:t>
      </w:r>
      <w:r w:rsidRPr="000D3F15">
        <w:rPr>
          <w:rFonts w:cs="Arial"/>
          <w:sz w:val="24"/>
          <w:lang w:val="uk-UA"/>
        </w:rPr>
        <w:t>Азія. Країна з найвищим рівнем економічного розвитку - Японія. Найбільші країни континенту - Китай та Індія.</w:t>
      </w:r>
      <w:r>
        <w:rPr>
          <w:rFonts w:cs="Arial"/>
          <w:sz w:val="24"/>
          <w:lang w:val="uk-UA"/>
        </w:rPr>
        <w:t xml:space="preserve"> Країни Центральної Азії (Казахстан, Узбекистан, Туркменистан, Таджикистан, Киргизстан). Особливості розвитку та загальна характеристика країн Перської затоки.</w:t>
      </w:r>
    </w:p>
    <w:p w:rsidR="007648F7" w:rsidRPr="000D3F15" w:rsidRDefault="007648F7" w:rsidP="008215F1">
      <w:pPr>
        <w:pStyle w:val="a"/>
        <w:shd w:val="clear" w:color="auto" w:fill="FFFFFF"/>
        <w:spacing w:line="240" w:lineRule="auto"/>
        <w:ind w:left="10" w:right="14" w:firstLine="706"/>
        <w:jc w:val="both"/>
        <w:rPr>
          <w:rFonts w:cs="Arial"/>
        </w:rPr>
      </w:pPr>
      <w:r w:rsidRPr="000D3F15">
        <w:rPr>
          <w:rFonts w:cs="Arial"/>
          <w:kern w:val="65534"/>
          <w:sz w:val="24"/>
          <w:lang w:val="uk-UA"/>
        </w:rPr>
        <w:t xml:space="preserve">Африка. Загальна характеристика Африки як регіону, в групі країн, що </w:t>
      </w:r>
      <w:r w:rsidRPr="000D3F15">
        <w:rPr>
          <w:rFonts w:cs="Arial"/>
          <w:sz w:val="24"/>
          <w:lang w:val="uk-UA"/>
        </w:rPr>
        <w:t xml:space="preserve">розвиваються. Формування сучасної політичної карти Африки в ході </w:t>
      </w:r>
      <w:r w:rsidRPr="000D3F15">
        <w:rPr>
          <w:rFonts w:cs="Arial"/>
          <w:kern w:val="65534"/>
          <w:sz w:val="24"/>
          <w:lang w:val="uk-UA"/>
        </w:rPr>
        <w:t xml:space="preserve">національно-визвольної боротьби її народів і розпаду колоніальної системи. </w:t>
      </w:r>
      <w:r w:rsidRPr="000D3F15">
        <w:rPr>
          <w:rFonts w:cs="Arial"/>
          <w:kern w:val="65535"/>
          <w:sz w:val="24"/>
          <w:lang w:val="uk-UA"/>
        </w:rPr>
        <w:t xml:space="preserve">Різноманітність природних умов і ресурсів на материку. Головні особливості </w:t>
      </w:r>
      <w:r w:rsidRPr="000D3F15">
        <w:rPr>
          <w:rFonts w:cs="Arial"/>
          <w:sz w:val="24"/>
          <w:lang w:val="uk-UA"/>
        </w:rPr>
        <w:t xml:space="preserve">населення континенту. Африка як регіон концентрації економічно </w:t>
      </w:r>
      <w:r w:rsidRPr="000D3F15">
        <w:rPr>
          <w:rFonts w:cs="Arial"/>
          <w:kern w:val="65535"/>
          <w:sz w:val="24"/>
          <w:lang w:val="uk-UA"/>
        </w:rPr>
        <w:t xml:space="preserve">найвідсталіших країн, як найменш індустріалізований регіон в світі. Провідне </w:t>
      </w:r>
      <w:r w:rsidRPr="000D3F15">
        <w:rPr>
          <w:rFonts w:cs="Arial"/>
          <w:sz w:val="24"/>
          <w:lang w:val="uk-UA"/>
        </w:rPr>
        <w:t xml:space="preserve">значення видобувних галузей. Аграрний характер економіки більшості африканських країн. Субрегіони континенту: Північна, Західна, Центральна, Східна і Південна Африка. ПАР </w:t>
      </w:r>
      <w:r w:rsidRPr="000D3F15">
        <w:rPr>
          <w:rFonts w:cs="Arial"/>
          <w:sz w:val="24"/>
        </w:rPr>
        <w:t xml:space="preserve">- </w:t>
      </w:r>
      <w:r w:rsidRPr="000D3F15">
        <w:rPr>
          <w:rFonts w:cs="Arial"/>
          <w:sz w:val="24"/>
          <w:lang w:val="uk-UA"/>
        </w:rPr>
        <w:t>єдина африканська республіка, яка належить до групи високорозвинених держав.</w:t>
      </w:r>
    </w:p>
    <w:p w:rsidR="007648F7" w:rsidRPr="008215F1" w:rsidRDefault="007648F7" w:rsidP="008215F1">
      <w:pPr>
        <w:pStyle w:val="a"/>
        <w:shd w:val="clear" w:color="auto" w:fill="FFFFFF"/>
        <w:spacing w:line="240" w:lineRule="auto"/>
        <w:ind w:left="24" w:firstLine="696"/>
        <w:jc w:val="both"/>
        <w:rPr>
          <w:rFonts w:cs="Arial"/>
          <w:lang w:val="uk-UA"/>
        </w:rPr>
      </w:pPr>
      <w:r w:rsidRPr="000D3F15">
        <w:rPr>
          <w:rFonts w:cs="Arial"/>
          <w:kern w:val="65535"/>
          <w:sz w:val="24"/>
          <w:lang w:val="uk-UA"/>
        </w:rPr>
        <w:t xml:space="preserve">Америка. Загальна характеристика країн континенту. Північна Америка. </w:t>
      </w:r>
      <w:r w:rsidRPr="000D3F15">
        <w:rPr>
          <w:rFonts w:cs="Arial"/>
          <w:sz w:val="24"/>
          <w:lang w:val="uk-UA"/>
        </w:rPr>
        <w:t xml:space="preserve">Держави, що розташовані в Північній Америці, їх економіко-географічна </w:t>
      </w:r>
      <w:r>
        <w:rPr>
          <w:rFonts w:cs="Arial"/>
          <w:kern w:val="65535"/>
          <w:sz w:val="24"/>
          <w:lang w:val="uk-UA"/>
        </w:rPr>
        <w:t>характеристика. США</w:t>
      </w:r>
      <w:r w:rsidRPr="000D3F15">
        <w:rPr>
          <w:rFonts w:cs="Arial"/>
          <w:kern w:val="65535"/>
          <w:sz w:val="24"/>
        </w:rPr>
        <w:t xml:space="preserve">- </w:t>
      </w:r>
      <w:r w:rsidRPr="000D3F15">
        <w:rPr>
          <w:rFonts w:cs="Arial"/>
          <w:kern w:val="65535"/>
          <w:sz w:val="24"/>
          <w:lang w:val="uk-UA"/>
        </w:rPr>
        <w:t>головна країна світового господарства. Різноманітність природно-ресурсних факторів. Особливості формування населення. Соціально-</w:t>
      </w:r>
      <w:r w:rsidRPr="000D3F15">
        <w:rPr>
          <w:rFonts w:cs="Arial"/>
          <w:sz w:val="24"/>
          <w:lang w:val="uk-UA"/>
        </w:rPr>
        <w:t xml:space="preserve">економічні фактори розвитку господарства. Високий рівень концентрації капіталу і виробництва. Галузева і територіальна структура промисловості, </w:t>
      </w:r>
      <w:r w:rsidRPr="000D3F15">
        <w:rPr>
          <w:rFonts w:cs="Arial"/>
          <w:kern w:val="65535"/>
          <w:sz w:val="24"/>
          <w:lang w:val="uk-UA"/>
        </w:rPr>
        <w:t>сільського господарства, транспорту. Зовнішньоекономічні зв'язки. Економіко-</w:t>
      </w:r>
      <w:r w:rsidRPr="000D3F15">
        <w:rPr>
          <w:rFonts w:cs="Arial"/>
          <w:sz w:val="24"/>
          <w:lang w:val="uk-UA"/>
        </w:rPr>
        <w:t>географічна характеристика основних економічних районів.</w:t>
      </w:r>
      <w:r>
        <w:rPr>
          <w:rFonts w:cs="Arial"/>
          <w:sz w:val="24"/>
          <w:lang w:val="uk-UA"/>
        </w:rPr>
        <w:t xml:space="preserve"> Економіко-географічна характеристика Канади. Особливості розвитку та структура економіки. Провідні галузі промисловості та сільського господарства. Особливості зовнішньоекономічних зв</w:t>
      </w:r>
      <w:r w:rsidRPr="00440C32">
        <w:rPr>
          <w:rFonts w:cs="Arial"/>
          <w:sz w:val="24"/>
          <w:lang w:val="uk-UA"/>
        </w:rPr>
        <w:t>’</w:t>
      </w:r>
      <w:r>
        <w:rPr>
          <w:rFonts w:cs="Arial"/>
          <w:sz w:val="24"/>
          <w:lang w:val="uk-UA"/>
        </w:rPr>
        <w:t xml:space="preserve">язків. </w:t>
      </w:r>
    </w:p>
    <w:p w:rsidR="007648F7" w:rsidRPr="000D3F15" w:rsidRDefault="007648F7" w:rsidP="008215F1">
      <w:pPr>
        <w:pStyle w:val="a"/>
        <w:shd w:val="clear" w:color="auto" w:fill="FFFFFF"/>
        <w:spacing w:line="240" w:lineRule="auto"/>
        <w:ind w:left="24" w:right="5" w:firstLine="706"/>
        <w:jc w:val="both"/>
        <w:rPr>
          <w:rFonts w:cs="Arial"/>
          <w:lang w:val="uk-UA"/>
        </w:rPr>
      </w:pPr>
      <w:r w:rsidRPr="000D3F15">
        <w:rPr>
          <w:rFonts w:cs="Arial"/>
          <w:kern w:val="65534"/>
          <w:sz w:val="24"/>
          <w:lang w:val="uk-UA"/>
        </w:rPr>
        <w:t xml:space="preserve">Латинська Америка. Своєрідність Латинської Америки в групі країн, що </w:t>
      </w:r>
      <w:r w:rsidRPr="000D3F15">
        <w:rPr>
          <w:rFonts w:cs="Arial"/>
          <w:sz w:val="24"/>
          <w:lang w:val="uk-UA"/>
        </w:rPr>
        <w:t xml:space="preserve">розвиваються. Сучасна політична карта. Природно-ресурсні чинники. </w:t>
      </w:r>
      <w:r w:rsidRPr="000D3F15">
        <w:rPr>
          <w:rFonts w:cs="Arial"/>
          <w:kern w:val="65535"/>
          <w:sz w:val="24"/>
          <w:lang w:val="uk-UA"/>
        </w:rPr>
        <w:t xml:space="preserve">Господарство. Характер і ступінь територіальної концентрації господарства. </w:t>
      </w:r>
      <w:r w:rsidRPr="000D3F15">
        <w:rPr>
          <w:rFonts w:cs="Arial"/>
          <w:kern w:val="65534"/>
          <w:sz w:val="24"/>
          <w:lang w:val="uk-UA"/>
        </w:rPr>
        <w:t>Субрегіони: Мексика, Центральна Америка, Вест-Індія, Андійські країни, країни Північного Сходу Південної Америки, Бразилія, Ла-Платські країни.</w:t>
      </w:r>
    </w:p>
    <w:p w:rsidR="007648F7" w:rsidRPr="00440C32" w:rsidRDefault="007648F7" w:rsidP="008215F1">
      <w:pPr>
        <w:pStyle w:val="a"/>
        <w:shd w:val="clear" w:color="auto" w:fill="FFFFFF"/>
        <w:tabs>
          <w:tab w:val="clear" w:pos="709"/>
          <w:tab w:val="left" w:pos="-2410"/>
        </w:tabs>
        <w:spacing w:line="240" w:lineRule="auto"/>
        <w:ind w:firstLine="709"/>
        <w:jc w:val="both"/>
        <w:rPr>
          <w:rFonts w:cs="Arial"/>
          <w:lang w:val="uk-UA"/>
        </w:rPr>
      </w:pPr>
      <w:r w:rsidRPr="000D3F15">
        <w:rPr>
          <w:rFonts w:cs="Arial"/>
          <w:kern w:val="65535"/>
          <w:sz w:val="24"/>
          <w:lang w:val="uk-UA"/>
        </w:rPr>
        <w:t>Австралія і Океанія. Загальна економіко-географічна характеристика.</w:t>
      </w:r>
      <w:r>
        <w:rPr>
          <w:rFonts w:cs="Arial"/>
          <w:kern w:val="65535"/>
          <w:sz w:val="24"/>
          <w:lang w:val="uk-UA"/>
        </w:rPr>
        <w:t>Географічне положення, історія заселення, природно-ресурсний потенціал і населення Австралії. Особливості господарського розвитку країни. Основні галузі промисловості та сільського господарства. Зовнішньоекономічні зв</w:t>
      </w:r>
      <w:r w:rsidRPr="00440C32">
        <w:rPr>
          <w:rFonts w:cs="Arial"/>
          <w:kern w:val="65535"/>
          <w:sz w:val="24"/>
          <w:lang w:val="uk-UA"/>
        </w:rPr>
        <w:t>’</w:t>
      </w:r>
      <w:r>
        <w:rPr>
          <w:rFonts w:cs="Arial"/>
          <w:kern w:val="65535"/>
          <w:sz w:val="24"/>
          <w:lang w:val="uk-UA"/>
        </w:rPr>
        <w:t>язки.</w:t>
      </w:r>
    </w:p>
    <w:p w:rsidR="007648F7" w:rsidRPr="000D3F15" w:rsidRDefault="007648F7" w:rsidP="0010382D">
      <w:pPr>
        <w:pStyle w:val="a"/>
        <w:shd w:val="clear" w:color="auto" w:fill="FFFFFF"/>
        <w:spacing w:line="240" w:lineRule="auto"/>
        <w:ind w:right="29" w:firstLine="706"/>
        <w:jc w:val="both"/>
        <w:rPr>
          <w:rFonts w:cs="Arial"/>
          <w:lang w:val="uk-UA"/>
        </w:rPr>
      </w:pPr>
    </w:p>
    <w:p w:rsidR="007648F7" w:rsidRDefault="007648F7" w:rsidP="0010382D">
      <w:pPr>
        <w:pStyle w:val="a"/>
        <w:shd w:val="clear" w:color="auto" w:fill="FFFFFF"/>
        <w:spacing w:line="240" w:lineRule="auto"/>
        <w:ind w:left="360"/>
        <w:jc w:val="center"/>
        <w:rPr>
          <w:rFonts w:cs="Arial"/>
          <w:b/>
          <w:bCs/>
          <w:kern w:val="65523"/>
          <w:sz w:val="24"/>
          <w:lang w:val="uk-UA"/>
        </w:rPr>
      </w:pPr>
      <w:r>
        <w:rPr>
          <w:rFonts w:cs="Arial"/>
          <w:b/>
          <w:bCs/>
          <w:kern w:val="65523"/>
          <w:sz w:val="24"/>
          <w:lang w:val="uk-UA"/>
        </w:rPr>
        <w:t>5</w:t>
      </w:r>
      <w:r w:rsidRPr="00346D35">
        <w:rPr>
          <w:rFonts w:cs="Arial"/>
          <w:b/>
          <w:bCs/>
          <w:kern w:val="65523"/>
          <w:sz w:val="24"/>
          <w:lang w:val="uk-UA"/>
        </w:rPr>
        <w:t xml:space="preserve">. </w:t>
      </w:r>
      <w:r w:rsidRPr="000D3F15">
        <w:rPr>
          <w:rFonts w:cs="Arial"/>
          <w:b/>
          <w:bCs/>
          <w:kern w:val="65523"/>
          <w:sz w:val="24"/>
          <w:lang w:val="uk-UA"/>
        </w:rPr>
        <w:t>ЕКОНОМІЧНА І СОЦІАЛЬНА ГЕОГРАФІЯ УКРАЇНИ</w:t>
      </w:r>
    </w:p>
    <w:p w:rsidR="007648F7" w:rsidRPr="000D3F15" w:rsidRDefault="007648F7" w:rsidP="0010382D">
      <w:pPr>
        <w:pStyle w:val="a"/>
        <w:shd w:val="clear" w:color="auto" w:fill="FFFFFF"/>
        <w:spacing w:line="240" w:lineRule="auto"/>
        <w:ind w:left="360"/>
        <w:rPr>
          <w:rFonts w:cs="Arial"/>
          <w:lang w:val="uk-UA"/>
        </w:rPr>
      </w:pPr>
    </w:p>
    <w:p w:rsidR="007648F7" w:rsidRPr="000D3F15" w:rsidRDefault="007648F7" w:rsidP="0010382D">
      <w:pPr>
        <w:pStyle w:val="a"/>
        <w:shd w:val="clear" w:color="auto" w:fill="FFFFFF"/>
        <w:spacing w:line="240" w:lineRule="auto"/>
        <w:ind w:left="5" w:right="19" w:firstLine="710"/>
        <w:jc w:val="both"/>
        <w:rPr>
          <w:rFonts w:cs="Arial"/>
        </w:rPr>
      </w:pPr>
      <w:r w:rsidRPr="000D3F15">
        <w:rPr>
          <w:rFonts w:cs="Arial"/>
          <w:sz w:val="24"/>
          <w:lang w:val="uk-UA"/>
        </w:rPr>
        <w:t xml:space="preserve">Історія формування території держави. Сучасне географічне положення. </w:t>
      </w:r>
      <w:r w:rsidRPr="000D3F15">
        <w:rPr>
          <w:rFonts w:cs="Arial"/>
          <w:kern w:val="65534"/>
          <w:sz w:val="24"/>
          <w:lang w:val="uk-UA"/>
        </w:rPr>
        <w:t xml:space="preserve">Місце України в Європі та світі за економічним потенціалом та рівнем життя </w:t>
      </w:r>
      <w:r w:rsidRPr="000D3F15">
        <w:rPr>
          <w:rFonts w:cs="Arial"/>
          <w:sz w:val="24"/>
          <w:lang w:val="uk-UA"/>
        </w:rPr>
        <w:t xml:space="preserve">населення. Природно-ресурсний потенціал. Забезпеченість різними видами природних ресурсів. Розміщення основних басейнів та родовищ корисних </w:t>
      </w:r>
      <w:r w:rsidRPr="000D3F15">
        <w:rPr>
          <w:rFonts w:cs="Arial"/>
          <w:kern w:val="65535"/>
          <w:sz w:val="24"/>
          <w:lang w:val="uk-UA"/>
        </w:rPr>
        <w:t>копалин. Методи оцінки сумарного природно-ресурсного потенціалу України.</w:t>
      </w:r>
    </w:p>
    <w:p w:rsidR="007648F7" w:rsidRPr="000D3F15" w:rsidRDefault="007648F7" w:rsidP="0010382D">
      <w:pPr>
        <w:pStyle w:val="a"/>
        <w:shd w:val="clear" w:color="auto" w:fill="FFFFFF"/>
        <w:spacing w:line="240" w:lineRule="auto"/>
        <w:ind w:left="14" w:right="24" w:firstLine="706"/>
        <w:jc w:val="both"/>
        <w:rPr>
          <w:rFonts w:cs="Arial"/>
        </w:rPr>
      </w:pPr>
      <w:r w:rsidRPr="000D3F15">
        <w:rPr>
          <w:rFonts w:cs="Arial"/>
          <w:sz w:val="24"/>
          <w:lang w:val="uk-UA"/>
        </w:rPr>
        <w:t xml:space="preserve">Населення України. Особливості демографічної ситуації. Географія найбільших національностей. Особливості розміщення населення. Типи </w:t>
      </w:r>
      <w:r w:rsidRPr="000D3F15">
        <w:rPr>
          <w:rFonts w:cs="Arial"/>
          <w:kern w:val="65534"/>
          <w:sz w:val="24"/>
          <w:lang w:val="uk-UA"/>
        </w:rPr>
        <w:t>населених пунктів. Регіональні відмінності в рівні урбанізованості.</w:t>
      </w:r>
    </w:p>
    <w:p w:rsidR="007648F7" w:rsidRPr="000D3F15" w:rsidRDefault="007648F7" w:rsidP="0010382D">
      <w:pPr>
        <w:pStyle w:val="a"/>
        <w:shd w:val="clear" w:color="auto" w:fill="FFFFFF"/>
        <w:spacing w:line="240" w:lineRule="auto"/>
        <w:ind w:left="10" w:right="14" w:firstLine="715"/>
        <w:jc w:val="both"/>
        <w:rPr>
          <w:rFonts w:cs="Arial"/>
        </w:rPr>
      </w:pPr>
      <w:r w:rsidRPr="000D3F15">
        <w:rPr>
          <w:rFonts w:cs="Arial"/>
          <w:sz w:val="24"/>
          <w:lang w:val="uk-UA"/>
        </w:rPr>
        <w:t>Загальна характеристика господарства України. Сучасні особливості розвитку та структури господарства. Структурна перебудова економіки на ринкових засадах.</w:t>
      </w:r>
    </w:p>
    <w:p w:rsidR="007648F7" w:rsidRPr="000D3F15" w:rsidRDefault="007648F7" w:rsidP="0010382D">
      <w:pPr>
        <w:pStyle w:val="a"/>
        <w:shd w:val="clear" w:color="auto" w:fill="FFFFFF"/>
        <w:spacing w:line="240" w:lineRule="auto"/>
        <w:ind w:left="19" w:right="19" w:firstLine="701"/>
        <w:jc w:val="both"/>
        <w:rPr>
          <w:rFonts w:cs="Arial"/>
        </w:rPr>
      </w:pPr>
      <w:r w:rsidRPr="000D3F15">
        <w:rPr>
          <w:rFonts w:cs="Arial"/>
          <w:kern w:val="65534"/>
          <w:sz w:val="24"/>
          <w:lang w:val="uk-UA"/>
        </w:rPr>
        <w:t>Промисловість України.</w:t>
      </w:r>
      <w:r>
        <w:rPr>
          <w:rFonts w:cs="Arial"/>
          <w:kern w:val="65534"/>
          <w:sz w:val="24"/>
          <w:lang w:val="uk-UA"/>
        </w:rPr>
        <w:t xml:space="preserve"> Особливості пострадянського розвитку. Сучасна структура промисловості.</w:t>
      </w:r>
      <w:r w:rsidRPr="000D3F15">
        <w:rPr>
          <w:rFonts w:cs="Arial"/>
          <w:kern w:val="65534"/>
          <w:sz w:val="24"/>
          <w:lang w:val="uk-UA"/>
        </w:rPr>
        <w:t xml:space="preserve"> Загальна характеристика розвитку і розміщення </w:t>
      </w:r>
      <w:r w:rsidRPr="000D3F15">
        <w:rPr>
          <w:rFonts w:cs="Arial"/>
          <w:sz w:val="24"/>
          <w:lang w:val="uk-UA"/>
        </w:rPr>
        <w:t>промисловості.</w:t>
      </w:r>
    </w:p>
    <w:p w:rsidR="007648F7" w:rsidRPr="00AB6D35" w:rsidRDefault="007648F7" w:rsidP="0010382D">
      <w:pPr>
        <w:pStyle w:val="a"/>
        <w:shd w:val="clear" w:color="auto" w:fill="FFFFFF"/>
        <w:spacing w:line="240" w:lineRule="auto"/>
        <w:ind w:left="24" w:right="14" w:firstLine="706"/>
        <w:jc w:val="both"/>
        <w:rPr>
          <w:rFonts w:cs="Arial"/>
          <w:lang w:val="uk-UA"/>
        </w:rPr>
      </w:pPr>
      <w:r w:rsidRPr="000D3F15">
        <w:rPr>
          <w:rFonts w:cs="Arial"/>
          <w:sz w:val="24"/>
          <w:lang w:val="uk-UA"/>
        </w:rPr>
        <w:t xml:space="preserve">Структура паливно-енергетичного комплексу, місце і роль в економіці </w:t>
      </w:r>
      <w:r w:rsidRPr="000D3F15">
        <w:rPr>
          <w:rFonts w:cs="Arial"/>
          <w:kern w:val="65534"/>
          <w:sz w:val="24"/>
          <w:lang w:val="uk-UA"/>
        </w:rPr>
        <w:t xml:space="preserve">України. Основні райони вугле-, нафто-, газовидобутку. Розміщення найбільших </w:t>
      </w:r>
      <w:r w:rsidRPr="000D3F15">
        <w:rPr>
          <w:rFonts w:cs="Arial"/>
          <w:sz w:val="24"/>
          <w:lang w:val="uk-UA"/>
        </w:rPr>
        <w:t>електростанцій різного типу.</w:t>
      </w:r>
      <w:r>
        <w:rPr>
          <w:rFonts w:cs="Arial"/>
          <w:sz w:val="24"/>
          <w:lang w:val="uk-UA"/>
        </w:rPr>
        <w:t xml:space="preserve"> Структура виробництва електроенергії. Проблема енегозабезпеченості.</w:t>
      </w:r>
    </w:p>
    <w:p w:rsidR="007648F7" w:rsidRPr="000D3F15" w:rsidRDefault="007648F7" w:rsidP="0010382D">
      <w:pPr>
        <w:pStyle w:val="a"/>
        <w:shd w:val="clear" w:color="auto" w:fill="FFFFFF"/>
        <w:spacing w:line="240" w:lineRule="auto"/>
        <w:ind w:left="19" w:right="5" w:firstLine="701"/>
        <w:jc w:val="both"/>
        <w:rPr>
          <w:rFonts w:cs="Arial"/>
          <w:lang w:val="uk-UA"/>
        </w:rPr>
      </w:pPr>
      <w:r w:rsidRPr="000D3F15">
        <w:rPr>
          <w:rFonts w:cs="Arial"/>
          <w:sz w:val="24"/>
          <w:lang w:val="uk-UA"/>
        </w:rPr>
        <w:t>Металургійний комплекс. Райони ч</w:t>
      </w:r>
      <w:r>
        <w:rPr>
          <w:rFonts w:cs="Arial"/>
          <w:sz w:val="24"/>
          <w:lang w:val="uk-UA"/>
        </w:rPr>
        <w:t>орної металургії. Фактори, що з</w:t>
      </w:r>
      <w:r w:rsidRPr="000D3F15">
        <w:rPr>
          <w:rFonts w:cs="Arial"/>
          <w:sz w:val="24"/>
          <w:lang w:val="uk-UA"/>
        </w:rPr>
        <w:t>умовили їх розвиток, найбільші центри. Сировинна база, особливості розміщення підприємств кольорової металургії. Перспективи розвитку металургії України.</w:t>
      </w:r>
    </w:p>
    <w:p w:rsidR="007648F7" w:rsidRPr="000D3F15" w:rsidRDefault="007648F7" w:rsidP="0010382D">
      <w:pPr>
        <w:pStyle w:val="a"/>
        <w:shd w:val="clear" w:color="auto" w:fill="FFFFFF"/>
        <w:spacing w:line="240" w:lineRule="auto"/>
        <w:ind w:left="19" w:right="5" w:firstLine="701"/>
        <w:jc w:val="both"/>
        <w:rPr>
          <w:rFonts w:cs="Arial"/>
        </w:rPr>
      </w:pPr>
      <w:r w:rsidRPr="000D3F15">
        <w:rPr>
          <w:rFonts w:cs="Arial"/>
          <w:kern w:val="65535"/>
          <w:sz w:val="24"/>
          <w:lang w:val="uk-UA"/>
        </w:rPr>
        <w:t xml:space="preserve">Машинобудівний комплекс. Принципи розміщення підприємств основних </w:t>
      </w:r>
      <w:r w:rsidRPr="000D3F15">
        <w:rPr>
          <w:rFonts w:cs="Arial"/>
          <w:kern w:val="65534"/>
          <w:sz w:val="24"/>
          <w:lang w:val="uk-UA"/>
        </w:rPr>
        <w:t>підгалузей</w:t>
      </w:r>
      <w:r>
        <w:rPr>
          <w:rFonts w:cs="Arial"/>
          <w:kern w:val="65534"/>
          <w:sz w:val="24"/>
          <w:lang w:val="uk-UA"/>
        </w:rPr>
        <w:t xml:space="preserve"> – важкого, транспортного, сільськогосподарського, енергетичного та електротехнічного машинобудування</w:t>
      </w:r>
      <w:r w:rsidRPr="000D3F15">
        <w:rPr>
          <w:rFonts w:cs="Arial"/>
          <w:kern w:val="65534"/>
          <w:sz w:val="24"/>
          <w:lang w:val="uk-UA"/>
        </w:rPr>
        <w:t xml:space="preserve">. Найбільші райони та вузли машинобудування, їх спеціалізація. </w:t>
      </w:r>
      <w:r w:rsidRPr="000D3F15">
        <w:rPr>
          <w:rFonts w:cs="Arial"/>
          <w:sz w:val="24"/>
          <w:lang w:val="uk-UA"/>
        </w:rPr>
        <w:t>Реформування галузі в сучасних умовах.</w:t>
      </w:r>
    </w:p>
    <w:p w:rsidR="007648F7" w:rsidRPr="009808B7" w:rsidRDefault="007648F7" w:rsidP="0010382D">
      <w:pPr>
        <w:pStyle w:val="a"/>
        <w:shd w:val="clear" w:color="auto" w:fill="FFFFFF"/>
        <w:spacing w:line="240" w:lineRule="auto"/>
        <w:ind w:left="29" w:right="5" w:firstLine="706"/>
        <w:jc w:val="both"/>
        <w:rPr>
          <w:rFonts w:cs="Arial"/>
          <w:lang w:val="uk-UA"/>
        </w:rPr>
      </w:pPr>
      <w:r w:rsidRPr="000D3F15">
        <w:rPr>
          <w:rFonts w:cs="Arial"/>
          <w:sz w:val="24"/>
          <w:lang w:val="uk-UA"/>
        </w:rPr>
        <w:t xml:space="preserve">Структура комплексу хімічної індустрії. Сировинна база, географія </w:t>
      </w:r>
      <w:r w:rsidRPr="000D3F15">
        <w:rPr>
          <w:rFonts w:cs="Arial"/>
          <w:kern w:val="65534"/>
          <w:sz w:val="24"/>
          <w:lang w:val="uk-UA"/>
        </w:rPr>
        <w:t>головних підгалузей, основні райони розвитку та найбільші центри.</w:t>
      </w:r>
      <w:r>
        <w:rPr>
          <w:rFonts w:cs="Arial"/>
          <w:kern w:val="65534"/>
          <w:sz w:val="24"/>
          <w:lang w:val="uk-UA"/>
        </w:rPr>
        <w:t xml:space="preserve"> Особливості сучасного розвитку хімічної індустрії.</w:t>
      </w:r>
    </w:p>
    <w:p w:rsidR="007648F7" w:rsidRPr="000D3F15" w:rsidRDefault="007648F7" w:rsidP="0010382D">
      <w:pPr>
        <w:pStyle w:val="a"/>
        <w:shd w:val="clear" w:color="auto" w:fill="FFFFFF"/>
        <w:spacing w:line="240" w:lineRule="auto"/>
        <w:ind w:left="29" w:right="5" w:firstLine="701"/>
        <w:jc w:val="both"/>
        <w:rPr>
          <w:rFonts w:cs="Arial"/>
          <w:lang w:val="uk-UA"/>
        </w:rPr>
      </w:pPr>
      <w:r w:rsidRPr="000D3F15">
        <w:rPr>
          <w:rFonts w:cs="Arial"/>
          <w:sz w:val="24"/>
          <w:lang w:val="uk-UA"/>
        </w:rPr>
        <w:t xml:space="preserve">Лісовиробничий комплекс. </w:t>
      </w:r>
      <w:r>
        <w:rPr>
          <w:rFonts w:cs="Arial"/>
          <w:sz w:val="24"/>
          <w:lang w:val="uk-UA"/>
        </w:rPr>
        <w:t>Лісове господарство. Г</w:t>
      </w:r>
      <w:r w:rsidRPr="000D3F15">
        <w:rPr>
          <w:rFonts w:cs="Arial"/>
          <w:sz w:val="24"/>
          <w:lang w:val="uk-UA"/>
        </w:rPr>
        <w:t>оловні підгалузі деревообробки</w:t>
      </w:r>
      <w:r>
        <w:rPr>
          <w:rFonts w:cs="Arial"/>
          <w:sz w:val="24"/>
          <w:lang w:val="uk-UA"/>
        </w:rPr>
        <w:t xml:space="preserve">: лісопиляння, виробництво деревоволокнистих і деревостружкових плит, фанери, будівельних конструкцій.Меблеве виробництво, головні центри, особливості сучасного розвитку. </w:t>
      </w:r>
      <w:r w:rsidRPr="000D3F15">
        <w:rPr>
          <w:rFonts w:cs="Arial"/>
          <w:sz w:val="24"/>
          <w:lang w:val="uk-UA"/>
        </w:rPr>
        <w:t>Целюлозно-паперова промисловість.</w:t>
      </w:r>
      <w:r>
        <w:rPr>
          <w:rFonts w:cs="Arial"/>
          <w:sz w:val="24"/>
          <w:lang w:val="uk-UA"/>
        </w:rPr>
        <w:t xml:space="preserve"> Лісохімія та гідролізна промисловість.</w:t>
      </w:r>
    </w:p>
    <w:p w:rsidR="007648F7" w:rsidRPr="000D3F15" w:rsidRDefault="007648F7" w:rsidP="0010382D">
      <w:pPr>
        <w:pStyle w:val="a"/>
        <w:shd w:val="clear" w:color="auto" w:fill="FFFFFF"/>
        <w:spacing w:line="240" w:lineRule="auto"/>
        <w:ind w:left="24" w:right="5" w:firstLine="686"/>
        <w:jc w:val="both"/>
        <w:rPr>
          <w:rFonts w:cs="Arial"/>
        </w:rPr>
      </w:pPr>
      <w:r w:rsidRPr="000D3F15">
        <w:rPr>
          <w:rFonts w:cs="Arial"/>
          <w:kern w:val="65535"/>
          <w:sz w:val="24"/>
          <w:lang w:val="uk-UA"/>
        </w:rPr>
        <w:t xml:space="preserve">Галузева структура, умови та чинники розвитку і розміщення підприємств </w:t>
      </w:r>
      <w:r w:rsidRPr="000D3F15">
        <w:rPr>
          <w:rFonts w:cs="Arial"/>
          <w:sz w:val="24"/>
          <w:lang w:val="uk-UA"/>
        </w:rPr>
        <w:t xml:space="preserve">будівельної індустрії. Найбільші центри. Структура соціального комплексу. </w:t>
      </w:r>
      <w:r w:rsidRPr="000D3F15">
        <w:rPr>
          <w:rFonts w:cs="Arial"/>
          <w:kern w:val="65535"/>
          <w:sz w:val="24"/>
          <w:lang w:val="uk-UA"/>
        </w:rPr>
        <w:t xml:space="preserve">Легка промисловість: особливості територіальні організації; найбільші центри. </w:t>
      </w:r>
      <w:r w:rsidRPr="000D3F15">
        <w:rPr>
          <w:rFonts w:cs="Arial"/>
          <w:sz w:val="24"/>
          <w:lang w:val="uk-UA"/>
        </w:rPr>
        <w:t>Характеристика основних підгалузей харчової промисловості. Галузі сфери послуг і їх значення для населення.</w:t>
      </w:r>
    </w:p>
    <w:p w:rsidR="007648F7" w:rsidRDefault="007648F7" w:rsidP="0010382D">
      <w:pPr>
        <w:pStyle w:val="a"/>
        <w:shd w:val="clear" w:color="auto" w:fill="FFFFFF"/>
        <w:spacing w:line="240" w:lineRule="auto"/>
        <w:ind w:left="34" w:firstLine="701"/>
        <w:jc w:val="both"/>
        <w:rPr>
          <w:rFonts w:cs="Arial"/>
          <w:kern w:val="65535"/>
          <w:sz w:val="24"/>
          <w:lang w:val="uk-UA"/>
        </w:rPr>
      </w:pPr>
      <w:r w:rsidRPr="000D3F15">
        <w:rPr>
          <w:rFonts w:cs="Arial"/>
          <w:sz w:val="24"/>
          <w:lang w:val="uk-UA"/>
        </w:rPr>
        <w:t xml:space="preserve">Агропромисловий комплекс. Значення в економіці країни. Сільське господарство </w:t>
      </w:r>
      <w:r w:rsidRPr="000D3F15">
        <w:rPr>
          <w:rFonts w:cs="Arial"/>
          <w:sz w:val="24"/>
        </w:rPr>
        <w:t xml:space="preserve">- </w:t>
      </w:r>
      <w:r w:rsidRPr="000D3F15">
        <w:rPr>
          <w:rFonts w:cs="Arial"/>
          <w:sz w:val="24"/>
          <w:lang w:val="uk-UA"/>
        </w:rPr>
        <w:t xml:space="preserve">провідна ланка </w:t>
      </w:r>
      <w:r w:rsidRPr="000D3F15">
        <w:rPr>
          <w:rFonts w:cs="Arial"/>
          <w:sz w:val="24"/>
        </w:rPr>
        <w:t xml:space="preserve">АПК. </w:t>
      </w:r>
      <w:r w:rsidRPr="000D3F15">
        <w:rPr>
          <w:rFonts w:cs="Arial"/>
          <w:sz w:val="24"/>
          <w:lang w:val="uk-UA"/>
        </w:rPr>
        <w:t>Структура сільськогосподарських угідь.</w:t>
      </w:r>
      <w:r w:rsidRPr="000D3F15">
        <w:rPr>
          <w:rFonts w:cs="Arial"/>
          <w:kern w:val="65535"/>
          <w:sz w:val="24"/>
          <w:lang w:val="uk-UA"/>
        </w:rPr>
        <w:t xml:space="preserve">Зернове господарство. Географія вирощування технічних культур. Овочівництво та баштанництво. Структура тваринництва, географія його провідних галузей. </w:t>
      </w:r>
      <w:r>
        <w:rPr>
          <w:rFonts w:cs="Arial"/>
          <w:kern w:val="65535"/>
          <w:sz w:val="24"/>
          <w:lang w:val="uk-UA"/>
        </w:rPr>
        <w:t>Сільськогосподарські зони України.</w:t>
      </w:r>
    </w:p>
    <w:p w:rsidR="007648F7" w:rsidRDefault="007648F7" w:rsidP="0010382D">
      <w:pPr>
        <w:pStyle w:val="a"/>
        <w:shd w:val="clear" w:color="auto" w:fill="FFFFFF"/>
        <w:spacing w:line="240" w:lineRule="auto"/>
        <w:ind w:left="34" w:firstLine="701"/>
        <w:jc w:val="both"/>
        <w:rPr>
          <w:rFonts w:cs="Arial"/>
          <w:sz w:val="24"/>
          <w:lang w:val="uk-UA"/>
        </w:rPr>
      </w:pPr>
      <w:r w:rsidRPr="000D3F15">
        <w:rPr>
          <w:rFonts w:cs="Arial"/>
          <w:sz w:val="24"/>
          <w:lang w:val="uk-UA"/>
        </w:rPr>
        <w:t>Транспортний комплекс</w:t>
      </w:r>
      <w:r>
        <w:rPr>
          <w:rFonts w:cs="Arial"/>
          <w:sz w:val="24"/>
          <w:lang w:val="uk-UA"/>
        </w:rPr>
        <w:t xml:space="preserve"> України. Характеристика роботи основних видів транспорту України. Міжнародні транспортні коридори. </w:t>
      </w:r>
    </w:p>
    <w:p w:rsidR="007648F7" w:rsidRPr="009F14A6" w:rsidRDefault="007648F7" w:rsidP="0010382D">
      <w:pPr>
        <w:pStyle w:val="a"/>
        <w:shd w:val="clear" w:color="auto" w:fill="FFFFFF"/>
        <w:spacing w:line="240" w:lineRule="auto"/>
        <w:ind w:left="34" w:firstLine="701"/>
        <w:jc w:val="both"/>
        <w:rPr>
          <w:rFonts w:cs="Arial"/>
          <w:lang w:val="uk-UA"/>
        </w:rPr>
      </w:pPr>
      <w:r w:rsidRPr="000D3F15">
        <w:rPr>
          <w:rFonts w:cs="Arial"/>
          <w:kern w:val="65535"/>
          <w:sz w:val="24"/>
          <w:lang w:val="uk-UA"/>
        </w:rPr>
        <w:t>Зовнішньоекономічні зв’язки України.</w:t>
      </w:r>
      <w:r>
        <w:rPr>
          <w:rFonts w:cs="Arial"/>
          <w:kern w:val="65535"/>
          <w:sz w:val="24"/>
          <w:lang w:val="uk-UA"/>
        </w:rPr>
        <w:t xml:space="preserve"> Товарна структура та географія зовнішньоекономічних зв</w:t>
      </w:r>
      <w:r w:rsidRPr="009F14A6">
        <w:rPr>
          <w:rFonts w:cs="Arial"/>
          <w:kern w:val="65535"/>
          <w:sz w:val="24"/>
          <w:lang w:val="uk-UA"/>
        </w:rPr>
        <w:t>’</w:t>
      </w:r>
      <w:r>
        <w:rPr>
          <w:rFonts w:cs="Arial"/>
          <w:kern w:val="65535"/>
          <w:sz w:val="24"/>
          <w:lang w:val="uk-UA"/>
        </w:rPr>
        <w:t xml:space="preserve">язків України. Інвестиційні процеси в Україні. Території зі спеціальним економічним статусом. Транскордонне співробітництво. </w:t>
      </w:r>
    </w:p>
    <w:p w:rsidR="007648F7" w:rsidRDefault="007648F7" w:rsidP="0010382D">
      <w:pPr>
        <w:pStyle w:val="a"/>
        <w:shd w:val="clear" w:color="auto" w:fill="FFFFFF"/>
        <w:spacing w:line="240" w:lineRule="auto"/>
        <w:ind w:left="10" w:firstLine="691"/>
        <w:jc w:val="both"/>
        <w:rPr>
          <w:rFonts w:cs="Arial"/>
          <w:sz w:val="24"/>
          <w:lang w:val="uk-UA"/>
        </w:rPr>
      </w:pPr>
      <w:r w:rsidRPr="000D3F15">
        <w:rPr>
          <w:rFonts w:cs="Arial"/>
          <w:kern w:val="65534"/>
          <w:sz w:val="24"/>
          <w:lang w:val="uk-UA"/>
        </w:rPr>
        <w:t xml:space="preserve">Економіко-географічне районування України. Історія та наукові основи </w:t>
      </w:r>
      <w:r w:rsidRPr="000D3F15">
        <w:rPr>
          <w:rFonts w:cs="Arial"/>
          <w:kern w:val="65535"/>
          <w:sz w:val="24"/>
          <w:lang w:val="uk-UA"/>
        </w:rPr>
        <w:t xml:space="preserve">економіко-географічного районування. Сучасна мережа економіко-географічних </w:t>
      </w:r>
      <w:r w:rsidRPr="000D3F15">
        <w:rPr>
          <w:rFonts w:cs="Arial"/>
          <w:kern w:val="65534"/>
          <w:sz w:val="24"/>
          <w:lang w:val="uk-UA"/>
        </w:rPr>
        <w:t xml:space="preserve">районів. Склад їх території, ЕГП, природно-ресурсний потенціал, провідні галузі </w:t>
      </w:r>
      <w:r w:rsidRPr="000D3F15">
        <w:rPr>
          <w:rFonts w:cs="Arial"/>
          <w:kern w:val="65535"/>
          <w:sz w:val="24"/>
          <w:lang w:val="uk-UA"/>
        </w:rPr>
        <w:t xml:space="preserve">промисловості та сільського господарства, найбільші </w:t>
      </w:r>
      <w:r>
        <w:rPr>
          <w:rFonts w:cs="Arial"/>
          <w:kern w:val="65535"/>
          <w:sz w:val="24"/>
          <w:lang w:val="uk-UA"/>
        </w:rPr>
        <w:t xml:space="preserve">економічні </w:t>
      </w:r>
      <w:r w:rsidRPr="000D3F15">
        <w:rPr>
          <w:rFonts w:cs="Arial"/>
          <w:kern w:val="65535"/>
          <w:sz w:val="24"/>
          <w:lang w:val="uk-UA"/>
        </w:rPr>
        <w:t xml:space="preserve">вузли та центри. Проблеми </w:t>
      </w:r>
      <w:r w:rsidRPr="000D3F15">
        <w:rPr>
          <w:rFonts w:cs="Arial"/>
          <w:sz w:val="24"/>
          <w:lang w:val="uk-UA"/>
        </w:rPr>
        <w:t>та перспективи розвитку районів.</w:t>
      </w:r>
    </w:p>
    <w:p w:rsidR="007648F7" w:rsidRDefault="007648F7" w:rsidP="0010382D">
      <w:pPr>
        <w:pStyle w:val="a"/>
        <w:shd w:val="clear" w:color="auto" w:fill="FFFFFF"/>
        <w:spacing w:line="240" w:lineRule="auto"/>
        <w:ind w:left="10" w:firstLine="691"/>
        <w:jc w:val="both"/>
        <w:rPr>
          <w:rFonts w:cs="Arial"/>
          <w:sz w:val="24"/>
          <w:lang w:val="uk-UA"/>
        </w:rPr>
      </w:pPr>
    </w:p>
    <w:p w:rsidR="007648F7" w:rsidRDefault="007648F7" w:rsidP="007B3ED5">
      <w:pPr>
        <w:pStyle w:val="a"/>
        <w:shd w:val="clear" w:color="auto" w:fill="FFFFFF"/>
        <w:spacing w:line="240" w:lineRule="auto"/>
        <w:ind w:left="10" w:firstLine="691"/>
        <w:jc w:val="center"/>
        <w:rPr>
          <w:rFonts w:cs="Arial"/>
          <w:b/>
          <w:sz w:val="24"/>
          <w:lang w:val="uk-UA"/>
        </w:rPr>
      </w:pPr>
      <w:r>
        <w:rPr>
          <w:rFonts w:cs="Arial"/>
          <w:b/>
          <w:sz w:val="24"/>
          <w:lang w:val="uk-UA"/>
        </w:rPr>
        <w:t>6. РЕКРЕАЦІЙНА ГЕОГРАФІЯ. ТУРИЗМ</w:t>
      </w:r>
    </w:p>
    <w:p w:rsidR="007648F7" w:rsidRPr="007B3ED5" w:rsidRDefault="007648F7" w:rsidP="007B3ED5">
      <w:pPr>
        <w:pStyle w:val="a"/>
        <w:shd w:val="clear" w:color="auto" w:fill="FFFFFF"/>
        <w:spacing w:line="240" w:lineRule="auto"/>
        <w:ind w:left="10" w:firstLine="691"/>
        <w:jc w:val="center"/>
        <w:rPr>
          <w:rFonts w:cs="Arial"/>
          <w:b/>
          <w:sz w:val="24"/>
          <w:lang w:val="uk-UA"/>
        </w:rPr>
      </w:pPr>
    </w:p>
    <w:p w:rsidR="007648F7" w:rsidRPr="00882A03" w:rsidRDefault="007648F7" w:rsidP="0010382D">
      <w:pPr>
        <w:pStyle w:val="a"/>
        <w:shd w:val="clear" w:color="auto" w:fill="FFFFFF"/>
        <w:spacing w:line="240" w:lineRule="auto"/>
        <w:ind w:left="10" w:firstLine="691"/>
        <w:jc w:val="both"/>
        <w:rPr>
          <w:rFonts w:cs="Arial"/>
          <w:sz w:val="24"/>
          <w:lang w:val="uk-UA"/>
        </w:rPr>
      </w:pPr>
      <w:r w:rsidRPr="00882A03">
        <w:rPr>
          <w:rFonts w:cs="Arial"/>
          <w:sz w:val="24"/>
          <w:lang w:val="uk-UA"/>
        </w:rPr>
        <w:t>Туризм як галузь економіки і багатогранне явище сучасного світу. Основні поняття туризму. Методологічні основи географії туризму. Історія туризму. Чинники, що впливають на розвиток туризму. Форми і види туризму, основні підходи до класифікації. Традиційний та альтернативний туризм. Нормативні документи з питань туристичної роботи. Туристичні походи, їх організація, Туристичне спорядження.</w:t>
      </w:r>
    </w:p>
    <w:p w:rsidR="007648F7" w:rsidRPr="00882A03" w:rsidRDefault="007648F7" w:rsidP="0010382D">
      <w:pPr>
        <w:pStyle w:val="a"/>
        <w:shd w:val="clear" w:color="auto" w:fill="FFFFFF"/>
        <w:spacing w:line="240" w:lineRule="auto"/>
        <w:ind w:left="10" w:firstLine="691"/>
        <w:jc w:val="both"/>
        <w:rPr>
          <w:rFonts w:cs="Arial"/>
          <w:sz w:val="24"/>
          <w:lang w:val="uk-UA"/>
        </w:rPr>
      </w:pPr>
      <w:r w:rsidRPr="00882A03">
        <w:rPr>
          <w:rFonts w:cs="Arial"/>
          <w:sz w:val="24"/>
          <w:lang w:val="uk-UA"/>
        </w:rPr>
        <w:t xml:space="preserve">Туристично-рекреаційні ресурси, їх структура та класифікація. Геополітичне положення як важливий туристично-рекреаційний ресурс. Методи оцінки туристично-рекреаційних ресурсів. Природні, природно-антропогенні рекреаційні ресурси України та методи їх оцінки. Архітектурно-історичні рекреаційно-туристичні ресурси України. Структура архітектурно-історичних ресурсів. Біосоціальні та подієві рекреаційно-туристичні ресурси України. </w:t>
      </w:r>
    </w:p>
    <w:p w:rsidR="007648F7" w:rsidRPr="00882A03" w:rsidRDefault="007648F7" w:rsidP="0010382D">
      <w:pPr>
        <w:pStyle w:val="a"/>
        <w:shd w:val="clear" w:color="auto" w:fill="FFFFFF"/>
        <w:spacing w:line="240" w:lineRule="auto"/>
        <w:ind w:left="10" w:firstLine="691"/>
        <w:jc w:val="both"/>
        <w:rPr>
          <w:rFonts w:cs="Arial"/>
          <w:sz w:val="24"/>
          <w:lang w:val="uk-UA"/>
        </w:rPr>
      </w:pPr>
      <w:r w:rsidRPr="00882A03">
        <w:rPr>
          <w:rFonts w:cs="Arial"/>
          <w:sz w:val="24"/>
          <w:lang w:val="uk-UA"/>
        </w:rPr>
        <w:t xml:space="preserve">Інфраструктурні, трансресурсні рекреаційні об’єкти. Ресурсно-рекреаційна паспортизація адміністративно-територіальних одиниць України. </w:t>
      </w:r>
    </w:p>
    <w:p w:rsidR="007648F7" w:rsidRPr="00882A03" w:rsidRDefault="007648F7" w:rsidP="0010382D">
      <w:pPr>
        <w:pStyle w:val="a"/>
        <w:shd w:val="clear" w:color="auto" w:fill="FFFFFF"/>
        <w:spacing w:line="240" w:lineRule="auto"/>
        <w:ind w:left="10" w:firstLine="691"/>
        <w:jc w:val="both"/>
        <w:rPr>
          <w:rFonts w:cs="Arial"/>
          <w:sz w:val="24"/>
          <w:lang w:val="uk-UA"/>
        </w:rPr>
      </w:pPr>
      <w:r w:rsidRPr="00882A03">
        <w:rPr>
          <w:rFonts w:cs="Arial"/>
          <w:sz w:val="24"/>
          <w:lang w:val="uk-UA"/>
        </w:rPr>
        <w:t xml:space="preserve">Туристично-рекреаційне районування та стратегічні пріоритети розвитку туризму в Україні. Принципи туристично-рекреаційного районування. Основні схеми туристично-рекреаційного районування України. Рекреаційно-ресурсні райони України та їх характеристика. </w:t>
      </w:r>
    </w:p>
    <w:p w:rsidR="007648F7" w:rsidRPr="00882A03" w:rsidRDefault="007648F7" w:rsidP="0010382D">
      <w:pPr>
        <w:pStyle w:val="a"/>
        <w:shd w:val="clear" w:color="auto" w:fill="FFFFFF"/>
        <w:spacing w:line="240" w:lineRule="auto"/>
        <w:ind w:left="10" w:firstLine="691"/>
        <w:jc w:val="both"/>
        <w:rPr>
          <w:rFonts w:cs="Arial"/>
          <w:sz w:val="24"/>
          <w:lang w:val="uk-UA"/>
        </w:rPr>
      </w:pPr>
      <w:r w:rsidRPr="00882A03">
        <w:rPr>
          <w:rFonts w:cs="Arial"/>
          <w:sz w:val="24"/>
          <w:lang w:val="uk-UA"/>
        </w:rPr>
        <w:t xml:space="preserve">Природні, суспільні, подієві рекреаційно-туристичні ресурси світу. Туристичні регіони світу, підходи до виокремлення. Ресурси європейського, азійсько-тихоокеанського, африканського, близькосхідного та американського туристичних регіонів. </w:t>
      </w:r>
    </w:p>
    <w:p w:rsidR="007648F7" w:rsidRPr="00882A03" w:rsidRDefault="007648F7" w:rsidP="0010382D">
      <w:pPr>
        <w:pStyle w:val="a"/>
        <w:shd w:val="clear" w:color="auto" w:fill="FFFFFF"/>
        <w:spacing w:line="240" w:lineRule="auto"/>
        <w:ind w:left="10" w:firstLine="691"/>
        <w:jc w:val="both"/>
        <w:rPr>
          <w:rFonts w:cs="Arial"/>
          <w:sz w:val="24"/>
          <w:lang w:val="uk-UA"/>
        </w:rPr>
      </w:pPr>
      <w:r w:rsidRPr="00882A03">
        <w:rPr>
          <w:rFonts w:cs="Arial"/>
          <w:sz w:val="24"/>
          <w:lang w:val="uk-UA"/>
        </w:rPr>
        <w:t>Структура та географія туристичної індустрії: сектор розміщення, харчування, розваг і відпочинку, транспортних перевезень, реалізації туристичних послуг, оздоровлення та реабілітації. Найбільш відомі туристичні об’єкти та центри світу. Об’єкти світової спадщини ЮНЕСКО.</w:t>
      </w:r>
    </w:p>
    <w:p w:rsidR="007648F7" w:rsidRDefault="007648F7" w:rsidP="0010382D">
      <w:pPr>
        <w:pStyle w:val="a"/>
        <w:shd w:val="clear" w:color="auto" w:fill="FFFFFF"/>
        <w:spacing w:line="240" w:lineRule="auto"/>
        <w:ind w:left="10" w:firstLine="691"/>
        <w:jc w:val="both"/>
        <w:rPr>
          <w:rFonts w:cs="Arial"/>
          <w:color w:val="FF0000"/>
          <w:sz w:val="24"/>
          <w:lang w:val="uk-UA"/>
        </w:rPr>
      </w:pPr>
    </w:p>
    <w:p w:rsidR="007648F7" w:rsidRDefault="007648F7" w:rsidP="0010382D">
      <w:pPr>
        <w:pStyle w:val="a"/>
        <w:spacing w:line="240" w:lineRule="auto"/>
        <w:jc w:val="center"/>
        <w:rPr>
          <w:rFonts w:cs="Arial"/>
          <w:b/>
          <w:sz w:val="24"/>
          <w:lang w:val="uk-UA"/>
        </w:rPr>
      </w:pPr>
      <w:r w:rsidRPr="000D3F15">
        <w:rPr>
          <w:rFonts w:cs="Arial"/>
          <w:b/>
          <w:sz w:val="24"/>
          <w:lang w:val="en-US"/>
        </w:rPr>
        <w:t>V</w:t>
      </w:r>
      <w:r w:rsidRPr="009F7C05">
        <w:rPr>
          <w:rFonts w:cs="Arial"/>
          <w:b/>
          <w:sz w:val="24"/>
          <w:lang w:val="uk-UA"/>
        </w:rPr>
        <w:t xml:space="preserve">. </w:t>
      </w:r>
      <w:r>
        <w:rPr>
          <w:rFonts w:cs="Arial"/>
          <w:b/>
          <w:sz w:val="24"/>
          <w:lang w:val="uk-UA"/>
        </w:rPr>
        <w:t xml:space="preserve"> СПИСОК РЕКОМЕНДОВАНОЇ ЛІТЕРАТУРИ</w:t>
      </w:r>
    </w:p>
    <w:p w:rsidR="007648F7" w:rsidRPr="009F7C05" w:rsidRDefault="007648F7" w:rsidP="0010382D">
      <w:pPr>
        <w:pStyle w:val="a"/>
        <w:spacing w:line="240" w:lineRule="auto"/>
        <w:jc w:val="center"/>
        <w:rPr>
          <w:rFonts w:cs="Arial"/>
          <w:lang w:val="uk-UA"/>
        </w:rPr>
      </w:pPr>
    </w:p>
    <w:p w:rsidR="007648F7" w:rsidRPr="00B44131" w:rsidRDefault="007648F7" w:rsidP="0010382D">
      <w:pPr>
        <w:pStyle w:val="a"/>
        <w:numPr>
          <w:ilvl w:val="0"/>
          <w:numId w:val="4"/>
        </w:numPr>
        <w:shd w:val="clear" w:color="auto" w:fill="FFFFFF"/>
        <w:spacing w:line="240" w:lineRule="auto"/>
        <w:jc w:val="both"/>
        <w:rPr>
          <w:rFonts w:cs="Arial"/>
        </w:rPr>
      </w:pPr>
      <w:r w:rsidRPr="000D3F15">
        <w:rPr>
          <w:rFonts w:cs="Arial"/>
          <w:sz w:val="24"/>
          <w:lang w:val="uk-UA"/>
        </w:rPr>
        <w:t>Барановський М.О. Географія населення</w:t>
      </w:r>
      <w:r>
        <w:rPr>
          <w:rFonts w:cs="Arial"/>
          <w:sz w:val="24"/>
          <w:lang w:val="uk-UA"/>
        </w:rPr>
        <w:t xml:space="preserve">: навчальний посібник / М.О. Барановський. - Ніжин: НДПУ імені Миколи Гоголя,2002. – </w:t>
      </w:r>
      <w:r w:rsidRPr="000D3F15">
        <w:rPr>
          <w:rFonts w:cs="Arial"/>
          <w:sz w:val="24"/>
          <w:lang w:val="uk-UA"/>
        </w:rPr>
        <w:t>191</w:t>
      </w:r>
      <w:r>
        <w:rPr>
          <w:rFonts w:cs="Arial"/>
          <w:sz w:val="24"/>
          <w:lang w:val="uk-UA"/>
        </w:rPr>
        <w:t> </w:t>
      </w:r>
      <w:r w:rsidRPr="000D3F15">
        <w:rPr>
          <w:rFonts w:cs="Arial"/>
          <w:sz w:val="24"/>
          <w:lang w:val="uk-UA"/>
        </w:rPr>
        <w:t>с.</w:t>
      </w:r>
    </w:p>
    <w:p w:rsidR="007648F7" w:rsidRPr="00B44131" w:rsidRDefault="007648F7" w:rsidP="0010382D">
      <w:pPr>
        <w:pStyle w:val="a"/>
        <w:numPr>
          <w:ilvl w:val="0"/>
          <w:numId w:val="4"/>
        </w:numPr>
        <w:shd w:val="clear" w:color="auto" w:fill="FFFFFF"/>
        <w:spacing w:line="240" w:lineRule="auto"/>
        <w:jc w:val="both"/>
        <w:rPr>
          <w:rFonts w:cs="Arial"/>
        </w:rPr>
      </w:pPr>
      <w:r>
        <w:rPr>
          <w:rFonts w:cs="Arial"/>
          <w:sz w:val="24"/>
          <w:lang w:val="uk-UA"/>
        </w:rPr>
        <w:t xml:space="preserve">Безуглий В.В. Економічна і соціальна географія зарубіжних країн: навчальний посібник / В.В. Безуглий. – К.: ВЦ </w:t>
      </w:r>
      <w:r w:rsidRPr="00F21ADF">
        <w:rPr>
          <w:rFonts w:cs="Arial"/>
          <w:sz w:val="24"/>
          <w:lang w:val="uk-UA"/>
        </w:rPr>
        <w:t>“</w:t>
      </w:r>
      <w:r>
        <w:rPr>
          <w:rFonts w:cs="Arial"/>
          <w:sz w:val="24"/>
          <w:lang w:val="uk-UA"/>
        </w:rPr>
        <w:t>Академія</w:t>
      </w:r>
      <w:r w:rsidRPr="00F21ADF">
        <w:rPr>
          <w:rFonts w:cs="Arial"/>
          <w:sz w:val="24"/>
          <w:lang w:val="uk-UA"/>
        </w:rPr>
        <w:t>”</w:t>
      </w:r>
      <w:r>
        <w:rPr>
          <w:rFonts w:cs="Arial"/>
          <w:sz w:val="24"/>
          <w:lang w:val="uk-UA"/>
        </w:rPr>
        <w:t>, 2005. – 704 с.</w:t>
      </w:r>
    </w:p>
    <w:p w:rsidR="007648F7" w:rsidRPr="00B44131"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Волошин І.І. Географія Світового океану: навчальний посібник / І.І. Волошин, В.Г. Чирка. – К.: Перун, 1996. – 220 с. </w:t>
      </w:r>
    </w:p>
    <w:p w:rsidR="007648F7" w:rsidRPr="00882A03"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rPr>
      </w:pPr>
      <w:r w:rsidRPr="000D3F15">
        <w:rPr>
          <w:rFonts w:cs="Arial"/>
          <w:sz w:val="24"/>
          <w:lang w:val="uk-UA"/>
        </w:rPr>
        <w:t>Волошин І.І. Загальне землезнавство. -</w:t>
      </w:r>
      <w:r>
        <w:rPr>
          <w:rFonts w:cs="Arial"/>
          <w:sz w:val="24"/>
          <w:lang w:val="uk-UA"/>
        </w:rPr>
        <w:t xml:space="preserve"> Ніжин: НДПУ, 2002. - 294 с.</w:t>
      </w:r>
    </w:p>
    <w:p w:rsidR="007648F7" w:rsidRPr="00EF1E09"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rPr>
      </w:pPr>
      <w:r>
        <w:rPr>
          <w:rFonts w:cs="Arial"/>
          <w:sz w:val="24"/>
          <w:lang w:val="uk-UA"/>
        </w:rPr>
        <w:t>Гудзеляк І. Географія населення: навчальний посібник / І. Гудзеляк. – Львів: Видавництво ЛНУ імені Івана Франка, 2008. – 232 с.</w:t>
      </w:r>
    </w:p>
    <w:p w:rsidR="007648F7" w:rsidRPr="008215F1" w:rsidRDefault="007648F7" w:rsidP="0010382D">
      <w:pPr>
        <w:pStyle w:val="a"/>
        <w:numPr>
          <w:ilvl w:val="0"/>
          <w:numId w:val="4"/>
        </w:numPr>
        <w:shd w:val="clear" w:color="auto" w:fill="FFFFFF"/>
        <w:spacing w:line="240" w:lineRule="auto"/>
        <w:jc w:val="both"/>
        <w:rPr>
          <w:rFonts w:cs="Arial"/>
          <w:sz w:val="24"/>
        </w:rPr>
      </w:pPr>
      <w:r w:rsidRPr="008215F1">
        <w:rPr>
          <w:rFonts w:cs="Arial"/>
          <w:sz w:val="24"/>
          <w:lang w:val="uk-UA"/>
        </w:rPr>
        <w:t xml:space="preserve">Гукалова І.В. </w:t>
      </w:r>
      <w:r>
        <w:rPr>
          <w:rFonts w:cs="Arial"/>
          <w:sz w:val="24"/>
          <w:lang w:val="uk-UA"/>
        </w:rPr>
        <w:t>Вступ до фаху: географія і суспільство: навчальний посібник / І.В. Гукалова, Д.С. Мальчикова. – Херсон: ОЛДІ-ПЛЮС, 2015. – 268 с.</w:t>
      </w:r>
    </w:p>
    <w:p w:rsidR="007648F7" w:rsidRPr="00882A03" w:rsidRDefault="007648F7" w:rsidP="0010382D">
      <w:pPr>
        <w:pStyle w:val="a"/>
        <w:numPr>
          <w:ilvl w:val="0"/>
          <w:numId w:val="4"/>
        </w:numPr>
        <w:shd w:val="clear" w:color="auto" w:fill="FFFFFF"/>
        <w:spacing w:line="240" w:lineRule="auto"/>
        <w:jc w:val="both"/>
        <w:rPr>
          <w:rFonts w:cs="Arial"/>
        </w:rPr>
      </w:pPr>
      <w:r>
        <w:rPr>
          <w:rFonts w:cs="Arial"/>
          <w:sz w:val="24"/>
          <w:lang w:val="uk-UA"/>
        </w:rPr>
        <w:t>Географія світового господарства (з основами економіки): навчальний посібник / Я.Б. Олійник та ін.; за ред. Я.Б. Олійника, І.Г. Смирнова. – К.: Знання, 2011. – 640 с.</w:t>
      </w:r>
    </w:p>
    <w:p w:rsidR="007648F7" w:rsidRPr="00B44131" w:rsidRDefault="007648F7" w:rsidP="0010382D">
      <w:pPr>
        <w:pStyle w:val="a"/>
        <w:numPr>
          <w:ilvl w:val="0"/>
          <w:numId w:val="4"/>
        </w:numPr>
        <w:shd w:val="clear" w:color="auto" w:fill="FFFFFF"/>
        <w:spacing w:line="240" w:lineRule="auto"/>
        <w:jc w:val="both"/>
        <w:rPr>
          <w:rFonts w:cs="Arial"/>
        </w:rPr>
      </w:pPr>
      <w:r>
        <w:rPr>
          <w:rFonts w:cs="Arial"/>
          <w:sz w:val="24"/>
          <w:lang w:val="uk-UA"/>
        </w:rPr>
        <w:t xml:space="preserve">Дронова О.Л. Геоурбаністика: навчальний посібник / О.Л. Дронова. –Видавничо-поліграфічний центр </w:t>
      </w:r>
      <w:r w:rsidRPr="00067EBD">
        <w:rPr>
          <w:rFonts w:cs="Arial"/>
          <w:sz w:val="24"/>
          <w:lang w:val="uk-UA"/>
        </w:rPr>
        <w:t>“</w:t>
      </w:r>
      <w:r>
        <w:rPr>
          <w:rFonts w:cs="Arial"/>
          <w:sz w:val="24"/>
          <w:lang w:val="uk-UA"/>
        </w:rPr>
        <w:t>Київський університет</w:t>
      </w:r>
      <w:r w:rsidRPr="00067EBD">
        <w:rPr>
          <w:rFonts w:cs="Arial"/>
          <w:sz w:val="24"/>
          <w:lang w:val="uk-UA"/>
        </w:rPr>
        <w:t>”</w:t>
      </w:r>
      <w:r>
        <w:rPr>
          <w:rFonts w:cs="Arial"/>
          <w:sz w:val="24"/>
          <w:lang w:val="uk-UA"/>
        </w:rPr>
        <w:t xml:space="preserve">, 2014. – 419 с. </w:t>
      </w:r>
    </w:p>
    <w:p w:rsidR="007648F7" w:rsidRPr="00F21ADF"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Економічна і соціальна географія світу: навчальний посібник (за ред. С.П. Кузика). – Львів: Світ, 2002. – 672 с.</w:t>
      </w:r>
    </w:p>
    <w:p w:rsidR="007648F7" w:rsidRPr="00B44131" w:rsidRDefault="007648F7" w:rsidP="0010382D">
      <w:pPr>
        <w:pStyle w:val="a"/>
        <w:numPr>
          <w:ilvl w:val="0"/>
          <w:numId w:val="4"/>
        </w:numPr>
        <w:shd w:val="clear" w:color="auto" w:fill="FFFFFF"/>
        <w:tabs>
          <w:tab w:val="left" w:pos="355"/>
        </w:tabs>
        <w:spacing w:line="240" w:lineRule="auto"/>
        <w:jc w:val="both"/>
        <w:rPr>
          <w:rFonts w:cs="Arial"/>
        </w:rPr>
      </w:pPr>
      <w:r w:rsidRPr="000D3F15">
        <w:rPr>
          <w:rFonts w:cs="Arial"/>
          <w:sz w:val="24"/>
          <w:lang w:val="uk-UA"/>
        </w:rPr>
        <w:t>Зедледух</w:t>
      </w:r>
      <w:r w:rsidRPr="000D3F15">
        <w:rPr>
          <w:rFonts w:cs="Arial"/>
          <w:sz w:val="24"/>
          <w:lang w:val="en-US"/>
        </w:rPr>
        <w:t>P</w:t>
      </w:r>
      <w:r w:rsidRPr="000D3F15">
        <w:rPr>
          <w:rFonts w:cs="Arial"/>
          <w:sz w:val="24"/>
        </w:rPr>
        <w:t>.</w:t>
      </w:r>
      <w:r w:rsidRPr="000D3F15">
        <w:rPr>
          <w:rFonts w:cs="Arial"/>
          <w:sz w:val="24"/>
          <w:lang w:val="en-US"/>
        </w:rPr>
        <w:t>M</w:t>
      </w:r>
      <w:r w:rsidRPr="000D3F15">
        <w:rPr>
          <w:rFonts w:cs="Arial"/>
          <w:sz w:val="24"/>
        </w:rPr>
        <w:t xml:space="preserve">. </w:t>
      </w:r>
      <w:r w:rsidRPr="000D3F15">
        <w:rPr>
          <w:rFonts w:cs="Arial"/>
          <w:sz w:val="24"/>
          <w:lang w:val="uk-UA"/>
        </w:rPr>
        <w:t>Картографія з основами топографії</w:t>
      </w:r>
      <w:r>
        <w:rPr>
          <w:rFonts w:cs="Arial"/>
          <w:sz w:val="24"/>
          <w:lang w:val="uk-UA"/>
        </w:rPr>
        <w:t>: навчальний посібник / Р.М. Земледух</w:t>
      </w:r>
      <w:r w:rsidRPr="000D3F15">
        <w:rPr>
          <w:rFonts w:cs="Arial"/>
          <w:sz w:val="24"/>
          <w:lang w:val="uk-UA"/>
        </w:rPr>
        <w:t xml:space="preserve">. </w:t>
      </w:r>
      <w:r>
        <w:rPr>
          <w:rFonts w:cs="Arial"/>
          <w:sz w:val="24"/>
          <w:lang w:val="uk-UA"/>
        </w:rPr>
        <w:t>– К.: Вища школа</w:t>
      </w:r>
      <w:r w:rsidRPr="000D3F15">
        <w:rPr>
          <w:rFonts w:cs="Arial"/>
          <w:sz w:val="24"/>
          <w:lang w:val="uk-UA"/>
        </w:rPr>
        <w:t xml:space="preserve">, </w:t>
      </w:r>
      <w:r w:rsidRPr="000D3F15">
        <w:rPr>
          <w:rFonts w:cs="Arial"/>
          <w:sz w:val="24"/>
        </w:rPr>
        <w:t>1995.</w:t>
      </w:r>
      <w:r>
        <w:rPr>
          <w:rFonts w:cs="Arial"/>
          <w:sz w:val="24"/>
          <w:lang w:val="uk-UA"/>
        </w:rPr>
        <w:t xml:space="preserve"> – 356 с. </w:t>
      </w:r>
    </w:p>
    <w:p w:rsidR="007648F7" w:rsidRPr="00F33CCB"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Маринич О.М. Фізична географія України: підручник / О.М. Маринич, П.Г. Шищенко. – К.: Знання, 2003. – 479 с.</w:t>
      </w:r>
    </w:p>
    <w:p w:rsidR="007648F7" w:rsidRPr="00B44131"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Міхелі С.В. Основи ландшафтознавства: курс лекцій: навчальний посібник / С.В. Міхелі. – Кам</w:t>
      </w:r>
      <w:r w:rsidRPr="00F21ADF">
        <w:rPr>
          <w:rFonts w:cs="Arial"/>
          <w:sz w:val="24"/>
          <w:lang w:val="uk-UA"/>
        </w:rPr>
        <w:t>’</w:t>
      </w:r>
      <w:r>
        <w:rPr>
          <w:rFonts w:cs="Arial"/>
          <w:sz w:val="24"/>
          <w:lang w:val="uk-UA"/>
        </w:rPr>
        <w:t>янець-Подільський: Абетка-Нова, 2002. – 214 с.</w:t>
      </w:r>
    </w:p>
    <w:p w:rsidR="007648F7" w:rsidRPr="00067EBD"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Панасенко Б.Д. Фізична географія материків та океанів: навчальний посібник / Б.Д. Панасенко. – Ч.1. – Вінниця: ПП </w:t>
      </w:r>
      <w:r w:rsidRPr="00F33CCB">
        <w:rPr>
          <w:rFonts w:cs="Arial"/>
          <w:sz w:val="24"/>
          <w:lang w:val="uk-UA"/>
        </w:rPr>
        <w:t>“</w:t>
      </w:r>
      <w:r>
        <w:rPr>
          <w:rFonts w:cs="Arial"/>
          <w:sz w:val="24"/>
          <w:lang w:val="uk-UA"/>
        </w:rPr>
        <w:t>Едельвейс і К</w:t>
      </w:r>
      <w:r w:rsidRPr="00F33CCB">
        <w:rPr>
          <w:rFonts w:cs="Arial"/>
          <w:sz w:val="24"/>
          <w:lang w:val="uk-UA"/>
        </w:rPr>
        <w:t>”</w:t>
      </w:r>
      <w:r>
        <w:rPr>
          <w:rFonts w:cs="Arial"/>
          <w:sz w:val="24"/>
          <w:lang w:val="uk-UA"/>
        </w:rPr>
        <w:t>, 2008. – 588 с.</w:t>
      </w:r>
    </w:p>
    <w:p w:rsidR="007648F7" w:rsidRPr="00F33CCB"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Пістун М.Д. Сучасні проблеми регіонального розвитку України: навчальний посібник / М.Д. Пістун, А.Л. Мельничук. – 3-є вид. доповн. –Видавничо-поліграфічний центр </w:t>
      </w:r>
      <w:r w:rsidRPr="00067EBD">
        <w:rPr>
          <w:rFonts w:cs="Arial"/>
          <w:sz w:val="24"/>
          <w:lang w:val="uk-UA"/>
        </w:rPr>
        <w:t>“</w:t>
      </w:r>
      <w:r>
        <w:rPr>
          <w:rFonts w:cs="Arial"/>
          <w:sz w:val="24"/>
          <w:lang w:val="uk-UA"/>
        </w:rPr>
        <w:t>Київський університет</w:t>
      </w:r>
      <w:r w:rsidRPr="00067EBD">
        <w:rPr>
          <w:rFonts w:cs="Arial"/>
          <w:sz w:val="24"/>
          <w:lang w:val="uk-UA"/>
        </w:rPr>
        <w:t>”</w:t>
      </w:r>
      <w:r>
        <w:rPr>
          <w:rFonts w:cs="Arial"/>
          <w:sz w:val="24"/>
          <w:lang w:val="uk-UA"/>
        </w:rPr>
        <w:t>, 2013. – 290 с.</w:t>
      </w:r>
    </w:p>
    <w:p w:rsidR="007648F7" w:rsidRPr="00067EBD"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Пістун М.Д. Основи теорії суспільної географії: навчальний посібник / М.Д. Пістун. – К.: Вища школа, 1996. – 231 с.</w:t>
      </w:r>
    </w:p>
    <w:p w:rsidR="007648F7" w:rsidRPr="00882A03"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Рекреаційно-туристичні ресурси України (з основами туристичного ресурсознавства): навчальний посібник / Н.О. Алєшугіна, О.В. Барановська, М.О. Барановський та ін. – Ніжин: ФОП Лук</w:t>
      </w:r>
      <w:r w:rsidRPr="00067EBD">
        <w:rPr>
          <w:rFonts w:cs="Arial"/>
          <w:sz w:val="24"/>
          <w:lang w:val="uk-UA"/>
        </w:rPr>
        <w:t>’</w:t>
      </w:r>
      <w:r>
        <w:rPr>
          <w:rFonts w:cs="Arial"/>
          <w:sz w:val="24"/>
          <w:lang w:val="uk-UA"/>
        </w:rPr>
        <w:t xml:space="preserve">яненко В.Ф. ТРК </w:t>
      </w:r>
      <w:r w:rsidRPr="00067EBD">
        <w:rPr>
          <w:rFonts w:cs="Arial"/>
          <w:sz w:val="24"/>
          <w:lang w:val="uk-UA"/>
        </w:rPr>
        <w:t>“</w:t>
      </w:r>
      <w:r>
        <w:rPr>
          <w:rFonts w:cs="Arial"/>
          <w:sz w:val="24"/>
          <w:lang w:val="uk-UA"/>
        </w:rPr>
        <w:t>Орхідея</w:t>
      </w:r>
      <w:r w:rsidRPr="00067EBD">
        <w:rPr>
          <w:rFonts w:cs="Arial"/>
          <w:sz w:val="24"/>
          <w:lang w:val="uk-UA"/>
        </w:rPr>
        <w:t>”</w:t>
      </w:r>
      <w:r>
        <w:rPr>
          <w:rFonts w:cs="Arial"/>
          <w:sz w:val="24"/>
          <w:lang w:val="uk-UA"/>
        </w:rPr>
        <w:t>, 2015. – 492 с.</w:t>
      </w:r>
    </w:p>
    <w:p w:rsidR="007648F7" w:rsidRPr="00B44131"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Смаль І.В. Географія туризму: навчальний посібник / І.В. Смаль. – Ніжин: Видавець ПП Лисенко М.М., 2011. – 576 с.</w:t>
      </w:r>
    </w:p>
    <w:p w:rsidR="007648F7" w:rsidRPr="00F33CCB"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Смаль І.В. Туристичні ресурси світу: навчальний посібник / І.В. Смаль. – Ніжин: НДУ імені Миколи Гоголя, 2010. – 276 с.</w:t>
      </w:r>
    </w:p>
    <w:p w:rsidR="007648F7" w:rsidRPr="000D3F15" w:rsidRDefault="007648F7" w:rsidP="0010382D">
      <w:pPr>
        <w:pStyle w:val="a"/>
        <w:numPr>
          <w:ilvl w:val="0"/>
          <w:numId w:val="4"/>
        </w:numPr>
        <w:shd w:val="clear" w:color="auto" w:fill="FFFFFF"/>
        <w:spacing w:line="240" w:lineRule="auto"/>
        <w:jc w:val="both"/>
        <w:rPr>
          <w:rFonts w:cs="Arial"/>
        </w:rPr>
      </w:pPr>
      <w:r w:rsidRPr="000D3F15">
        <w:rPr>
          <w:rFonts w:cs="Arial"/>
          <w:kern w:val="65535"/>
          <w:sz w:val="24"/>
          <w:lang w:val="uk-UA"/>
        </w:rPr>
        <w:t>Соціально-економічна географія України</w:t>
      </w:r>
      <w:r>
        <w:rPr>
          <w:rFonts w:cs="Arial"/>
          <w:kern w:val="65535"/>
          <w:sz w:val="24"/>
          <w:lang w:val="uk-UA"/>
        </w:rPr>
        <w:t>: навчальний посібник (за ред. проф. О.І. Шаблія</w:t>
      </w:r>
      <w:r w:rsidRPr="000D3F15">
        <w:rPr>
          <w:rFonts w:cs="Arial"/>
          <w:kern w:val="65535"/>
          <w:sz w:val="24"/>
          <w:lang w:val="uk-UA"/>
        </w:rPr>
        <w:t xml:space="preserve">. - Львів: Світ, 2000. </w:t>
      </w:r>
      <w:r>
        <w:rPr>
          <w:rFonts w:cs="Arial"/>
          <w:kern w:val="65535"/>
          <w:sz w:val="24"/>
          <w:lang w:val="uk-UA"/>
        </w:rPr>
        <w:t>– 608 с.</w:t>
      </w:r>
    </w:p>
    <w:p w:rsidR="007648F7" w:rsidRPr="00EF1E09"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rPr>
      </w:pPr>
      <w:r>
        <w:rPr>
          <w:rFonts w:cs="Arial"/>
          <w:sz w:val="24"/>
          <w:lang w:val="uk-UA"/>
        </w:rPr>
        <w:t>Топчієв О.Г. Суспільно-географічні дослідження: методологія, методи, методики: навчальний посібник / О.Г. Топчієв. – Одеса: Астропринт, 2005. – 632 с.</w:t>
      </w:r>
    </w:p>
    <w:p w:rsidR="007648F7" w:rsidRPr="00B44131"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Топчієв О.Г. Основи суспільної географії: навчальний посібник / О.Г. Топчієв. – Одеса, Астропринт, 2009. – 544 с.</w:t>
      </w:r>
    </w:p>
    <w:p w:rsidR="007648F7" w:rsidRPr="000D3F15" w:rsidRDefault="007648F7" w:rsidP="0010382D">
      <w:pPr>
        <w:pStyle w:val="a"/>
        <w:numPr>
          <w:ilvl w:val="0"/>
          <w:numId w:val="4"/>
        </w:numPr>
        <w:shd w:val="clear" w:color="auto" w:fill="FFFFFF"/>
        <w:tabs>
          <w:tab w:val="left" w:pos="355"/>
        </w:tabs>
        <w:spacing w:line="240" w:lineRule="auto"/>
        <w:jc w:val="both"/>
        <w:rPr>
          <w:rFonts w:cs="Arial"/>
        </w:rPr>
      </w:pPr>
      <w:r>
        <w:rPr>
          <w:rFonts w:cs="Arial"/>
          <w:sz w:val="24"/>
          <w:lang w:val="uk-UA"/>
        </w:rPr>
        <w:t xml:space="preserve">Чорний І.Б. Географія </w:t>
      </w:r>
      <w:r w:rsidRPr="00386052">
        <w:rPr>
          <w:rFonts w:cs="Arial"/>
          <w:sz w:val="24"/>
          <w:lang w:val="uk-UA"/>
        </w:rPr>
        <w:t>ґ</w:t>
      </w:r>
      <w:r w:rsidRPr="000D3F15">
        <w:rPr>
          <w:rFonts w:cs="Arial"/>
          <w:sz w:val="24"/>
          <w:lang w:val="uk-UA"/>
        </w:rPr>
        <w:t xml:space="preserve">рунтів </w:t>
      </w:r>
      <w:r>
        <w:rPr>
          <w:rFonts w:cs="Arial"/>
          <w:sz w:val="24"/>
          <w:lang w:val="uk-UA"/>
        </w:rPr>
        <w:t>з основами ґрунтознавства: навчальний</w:t>
      </w:r>
      <w:r w:rsidRPr="000D3F15">
        <w:rPr>
          <w:rFonts w:cs="Arial"/>
          <w:sz w:val="24"/>
          <w:lang w:val="uk-UA"/>
        </w:rPr>
        <w:t xml:space="preserve"> посібник</w:t>
      </w:r>
      <w:r>
        <w:rPr>
          <w:rFonts w:cs="Arial"/>
          <w:sz w:val="24"/>
          <w:lang w:val="uk-UA"/>
        </w:rPr>
        <w:t> / І.Б. Чорний</w:t>
      </w:r>
      <w:r w:rsidRPr="000D3F15">
        <w:rPr>
          <w:rFonts w:cs="Arial"/>
          <w:sz w:val="24"/>
          <w:lang w:val="uk-UA"/>
        </w:rPr>
        <w:t xml:space="preserve">. </w:t>
      </w:r>
      <w:r>
        <w:rPr>
          <w:rFonts w:cs="Arial"/>
          <w:sz w:val="24"/>
          <w:lang w:val="uk-UA"/>
        </w:rPr>
        <w:t xml:space="preserve"> – К.:Вища школа</w:t>
      </w:r>
      <w:r w:rsidRPr="000D3F15">
        <w:rPr>
          <w:rFonts w:cs="Arial"/>
          <w:sz w:val="24"/>
          <w:lang w:val="uk-UA"/>
        </w:rPr>
        <w:t xml:space="preserve">, </w:t>
      </w:r>
      <w:r w:rsidRPr="000D3F15">
        <w:rPr>
          <w:rFonts w:cs="Arial"/>
          <w:sz w:val="24"/>
        </w:rPr>
        <w:t>1995.</w:t>
      </w:r>
      <w:r>
        <w:rPr>
          <w:rFonts w:cs="Arial"/>
          <w:sz w:val="24"/>
        </w:rPr>
        <w:t>–</w:t>
      </w:r>
      <w:r w:rsidRPr="000D3F15">
        <w:rPr>
          <w:rFonts w:cs="Arial"/>
          <w:sz w:val="24"/>
        </w:rPr>
        <w:t>240 с</w:t>
      </w:r>
      <w:r>
        <w:rPr>
          <w:rFonts w:cs="Arial"/>
          <w:sz w:val="24"/>
          <w:lang w:val="uk-UA"/>
        </w:rPr>
        <w:t>.</w:t>
      </w:r>
    </w:p>
    <w:p w:rsidR="007648F7" w:rsidRPr="00B44131" w:rsidRDefault="007648F7" w:rsidP="0010382D">
      <w:pPr>
        <w:pStyle w:val="a"/>
        <w:numPr>
          <w:ilvl w:val="0"/>
          <w:numId w:val="4"/>
        </w:numPr>
        <w:shd w:val="clear" w:color="auto" w:fill="FFFFFF"/>
        <w:tabs>
          <w:tab w:val="clear" w:pos="709"/>
          <w:tab w:val="left" w:pos="426"/>
          <w:tab w:val="left" w:pos="851"/>
        </w:tabs>
        <w:spacing w:line="240" w:lineRule="auto"/>
        <w:jc w:val="both"/>
        <w:rPr>
          <w:rFonts w:cs="Arial"/>
          <w:lang w:val="uk-UA"/>
        </w:rPr>
      </w:pPr>
      <w:r>
        <w:rPr>
          <w:rFonts w:cs="Arial"/>
          <w:sz w:val="24"/>
          <w:lang w:val="uk-UA"/>
        </w:rPr>
        <w:t xml:space="preserve">Шаблій О.І. Основи загальної суспільної географії: підруник / О.І. Шаблій. – Львів: Видавничий центр ЛНУ імені Івана Франка, 2012. – 296 с. </w:t>
      </w:r>
    </w:p>
    <w:p w:rsidR="007648F7" w:rsidRPr="00EF1E09" w:rsidRDefault="007648F7" w:rsidP="0010382D">
      <w:pPr>
        <w:pStyle w:val="a"/>
        <w:numPr>
          <w:ilvl w:val="0"/>
          <w:numId w:val="4"/>
        </w:numPr>
        <w:shd w:val="clear" w:color="auto" w:fill="FFFFFF"/>
        <w:spacing w:line="240" w:lineRule="auto"/>
        <w:jc w:val="both"/>
        <w:rPr>
          <w:rFonts w:cs="Arial"/>
          <w:lang w:val="uk-UA"/>
        </w:rPr>
      </w:pPr>
      <w:r w:rsidRPr="000D3F15">
        <w:rPr>
          <w:rFonts w:cs="Arial"/>
          <w:sz w:val="24"/>
          <w:lang w:val="uk-UA"/>
        </w:rPr>
        <w:t>Юрківський В.М. Регіональна економічна і соціальна географія. Зарубіжні країни</w:t>
      </w:r>
      <w:r>
        <w:rPr>
          <w:rFonts w:cs="Arial"/>
          <w:sz w:val="24"/>
          <w:lang w:val="uk-UA"/>
        </w:rPr>
        <w:t>: навчальний посібник / В.М. Юрківський</w:t>
      </w:r>
      <w:r w:rsidRPr="000D3F15">
        <w:rPr>
          <w:rFonts w:cs="Arial"/>
          <w:sz w:val="24"/>
          <w:lang w:val="uk-UA"/>
        </w:rPr>
        <w:t>. - К.: Либідь, 2001.</w:t>
      </w:r>
      <w:r>
        <w:rPr>
          <w:rFonts w:cs="Arial"/>
          <w:sz w:val="24"/>
          <w:lang w:val="uk-UA"/>
        </w:rPr>
        <w:t xml:space="preserve"> – 276 с. </w:t>
      </w:r>
    </w:p>
    <w:p w:rsidR="007648F7" w:rsidRPr="00B44131" w:rsidRDefault="007648F7" w:rsidP="0010382D">
      <w:pPr>
        <w:pStyle w:val="a"/>
        <w:shd w:val="clear" w:color="auto" w:fill="FFFFFF"/>
        <w:tabs>
          <w:tab w:val="clear" w:pos="709"/>
          <w:tab w:val="left" w:pos="426"/>
          <w:tab w:val="left" w:pos="851"/>
        </w:tabs>
        <w:spacing w:line="322" w:lineRule="exact"/>
        <w:ind w:left="720"/>
        <w:jc w:val="both"/>
        <w:rPr>
          <w:rFonts w:cs="Arial"/>
          <w:lang w:val="uk-UA"/>
        </w:rPr>
      </w:pPr>
    </w:p>
    <w:p w:rsidR="007648F7" w:rsidRDefault="007648F7" w:rsidP="0010382D">
      <w:pPr>
        <w:pStyle w:val="a"/>
        <w:shd w:val="clear" w:color="auto" w:fill="FFFFFF"/>
        <w:tabs>
          <w:tab w:val="clear" w:pos="709"/>
          <w:tab w:val="left" w:pos="426"/>
          <w:tab w:val="left" w:pos="851"/>
        </w:tabs>
        <w:spacing w:line="322" w:lineRule="exact"/>
        <w:jc w:val="both"/>
        <w:rPr>
          <w:rFonts w:cs="Arial"/>
          <w:sz w:val="24"/>
          <w:lang w:val="uk-UA"/>
        </w:rPr>
      </w:pPr>
    </w:p>
    <w:p w:rsidR="007648F7" w:rsidRDefault="007648F7"/>
    <w:sectPr w:rsidR="007648F7" w:rsidSect="005D04FB">
      <w:footerReference w:type="default" r:id="rId7"/>
      <w:pgSz w:w="11900" w:h="16820"/>
      <w:pgMar w:top="1134" w:right="851" w:bottom="1134" w:left="1418" w:header="709" w:footer="709"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8F7" w:rsidRDefault="007648F7">
      <w:pPr>
        <w:spacing w:after="0" w:line="240" w:lineRule="auto"/>
      </w:pPr>
      <w:r>
        <w:separator/>
      </w:r>
    </w:p>
  </w:endnote>
  <w:endnote w:type="continuationSeparator" w:id="1">
    <w:p w:rsidR="007648F7" w:rsidRDefault="007648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8F7" w:rsidRDefault="007648F7">
    <w:pPr>
      <w:pStyle w:val="Footer"/>
      <w:jc w:val="right"/>
    </w:pPr>
    <w:fldSimple w:instr="PAGE   \* MERGEFORMAT">
      <w:r>
        <w:rPr>
          <w:noProof/>
        </w:rPr>
        <w:t>1</w:t>
      </w:r>
    </w:fldSimple>
  </w:p>
  <w:p w:rsidR="007648F7" w:rsidRDefault="007648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8F7" w:rsidRDefault="007648F7">
      <w:pPr>
        <w:spacing w:after="0" w:line="240" w:lineRule="auto"/>
      </w:pPr>
      <w:r>
        <w:separator/>
      </w:r>
    </w:p>
  </w:footnote>
  <w:footnote w:type="continuationSeparator" w:id="1">
    <w:p w:rsidR="007648F7" w:rsidRDefault="007648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6EC37A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680C92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E0C86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7D895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41C0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0D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B085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5B004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660A5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DF26FCC"/>
    <w:lvl w:ilvl="0">
      <w:start w:val="1"/>
      <w:numFmt w:val="bullet"/>
      <w:lvlText w:val=""/>
      <w:lvlJc w:val="left"/>
      <w:pPr>
        <w:tabs>
          <w:tab w:val="num" w:pos="360"/>
        </w:tabs>
        <w:ind w:left="360" w:hanging="360"/>
      </w:pPr>
      <w:rPr>
        <w:rFonts w:ascii="Symbol" w:hAnsi="Symbol" w:hint="default"/>
      </w:rPr>
    </w:lvl>
  </w:abstractNum>
  <w:abstractNum w:abstractNumId="10">
    <w:nsid w:val="01345B22"/>
    <w:multiLevelType w:val="hybridMultilevel"/>
    <w:tmpl w:val="526A3026"/>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1">
    <w:nsid w:val="3E022045"/>
    <w:multiLevelType w:val="multilevel"/>
    <w:tmpl w:val="3AF8A2FA"/>
    <w:lvl w:ilvl="0">
      <w:start w:val="1"/>
      <w:numFmt w:val="none"/>
      <w:lvlText w:val=""/>
      <w:lvlJc w:val="left"/>
      <w:pPr>
        <w:ind w:left="432" w:hanging="432"/>
      </w:pPr>
      <w:rPr>
        <w:rFonts w:cs="Times New Roman"/>
      </w:rPr>
    </w:lvl>
    <w:lvl w:ilvl="1">
      <w:start w:val="1"/>
      <w:numFmt w:val="none"/>
      <w:lvlText w:val=""/>
      <w:lvlJc w:val="left"/>
      <w:pPr>
        <w:ind w:left="576" w:hanging="576"/>
      </w:pPr>
      <w:rPr>
        <w:rFonts w:cs="Times New Roman"/>
      </w:rPr>
    </w:lvl>
    <w:lvl w:ilvl="2">
      <w:start w:val="1"/>
      <w:numFmt w:val="none"/>
      <w:lvlText w:val=""/>
      <w:lvlJc w:val="left"/>
      <w:pPr>
        <w:ind w:left="720" w:hanging="720"/>
      </w:pPr>
      <w:rPr>
        <w:rFonts w:cs="Times New Roman"/>
      </w:rPr>
    </w:lvl>
    <w:lvl w:ilvl="3">
      <w:start w:val="1"/>
      <w:numFmt w:val="none"/>
      <w:lvlText w:val=""/>
      <w:lvlJc w:val="left"/>
      <w:pPr>
        <w:ind w:left="864" w:hanging="864"/>
      </w:pPr>
      <w:rPr>
        <w:rFonts w:cs="Times New Roman"/>
      </w:rPr>
    </w:lvl>
    <w:lvl w:ilvl="4">
      <w:start w:val="1"/>
      <w:numFmt w:val="none"/>
      <w:lvlText w:val=""/>
      <w:lvlJc w:val="left"/>
      <w:pPr>
        <w:ind w:left="1008" w:hanging="1008"/>
      </w:pPr>
      <w:rPr>
        <w:rFonts w:cs="Times New Roman"/>
      </w:rPr>
    </w:lvl>
    <w:lvl w:ilvl="5">
      <w:start w:val="1"/>
      <w:numFmt w:val="none"/>
      <w:lvlText w:val=""/>
      <w:lvlJc w:val="left"/>
      <w:pPr>
        <w:ind w:left="1152" w:hanging="1152"/>
      </w:pPr>
      <w:rPr>
        <w:rFonts w:cs="Times New Roman"/>
      </w:rPr>
    </w:lvl>
    <w:lvl w:ilvl="6">
      <w:start w:val="1"/>
      <w:numFmt w:val="none"/>
      <w:lvlText w:val=""/>
      <w:lvlJc w:val="left"/>
      <w:pPr>
        <w:ind w:left="1296" w:hanging="1296"/>
      </w:pPr>
      <w:rPr>
        <w:rFonts w:cs="Times New Roman"/>
      </w:rPr>
    </w:lvl>
    <w:lvl w:ilvl="7">
      <w:start w:val="1"/>
      <w:numFmt w:val="none"/>
      <w:lvlText w:val=""/>
      <w:lvlJc w:val="left"/>
      <w:pPr>
        <w:ind w:left="1440" w:hanging="1440"/>
      </w:pPr>
      <w:rPr>
        <w:rFonts w:cs="Times New Roman"/>
      </w:rPr>
    </w:lvl>
    <w:lvl w:ilvl="8">
      <w:start w:val="1"/>
      <w:numFmt w:val="none"/>
      <w:lvlText w:val=""/>
      <w:lvlJc w:val="left"/>
      <w:pPr>
        <w:ind w:left="1584" w:hanging="1584"/>
      </w:pPr>
      <w:rPr>
        <w:rFonts w:cs="Times New Roman"/>
      </w:rPr>
    </w:lvl>
  </w:abstractNum>
  <w:abstractNum w:abstractNumId="12">
    <w:nsid w:val="41E10446"/>
    <w:multiLevelType w:val="multilevel"/>
    <w:tmpl w:val="5EC8809C"/>
    <w:lvl w:ilvl="0">
      <w:start w:val="1"/>
      <w:numFmt w:val="decimal"/>
      <w:lvlText w:val="%1."/>
      <w:lvlJc w:val="left"/>
      <w:pPr>
        <w:ind w:left="720" w:hanging="360"/>
      </w:pPr>
      <w:rPr>
        <w:rFonts w:cs="Times New Roman"/>
        <w:sz w:val="24"/>
        <w:szCs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6F1E246D"/>
    <w:multiLevelType w:val="multilevel"/>
    <w:tmpl w:val="33C4782C"/>
    <w:lvl w:ilvl="0">
      <w:numFmt w:val="bullet"/>
      <w:lvlText w:val="♦"/>
      <w:lvlJc w:val="left"/>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32D6768"/>
    <w:multiLevelType w:val="multilevel"/>
    <w:tmpl w:val="AB86BF3C"/>
    <w:lvl w:ilvl="0">
      <w:start w:val="10"/>
      <w:numFmt w:val="bullet"/>
      <w:lvlText w:val="-"/>
      <w:lvlJc w:val="left"/>
      <w:pPr>
        <w:ind w:left="456"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14"/>
  </w:num>
  <w:num w:numId="3">
    <w:abstractNumId w:val="13"/>
  </w:num>
  <w:num w:numId="4">
    <w:abstractNumId w:val="12"/>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CA9"/>
    <w:rsid w:val="00000008"/>
    <w:rsid w:val="00000213"/>
    <w:rsid w:val="0000066E"/>
    <w:rsid w:val="00000A6E"/>
    <w:rsid w:val="00000D9D"/>
    <w:rsid w:val="00001B62"/>
    <w:rsid w:val="00001E62"/>
    <w:rsid w:val="00002623"/>
    <w:rsid w:val="00002838"/>
    <w:rsid w:val="000028A9"/>
    <w:rsid w:val="00002AEE"/>
    <w:rsid w:val="00002E2C"/>
    <w:rsid w:val="0000308C"/>
    <w:rsid w:val="00003370"/>
    <w:rsid w:val="000033B0"/>
    <w:rsid w:val="00003A64"/>
    <w:rsid w:val="00003B89"/>
    <w:rsid w:val="0000429B"/>
    <w:rsid w:val="00004EED"/>
    <w:rsid w:val="0000548F"/>
    <w:rsid w:val="000058FB"/>
    <w:rsid w:val="00005BEC"/>
    <w:rsid w:val="000064FC"/>
    <w:rsid w:val="000069F4"/>
    <w:rsid w:val="00007783"/>
    <w:rsid w:val="00007E6B"/>
    <w:rsid w:val="00010473"/>
    <w:rsid w:val="0001054D"/>
    <w:rsid w:val="00010732"/>
    <w:rsid w:val="00010A35"/>
    <w:rsid w:val="00010AC1"/>
    <w:rsid w:val="00010F6D"/>
    <w:rsid w:val="00011340"/>
    <w:rsid w:val="000122D9"/>
    <w:rsid w:val="00012A5B"/>
    <w:rsid w:val="00012AF6"/>
    <w:rsid w:val="00012BF2"/>
    <w:rsid w:val="00012CB9"/>
    <w:rsid w:val="00012F3C"/>
    <w:rsid w:val="0001369D"/>
    <w:rsid w:val="0001386B"/>
    <w:rsid w:val="000139E6"/>
    <w:rsid w:val="00013FCB"/>
    <w:rsid w:val="0001451E"/>
    <w:rsid w:val="0001477D"/>
    <w:rsid w:val="00014A50"/>
    <w:rsid w:val="00015071"/>
    <w:rsid w:val="000151DD"/>
    <w:rsid w:val="000154F3"/>
    <w:rsid w:val="00015651"/>
    <w:rsid w:val="00015B2E"/>
    <w:rsid w:val="00016239"/>
    <w:rsid w:val="00016689"/>
    <w:rsid w:val="00016C70"/>
    <w:rsid w:val="00017961"/>
    <w:rsid w:val="0002018A"/>
    <w:rsid w:val="000205BA"/>
    <w:rsid w:val="0002074B"/>
    <w:rsid w:val="00020944"/>
    <w:rsid w:val="00020BAE"/>
    <w:rsid w:val="00021714"/>
    <w:rsid w:val="00021A7B"/>
    <w:rsid w:val="00021E05"/>
    <w:rsid w:val="00021E59"/>
    <w:rsid w:val="00021EA3"/>
    <w:rsid w:val="000221F8"/>
    <w:rsid w:val="00022A5B"/>
    <w:rsid w:val="000230EE"/>
    <w:rsid w:val="00023784"/>
    <w:rsid w:val="00023B5A"/>
    <w:rsid w:val="00023C6D"/>
    <w:rsid w:val="00023D8E"/>
    <w:rsid w:val="00023DB2"/>
    <w:rsid w:val="00023DCE"/>
    <w:rsid w:val="00024657"/>
    <w:rsid w:val="00024989"/>
    <w:rsid w:val="00025CD1"/>
    <w:rsid w:val="000260B8"/>
    <w:rsid w:val="00026203"/>
    <w:rsid w:val="000265A7"/>
    <w:rsid w:val="00026C1A"/>
    <w:rsid w:val="00027333"/>
    <w:rsid w:val="000274D9"/>
    <w:rsid w:val="00027E58"/>
    <w:rsid w:val="0003018D"/>
    <w:rsid w:val="000307AF"/>
    <w:rsid w:val="00030EF8"/>
    <w:rsid w:val="000312DF"/>
    <w:rsid w:val="00031371"/>
    <w:rsid w:val="00031B4B"/>
    <w:rsid w:val="00031C0A"/>
    <w:rsid w:val="00032180"/>
    <w:rsid w:val="00032220"/>
    <w:rsid w:val="0003242B"/>
    <w:rsid w:val="00032444"/>
    <w:rsid w:val="00032D9C"/>
    <w:rsid w:val="00033165"/>
    <w:rsid w:val="00033681"/>
    <w:rsid w:val="00033A9E"/>
    <w:rsid w:val="00033C30"/>
    <w:rsid w:val="00033FD2"/>
    <w:rsid w:val="00034239"/>
    <w:rsid w:val="000342ED"/>
    <w:rsid w:val="000349F5"/>
    <w:rsid w:val="00034ED9"/>
    <w:rsid w:val="000350C4"/>
    <w:rsid w:val="000351D2"/>
    <w:rsid w:val="0003557A"/>
    <w:rsid w:val="00035611"/>
    <w:rsid w:val="00035764"/>
    <w:rsid w:val="00035C4F"/>
    <w:rsid w:val="000361A3"/>
    <w:rsid w:val="00036237"/>
    <w:rsid w:val="00036338"/>
    <w:rsid w:val="0003676B"/>
    <w:rsid w:val="00036DC0"/>
    <w:rsid w:val="00037427"/>
    <w:rsid w:val="000376DB"/>
    <w:rsid w:val="0004000D"/>
    <w:rsid w:val="0004055D"/>
    <w:rsid w:val="000405B3"/>
    <w:rsid w:val="00041DEC"/>
    <w:rsid w:val="00042A8D"/>
    <w:rsid w:val="00042D7D"/>
    <w:rsid w:val="00042F13"/>
    <w:rsid w:val="00042FD6"/>
    <w:rsid w:val="00043618"/>
    <w:rsid w:val="0004439C"/>
    <w:rsid w:val="000446A7"/>
    <w:rsid w:val="000448F6"/>
    <w:rsid w:val="00044C81"/>
    <w:rsid w:val="0004511A"/>
    <w:rsid w:val="000451C7"/>
    <w:rsid w:val="000455D4"/>
    <w:rsid w:val="00045C02"/>
    <w:rsid w:val="00045D6F"/>
    <w:rsid w:val="00045DFB"/>
    <w:rsid w:val="00046244"/>
    <w:rsid w:val="000462D7"/>
    <w:rsid w:val="00046F2B"/>
    <w:rsid w:val="00047007"/>
    <w:rsid w:val="00047268"/>
    <w:rsid w:val="00047F9C"/>
    <w:rsid w:val="0005040B"/>
    <w:rsid w:val="00050975"/>
    <w:rsid w:val="00050D1A"/>
    <w:rsid w:val="00051564"/>
    <w:rsid w:val="000519AF"/>
    <w:rsid w:val="00052020"/>
    <w:rsid w:val="00052646"/>
    <w:rsid w:val="00052A47"/>
    <w:rsid w:val="00052A9A"/>
    <w:rsid w:val="00052C18"/>
    <w:rsid w:val="00053450"/>
    <w:rsid w:val="000539F0"/>
    <w:rsid w:val="00053F35"/>
    <w:rsid w:val="00054203"/>
    <w:rsid w:val="00055307"/>
    <w:rsid w:val="00055A29"/>
    <w:rsid w:val="0005694C"/>
    <w:rsid w:val="00056F11"/>
    <w:rsid w:val="000575B4"/>
    <w:rsid w:val="000576FC"/>
    <w:rsid w:val="000579AF"/>
    <w:rsid w:val="000600FA"/>
    <w:rsid w:val="000608BD"/>
    <w:rsid w:val="00060A92"/>
    <w:rsid w:val="000615BC"/>
    <w:rsid w:val="0006177E"/>
    <w:rsid w:val="000619AE"/>
    <w:rsid w:val="00062E70"/>
    <w:rsid w:val="000638A1"/>
    <w:rsid w:val="00063D97"/>
    <w:rsid w:val="00063F82"/>
    <w:rsid w:val="00064117"/>
    <w:rsid w:val="00064A87"/>
    <w:rsid w:val="00064CED"/>
    <w:rsid w:val="000657A0"/>
    <w:rsid w:val="00065B1B"/>
    <w:rsid w:val="000661D2"/>
    <w:rsid w:val="00066B98"/>
    <w:rsid w:val="00066C1C"/>
    <w:rsid w:val="00066F55"/>
    <w:rsid w:val="000675FE"/>
    <w:rsid w:val="00067956"/>
    <w:rsid w:val="00067E1A"/>
    <w:rsid w:val="00067EBD"/>
    <w:rsid w:val="00067F16"/>
    <w:rsid w:val="0007072F"/>
    <w:rsid w:val="00070DDD"/>
    <w:rsid w:val="000715AB"/>
    <w:rsid w:val="00071873"/>
    <w:rsid w:val="00071BA9"/>
    <w:rsid w:val="0007205B"/>
    <w:rsid w:val="0007232D"/>
    <w:rsid w:val="000727B4"/>
    <w:rsid w:val="00072937"/>
    <w:rsid w:val="0007352C"/>
    <w:rsid w:val="00073F84"/>
    <w:rsid w:val="0007427E"/>
    <w:rsid w:val="0007452A"/>
    <w:rsid w:val="00074845"/>
    <w:rsid w:val="0007514C"/>
    <w:rsid w:val="00075160"/>
    <w:rsid w:val="0007531D"/>
    <w:rsid w:val="000754A5"/>
    <w:rsid w:val="0007598A"/>
    <w:rsid w:val="00076221"/>
    <w:rsid w:val="0007632C"/>
    <w:rsid w:val="00076AEA"/>
    <w:rsid w:val="00076C16"/>
    <w:rsid w:val="00076C25"/>
    <w:rsid w:val="00076F35"/>
    <w:rsid w:val="00076FFF"/>
    <w:rsid w:val="000779FD"/>
    <w:rsid w:val="000809DF"/>
    <w:rsid w:val="0008118E"/>
    <w:rsid w:val="000812D8"/>
    <w:rsid w:val="0008133E"/>
    <w:rsid w:val="0008172F"/>
    <w:rsid w:val="00081ECC"/>
    <w:rsid w:val="000824C2"/>
    <w:rsid w:val="0008267E"/>
    <w:rsid w:val="00082892"/>
    <w:rsid w:val="00082B99"/>
    <w:rsid w:val="00082BED"/>
    <w:rsid w:val="00083006"/>
    <w:rsid w:val="000830D0"/>
    <w:rsid w:val="000836FC"/>
    <w:rsid w:val="00083A84"/>
    <w:rsid w:val="00084070"/>
    <w:rsid w:val="000844FA"/>
    <w:rsid w:val="00084EFC"/>
    <w:rsid w:val="0008508B"/>
    <w:rsid w:val="000853FA"/>
    <w:rsid w:val="000857EE"/>
    <w:rsid w:val="0008608C"/>
    <w:rsid w:val="0008643A"/>
    <w:rsid w:val="000867F5"/>
    <w:rsid w:val="000868CD"/>
    <w:rsid w:val="0008723D"/>
    <w:rsid w:val="00090A20"/>
    <w:rsid w:val="0009146C"/>
    <w:rsid w:val="000914FC"/>
    <w:rsid w:val="000919CC"/>
    <w:rsid w:val="000919F4"/>
    <w:rsid w:val="00091A03"/>
    <w:rsid w:val="00091ACC"/>
    <w:rsid w:val="00091B02"/>
    <w:rsid w:val="00091F97"/>
    <w:rsid w:val="00092A4A"/>
    <w:rsid w:val="00092C7F"/>
    <w:rsid w:val="00093403"/>
    <w:rsid w:val="000934E9"/>
    <w:rsid w:val="000936A1"/>
    <w:rsid w:val="000938CB"/>
    <w:rsid w:val="00094637"/>
    <w:rsid w:val="000946A3"/>
    <w:rsid w:val="00094809"/>
    <w:rsid w:val="0009483F"/>
    <w:rsid w:val="00095052"/>
    <w:rsid w:val="00095058"/>
    <w:rsid w:val="000952A6"/>
    <w:rsid w:val="00095665"/>
    <w:rsid w:val="00095AED"/>
    <w:rsid w:val="00096B9E"/>
    <w:rsid w:val="00097C92"/>
    <w:rsid w:val="00097F68"/>
    <w:rsid w:val="000A03E3"/>
    <w:rsid w:val="000A0C37"/>
    <w:rsid w:val="000A1034"/>
    <w:rsid w:val="000A10C3"/>
    <w:rsid w:val="000A11FB"/>
    <w:rsid w:val="000A13EC"/>
    <w:rsid w:val="000A1657"/>
    <w:rsid w:val="000A1F60"/>
    <w:rsid w:val="000A2B12"/>
    <w:rsid w:val="000A2B26"/>
    <w:rsid w:val="000A4402"/>
    <w:rsid w:val="000A461A"/>
    <w:rsid w:val="000A4811"/>
    <w:rsid w:val="000A48CF"/>
    <w:rsid w:val="000A4A01"/>
    <w:rsid w:val="000A5473"/>
    <w:rsid w:val="000A5E8F"/>
    <w:rsid w:val="000A6FD6"/>
    <w:rsid w:val="000A6FE1"/>
    <w:rsid w:val="000A7C6B"/>
    <w:rsid w:val="000B044D"/>
    <w:rsid w:val="000B0A44"/>
    <w:rsid w:val="000B1096"/>
    <w:rsid w:val="000B12BA"/>
    <w:rsid w:val="000B1499"/>
    <w:rsid w:val="000B1BBC"/>
    <w:rsid w:val="000B1E3B"/>
    <w:rsid w:val="000B2767"/>
    <w:rsid w:val="000B2956"/>
    <w:rsid w:val="000B2A7C"/>
    <w:rsid w:val="000B2C1E"/>
    <w:rsid w:val="000B2CE5"/>
    <w:rsid w:val="000B2EB7"/>
    <w:rsid w:val="000B2F35"/>
    <w:rsid w:val="000B3415"/>
    <w:rsid w:val="000B46AB"/>
    <w:rsid w:val="000B4726"/>
    <w:rsid w:val="000B495A"/>
    <w:rsid w:val="000B49B0"/>
    <w:rsid w:val="000B4F6F"/>
    <w:rsid w:val="000B5017"/>
    <w:rsid w:val="000B5444"/>
    <w:rsid w:val="000B5622"/>
    <w:rsid w:val="000B5965"/>
    <w:rsid w:val="000B60B1"/>
    <w:rsid w:val="000B6155"/>
    <w:rsid w:val="000B67F0"/>
    <w:rsid w:val="000B6B3E"/>
    <w:rsid w:val="000B6D0F"/>
    <w:rsid w:val="000B7418"/>
    <w:rsid w:val="000B7FCB"/>
    <w:rsid w:val="000C00A2"/>
    <w:rsid w:val="000C0417"/>
    <w:rsid w:val="000C087E"/>
    <w:rsid w:val="000C0A0A"/>
    <w:rsid w:val="000C0C46"/>
    <w:rsid w:val="000C1316"/>
    <w:rsid w:val="000C1512"/>
    <w:rsid w:val="000C33EA"/>
    <w:rsid w:val="000C3CC2"/>
    <w:rsid w:val="000C40E8"/>
    <w:rsid w:val="000C40ED"/>
    <w:rsid w:val="000C43AE"/>
    <w:rsid w:val="000C4855"/>
    <w:rsid w:val="000C4DBB"/>
    <w:rsid w:val="000C4DFE"/>
    <w:rsid w:val="000C510E"/>
    <w:rsid w:val="000C5D69"/>
    <w:rsid w:val="000C64D0"/>
    <w:rsid w:val="000C7DCB"/>
    <w:rsid w:val="000D036D"/>
    <w:rsid w:val="000D0410"/>
    <w:rsid w:val="000D0538"/>
    <w:rsid w:val="000D08C4"/>
    <w:rsid w:val="000D08E3"/>
    <w:rsid w:val="000D0A61"/>
    <w:rsid w:val="000D1ED3"/>
    <w:rsid w:val="000D1FC1"/>
    <w:rsid w:val="000D212B"/>
    <w:rsid w:val="000D234D"/>
    <w:rsid w:val="000D23E9"/>
    <w:rsid w:val="000D2E1A"/>
    <w:rsid w:val="000D31FC"/>
    <w:rsid w:val="000D37B9"/>
    <w:rsid w:val="000D3876"/>
    <w:rsid w:val="000D3AAF"/>
    <w:rsid w:val="000D3DC7"/>
    <w:rsid w:val="000D3F15"/>
    <w:rsid w:val="000D442B"/>
    <w:rsid w:val="000D50BD"/>
    <w:rsid w:val="000D5360"/>
    <w:rsid w:val="000D5C7E"/>
    <w:rsid w:val="000D5CF4"/>
    <w:rsid w:val="000D692A"/>
    <w:rsid w:val="000D6B5C"/>
    <w:rsid w:val="000D7151"/>
    <w:rsid w:val="000D7475"/>
    <w:rsid w:val="000D7684"/>
    <w:rsid w:val="000D7749"/>
    <w:rsid w:val="000D7A2A"/>
    <w:rsid w:val="000D7D31"/>
    <w:rsid w:val="000E1187"/>
    <w:rsid w:val="000E2706"/>
    <w:rsid w:val="000E2893"/>
    <w:rsid w:val="000E2DE3"/>
    <w:rsid w:val="000E3447"/>
    <w:rsid w:val="000E3689"/>
    <w:rsid w:val="000E375D"/>
    <w:rsid w:val="000E37DE"/>
    <w:rsid w:val="000E4729"/>
    <w:rsid w:val="000E48B5"/>
    <w:rsid w:val="000E48F9"/>
    <w:rsid w:val="000E5140"/>
    <w:rsid w:val="000E54FC"/>
    <w:rsid w:val="000E5521"/>
    <w:rsid w:val="000E5607"/>
    <w:rsid w:val="000E58B4"/>
    <w:rsid w:val="000E60D3"/>
    <w:rsid w:val="000E63D8"/>
    <w:rsid w:val="000E6559"/>
    <w:rsid w:val="000E687D"/>
    <w:rsid w:val="000E74B8"/>
    <w:rsid w:val="000E7554"/>
    <w:rsid w:val="000E755A"/>
    <w:rsid w:val="000F001F"/>
    <w:rsid w:val="000F00AC"/>
    <w:rsid w:val="000F00F8"/>
    <w:rsid w:val="000F0378"/>
    <w:rsid w:val="000F08B6"/>
    <w:rsid w:val="000F0970"/>
    <w:rsid w:val="000F10C3"/>
    <w:rsid w:val="000F11B6"/>
    <w:rsid w:val="000F1411"/>
    <w:rsid w:val="000F14EF"/>
    <w:rsid w:val="000F1841"/>
    <w:rsid w:val="000F18D0"/>
    <w:rsid w:val="000F1A4E"/>
    <w:rsid w:val="000F248D"/>
    <w:rsid w:val="000F254B"/>
    <w:rsid w:val="000F2654"/>
    <w:rsid w:val="000F2825"/>
    <w:rsid w:val="000F2977"/>
    <w:rsid w:val="000F29A4"/>
    <w:rsid w:val="000F3391"/>
    <w:rsid w:val="000F3502"/>
    <w:rsid w:val="000F5126"/>
    <w:rsid w:val="000F53B0"/>
    <w:rsid w:val="000F57BF"/>
    <w:rsid w:val="000F60F7"/>
    <w:rsid w:val="000F6273"/>
    <w:rsid w:val="000F6FE1"/>
    <w:rsid w:val="000F738D"/>
    <w:rsid w:val="000F75AF"/>
    <w:rsid w:val="000F78A2"/>
    <w:rsid w:val="000F79A2"/>
    <w:rsid w:val="0010001C"/>
    <w:rsid w:val="0010050C"/>
    <w:rsid w:val="001007E1"/>
    <w:rsid w:val="00100C2A"/>
    <w:rsid w:val="00100E23"/>
    <w:rsid w:val="00101C4C"/>
    <w:rsid w:val="00101E78"/>
    <w:rsid w:val="00102360"/>
    <w:rsid w:val="0010262B"/>
    <w:rsid w:val="00102728"/>
    <w:rsid w:val="00102CAC"/>
    <w:rsid w:val="0010302C"/>
    <w:rsid w:val="00103111"/>
    <w:rsid w:val="0010382D"/>
    <w:rsid w:val="00103FA3"/>
    <w:rsid w:val="00104833"/>
    <w:rsid w:val="00104FBE"/>
    <w:rsid w:val="0010681B"/>
    <w:rsid w:val="00106E5E"/>
    <w:rsid w:val="00106EBA"/>
    <w:rsid w:val="001072DA"/>
    <w:rsid w:val="001078CB"/>
    <w:rsid w:val="00107A2B"/>
    <w:rsid w:val="00107FF0"/>
    <w:rsid w:val="001105FE"/>
    <w:rsid w:val="00110605"/>
    <w:rsid w:val="001108CC"/>
    <w:rsid w:val="00110B8A"/>
    <w:rsid w:val="00110BE1"/>
    <w:rsid w:val="00110DE1"/>
    <w:rsid w:val="00110FBA"/>
    <w:rsid w:val="00110FDA"/>
    <w:rsid w:val="001116AB"/>
    <w:rsid w:val="00111756"/>
    <w:rsid w:val="00111EDB"/>
    <w:rsid w:val="00112033"/>
    <w:rsid w:val="0011211C"/>
    <w:rsid w:val="00112172"/>
    <w:rsid w:val="00112543"/>
    <w:rsid w:val="0011299E"/>
    <w:rsid w:val="001129F7"/>
    <w:rsid w:val="00112D0B"/>
    <w:rsid w:val="001132DD"/>
    <w:rsid w:val="00113409"/>
    <w:rsid w:val="00113F34"/>
    <w:rsid w:val="001148A0"/>
    <w:rsid w:val="00114C86"/>
    <w:rsid w:val="001150ED"/>
    <w:rsid w:val="0011527E"/>
    <w:rsid w:val="001159C3"/>
    <w:rsid w:val="00116D8E"/>
    <w:rsid w:val="00116F2D"/>
    <w:rsid w:val="00120863"/>
    <w:rsid w:val="001215E9"/>
    <w:rsid w:val="001219CF"/>
    <w:rsid w:val="001222CC"/>
    <w:rsid w:val="0012256B"/>
    <w:rsid w:val="00122867"/>
    <w:rsid w:val="0012312E"/>
    <w:rsid w:val="001245A3"/>
    <w:rsid w:val="00124C2D"/>
    <w:rsid w:val="00124C9E"/>
    <w:rsid w:val="00124D1B"/>
    <w:rsid w:val="00124D71"/>
    <w:rsid w:val="00124EE9"/>
    <w:rsid w:val="001250BE"/>
    <w:rsid w:val="001251F7"/>
    <w:rsid w:val="0012706F"/>
    <w:rsid w:val="0012751D"/>
    <w:rsid w:val="001276AE"/>
    <w:rsid w:val="00127D2A"/>
    <w:rsid w:val="00130961"/>
    <w:rsid w:val="00131586"/>
    <w:rsid w:val="001317B8"/>
    <w:rsid w:val="0013228E"/>
    <w:rsid w:val="00132767"/>
    <w:rsid w:val="00132F39"/>
    <w:rsid w:val="0013307D"/>
    <w:rsid w:val="001332B2"/>
    <w:rsid w:val="00133D84"/>
    <w:rsid w:val="00134416"/>
    <w:rsid w:val="001346BE"/>
    <w:rsid w:val="00134CA1"/>
    <w:rsid w:val="0013553C"/>
    <w:rsid w:val="00135594"/>
    <w:rsid w:val="001359B8"/>
    <w:rsid w:val="00136197"/>
    <w:rsid w:val="001366B0"/>
    <w:rsid w:val="00136777"/>
    <w:rsid w:val="00136BCC"/>
    <w:rsid w:val="00136C72"/>
    <w:rsid w:val="00137256"/>
    <w:rsid w:val="00137E9C"/>
    <w:rsid w:val="0014095C"/>
    <w:rsid w:val="00140B14"/>
    <w:rsid w:val="001412E2"/>
    <w:rsid w:val="001416AA"/>
    <w:rsid w:val="00141955"/>
    <w:rsid w:val="00142504"/>
    <w:rsid w:val="00142B3D"/>
    <w:rsid w:val="00142DCB"/>
    <w:rsid w:val="00142FE7"/>
    <w:rsid w:val="001435DE"/>
    <w:rsid w:val="001446F8"/>
    <w:rsid w:val="00144AF9"/>
    <w:rsid w:val="00144C0C"/>
    <w:rsid w:val="00144CC6"/>
    <w:rsid w:val="001452B1"/>
    <w:rsid w:val="001455D2"/>
    <w:rsid w:val="00145B65"/>
    <w:rsid w:val="0014694B"/>
    <w:rsid w:val="00146C79"/>
    <w:rsid w:val="00147531"/>
    <w:rsid w:val="001476D6"/>
    <w:rsid w:val="001477C1"/>
    <w:rsid w:val="00150E00"/>
    <w:rsid w:val="00150FF7"/>
    <w:rsid w:val="0015102F"/>
    <w:rsid w:val="00151140"/>
    <w:rsid w:val="00151252"/>
    <w:rsid w:val="00151700"/>
    <w:rsid w:val="001517A3"/>
    <w:rsid w:val="0015188D"/>
    <w:rsid w:val="001518F1"/>
    <w:rsid w:val="00151BAA"/>
    <w:rsid w:val="00152631"/>
    <w:rsid w:val="0015266E"/>
    <w:rsid w:val="001526C7"/>
    <w:rsid w:val="00152A78"/>
    <w:rsid w:val="00152FF8"/>
    <w:rsid w:val="00153587"/>
    <w:rsid w:val="001537D1"/>
    <w:rsid w:val="00153EBD"/>
    <w:rsid w:val="001541E5"/>
    <w:rsid w:val="001552A8"/>
    <w:rsid w:val="00155829"/>
    <w:rsid w:val="00156180"/>
    <w:rsid w:val="00156414"/>
    <w:rsid w:val="001564C2"/>
    <w:rsid w:val="00156501"/>
    <w:rsid w:val="00156778"/>
    <w:rsid w:val="0015689B"/>
    <w:rsid w:val="0015736D"/>
    <w:rsid w:val="00161129"/>
    <w:rsid w:val="00161577"/>
    <w:rsid w:val="00161640"/>
    <w:rsid w:val="00161749"/>
    <w:rsid w:val="00162295"/>
    <w:rsid w:val="00162D73"/>
    <w:rsid w:val="00163100"/>
    <w:rsid w:val="0016341C"/>
    <w:rsid w:val="0016374C"/>
    <w:rsid w:val="00164CB9"/>
    <w:rsid w:val="00164DE5"/>
    <w:rsid w:val="00164F9B"/>
    <w:rsid w:val="00165117"/>
    <w:rsid w:val="001659A2"/>
    <w:rsid w:val="00165B60"/>
    <w:rsid w:val="00165C1C"/>
    <w:rsid w:val="0016607F"/>
    <w:rsid w:val="00166D23"/>
    <w:rsid w:val="00166E9F"/>
    <w:rsid w:val="0016729C"/>
    <w:rsid w:val="00167E74"/>
    <w:rsid w:val="00170127"/>
    <w:rsid w:val="00170371"/>
    <w:rsid w:val="00170651"/>
    <w:rsid w:val="00170924"/>
    <w:rsid w:val="00170A79"/>
    <w:rsid w:val="00171A18"/>
    <w:rsid w:val="00171E89"/>
    <w:rsid w:val="0017202D"/>
    <w:rsid w:val="00172492"/>
    <w:rsid w:val="00173111"/>
    <w:rsid w:val="00173757"/>
    <w:rsid w:val="00173A9D"/>
    <w:rsid w:val="00173AE2"/>
    <w:rsid w:val="0017415F"/>
    <w:rsid w:val="0017507C"/>
    <w:rsid w:val="001757E8"/>
    <w:rsid w:val="00177217"/>
    <w:rsid w:val="001776E6"/>
    <w:rsid w:val="00177746"/>
    <w:rsid w:val="00180256"/>
    <w:rsid w:val="00180968"/>
    <w:rsid w:val="00180FEE"/>
    <w:rsid w:val="001810B1"/>
    <w:rsid w:val="001816F5"/>
    <w:rsid w:val="00181944"/>
    <w:rsid w:val="00181C9D"/>
    <w:rsid w:val="00181DBB"/>
    <w:rsid w:val="00182992"/>
    <w:rsid w:val="00182B56"/>
    <w:rsid w:val="00182B62"/>
    <w:rsid w:val="00182C68"/>
    <w:rsid w:val="0018325A"/>
    <w:rsid w:val="00183838"/>
    <w:rsid w:val="0018386C"/>
    <w:rsid w:val="00184027"/>
    <w:rsid w:val="0018440A"/>
    <w:rsid w:val="00184BC7"/>
    <w:rsid w:val="0018502D"/>
    <w:rsid w:val="001865AA"/>
    <w:rsid w:val="001868C8"/>
    <w:rsid w:val="00186DA9"/>
    <w:rsid w:val="00186DE8"/>
    <w:rsid w:val="001873E8"/>
    <w:rsid w:val="00187505"/>
    <w:rsid w:val="0018758C"/>
    <w:rsid w:val="00187768"/>
    <w:rsid w:val="00190361"/>
    <w:rsid w:val="00190665"/>
    <w:rsid w:val="001909CB"/>
    <w:rsid w:val="00190DE2"/>
    <w:rsid w:val="00191697"/>
    <w:rsid w:val="001916C9"/>
    <w:rsid w:val="00191723"/>
    <w:rsid w:val="00191928"/>
    <w:rsid w:val="00191A55"/>
    <w:rsid w:val="00191F79"/>
    <w:rsid w:val="001920FF"/>
    <w:rsid w:val="0019233A"/>
    <w:rsid w:val="0019261A"/>
    <w:rsid w:val="001927CF"/>
    <w:rsid w:val="00192A74"/>
    <w:rsid w:val="00192DBA"/>
    <w:rsid w:val="00193146"/>
    <w:rsid w:val="0019394F"/>
    <w:rsid w:val="0019475A"/>
    <w:rsid w:val="001947F4"/>
    <w:rsid w:val="001949F8"/>
    <w:rsid w:val="00194D68"/>
    <w:rsid w:val="00194F81"/>
    <w:rsid w:val="0019585C"/>
    <w:rsid w:val="00195D01"/>
    <w:rsid w:val="00195D9A"/>
    <w:rsid w:val="0019602D"/>
    <w:rsid w:val="00196966"/>
    <w:rsid w:val="00196C19"/>
    <w:rsid w:val="00196C3C"/>
    <w:rsid w:val="0019701A"/>
    <w:rsid w:val="00197991"/>
    <w:rsid w:val="001979E6"/>
    <w:rsid w:val="00197DEF"/>
    <w:rsid w:val="00197EC2"/>
    <w:rsid w:val="00197EED"/>
    <w:rsid w:val="00197F4F"/>
    <w:rsid w:val="001A0110"/>
    <w:rsid w:val="001A04D7"/>
    <w:rsid w:val="001A0BA0"/>
    <w:rsid w:val="001A0C7D"/>
    <w:rsid w:val="001A0E36"/>
    <w:rsid w:val="001A1CAB"/>
    <w:rsid w:val="001A1CE3"/>
    <w:rsid w:val="001A20C7"/>
    <w:rsid w:val="001A20D1"/>
    <w:rsid w:val="001A2210"/>
    <w:rsid w:val="001A268D"/>
    <w:rsid w:val="001A336B"/>
    <w:rsid w:val="001A3659"/>
    <w:rsid w:val="001A3852"/>
    <w:rsid w:val="001A3EEA"/>
    <w:rsid w:val="001A3F62"/>
    <w:rsid w:val="001A4610"/>
    <w:rsid w:val="001A4AD0"/>
    <w:rsid w:val="001A4D98"/>
    <w:rsid w:val="001A5269"/>
    <w:rsid w:val="001A52D3"/>
    <w:rsid w:val="001A5973"/>
    <w:rsid w:val="001A5F71"/>
    <w:rsid w:val="001A6522"/>
    <w:rsid w:val="001A7160"/>
    <w:rsid w:val="001B130E"/>
    <w:rsid w:val="001B1C4C"/>
    <w:rsid w:val="001B1FD1"/>
    <w:rsid w:val="001B25C0"/>
    <w:rsid w:val="001B3229"/>
    <w:rsid w:val="001B3300"/>
    <w:rsid w:val="001B37B3"/>
    <w:rsid w:val="001B4329"/>
    <w:rsid w:val="001B44CA"/>
    <w:rsid w:val="001B4781"/>
    <w:rsid w:val="001B48F0"/>
    <w:rsid w:val="001B5325"/>
    <w:rsid w:val="001B5597"/>
    <w:rsid w:val="001B6565"/>
    <w:rsid w:val="001B6863"/>
    <w:rsid w:val="001B74A7"/>
    <w:rsid w:val="001B74CF"/>
    <w:rsid w:val="001B7AF1"/>
    <w:rsid w:val="001B7F01"/>
    <w:rsid w:val="001C007E"/>
    <w:rsid w:val="001C00E2"/>
    <w:rsid w:val="001C016C"/>
    <w:rsid w:val="001C12EB"/>
    <w:rsid w:val="001C1650"/>
    <w:rsid w:val="001C2572"/>
    <w:rsid w:val="001C26CB"/>
    <w:rsid w:val="001C3207"/>
    <w:rsid w:val="001C3274"/>
    <w:rsid w:val="001C3F9B"/>
    <w:rsid w:val="001C3FED"/>
    <w:rsid w:val="001C4138"/>
    <w:rsid w:val="001C4207"/>
    <w:rsid w:val="001C4A2A"/>
    <w:rsid w:val="001C4C08"/>
    <w:rsid w:val="001C5736"/>
    <w:rsid w:val="001C58F4"/>
    <w:rsid w:val="001C63B9"/>
    <w:rsid w:val="001C68CD"/>
    <w:rsid w:val="001C7D53"/>
    <w:rsid w:val="001D0C84"/>
    <w:rsid w:val="001D0D21"/>
    <w:rsid w:val="001D0EAF"/>
    <w:rsid w:val="001D0F6C"/>
    <w:rsid w:val="001D22E3"/>
    <w:rsid w:val="001D26B6"/>
    <w:rsid w:val="001D2779"/>
    <w:rsid w:val="001D2A0D"/>
    <w:rsid w:val="001D2A57"/>
    <w:rsid w:val="001D2DAF"/>
    <w:rsid w:val="001D2F56"/>
    <w:rsid w:val="001D344E"/>
    <w:rsid w:val="001D3542"/>
    <w:rsid w:val="001D3554"/>
    <w:rsid w:val="001D36CF"/>
    <w:rsid w:val="001D39F1"/>
    <w:rsid w:val="001D4240"/>
    <w:rsid w:val="001D42B4"/>
    <w:rsid w:val="001D4823"/>
    <w:rsid w:val="001D4C88"/>
    <w:rsid w:val="001D52CD"/>
    <w:rsid w:val="001D5E89"/>
    <w:rsid w:val="001D613E"/>
    <w:rsid w:val="001D65C1"/>
    <w:rsid w:val="001D7333"/>
    <w:rsid w:val="001D73F4"/>
    <w:rsid w:val="001D79F4"/>
    <w:rsid w:val="001E079B"/>
    <w:rsid w:val="001E0A39"/>
    <w:rsid w:val="001E0C18"/>
    <w:rsid w:val="001E1B86"/>
    <w:rsid w:val="001E22C8"/>
    <w:rsid w:val="001E28BE"/>
    <w:rsid w:val="001E2ED5"/>
    <w:rsid w:val="001E325C"/>
    <w:rsid w:val="001E3750"/>
    <w:rsid w:val="001E486A"/>
    <w:rsid w:val="001E4959"/>
    <w:rsid w:val="001E4AC7"/>
    <w:rsid w:val="001E5316"/>
    <w:rsid w:val="001E586B"/>
    <w:rsid w:val="001E62BE"/>
    <w:rsid w:val="001E62FA"/>
    <w:rsid w:val="001E6F0A"/>
    <w:rsid w:val="001E76E5"/>
    <w:rsid w:val="001F037A"/>
    <w:rsid w:val="001F0584"/>
    <w:rsid w:val="001F0829"/>
    <w:rsid w:val="001F0E5D"/>
    <w:rsid w:val="001F12D5"/>
    <w:rsid w:val="001F12F8"/>
    <w:rsid w:val="001F136F"/>
    <w:rsid w:val="001F2857"/>
    <w:rsid w:val="001F2A0D"/>
    <w:rsid w:val="001F2AFF"/>
    <w:rsid w:val="001F2CC9"/>
    <w:rsid w:val="001F2DCC"/>
    <w:rsid w:val="001F308F"/>
    <w:rsid w:val="001F3BEA"/>
    <w:rsid w:val="001F44A9"/>
    <w:rsid w:val="001F4524"/>
    <w:rsid w:val="001F4542"/>
    <w:rsid w:val="001F4700"/>
    <w:rsid w:val="001F4840"/>
    <w:rsid w:val="001F52C6"/>
    <w:rsid w:val="001F5336"/>
    <w:rsid w:val="001F5CDA"/>
    <w:rsid w:val="001F6A5C"/>
    <w:rsid w:val="001F6B19"/>
    <w:rsid w:val="001F715F"/>
    <w:rsid w:val="001F793C"/>
    <w:rsid w:val="001F7DD8"/>
    <w:rsid w:val="00200777"/>
    <w:rsid w:val="0020090F"/>
    <w:rsid w:val="00200C06"/>
    <w:rsid w:val="002011E3"/>
    <w:rsid w:val="0020139D"/>
    <w:rsid w:val="00201663"/>
    <w:rsid w:val="00201DC8"/>
    <w:rsid w:val="00202EEB"/>
    <w:rsid w:val="00203761"/>
    <w:rsid w:val="0020383C"/>
    <w:rsid w:val="00204967"/>
    <w:rsid w:val="00204F65"/>
    <w:rsid w:val="00204FD9"/>
    <w:rsid w:val="002052A4"/>
    <w:rsid w:val="0020550E"/>
    <w:rsid w:val="00205BE4"/>
    <w:rsid w:val="00206118"/>
    <w:rsid w:val="00206D8D"/>
    <w:rsid w:val="00207053"/>
    <w:rsid w:val="0020746B"/>
    <w:rsid w:val="002074A9"/>
    <w:rsid w:val="00207A43"/>
    <w:rsid w:val="00210330"/>
    <w:rsid w:val="002108D0"/>
    <w:rsid w:val="00210B16"/>
    <w:rsid w:val="00210FF2"/>
    <w:rsid w:val="002113FE"/>
    <w:rsid w:val="00211790"/>
    <w:rsid w:val="00212067"/>
    <w:rsid w:val="00212256"/>
    <w:rsid w:val="00212399"/>
    <w:rsid w:val="002129CA"/>
    <w:rsid w:val="00212B68"/>
    <w:rsid w:val="00212D55"/>
    <w:rsid w:val="00212D7C"/>
    <w:rsid w:val="0021318D"/>
    <w:rsid w:val="002131B4"/>
    <w:rsid w:val="002135FD"/>
    <w:rsid w:val="00213671"/>
    <w:rsid w:val="002136FE"/>
    <w:rsid w:val="00214A2A"/>
    <w:rsid w:val="00215776"/>
    <w:rsid w:val="00215B64"/>
    <w:rsid w:val="00215C52"/>
    <w:rsid w:val="00216496"/>
    <w:rsid w:val="00216744"/>
    <w:rsid w:val="0021677D"/>
    <w:rsid w:val="002167A1"/>
    <w:rsid w:val="00216847"/>
    <w:rsid w:val="002169D3"/>
    <w:rsid w:val="00216D77"/>
    <w:rsid w:val="002175EB"/>
    <w:rsid w:val="00217BFF"/>
    <w:rsid w:val="00217F63"/>
    <w:rsid w:val="00220A67"/>
    <w:rsid w:val="00220C8D"/>
    <w:rsid w:val="00221287"/>
    <w:rsid w:val="002213FA"/>
    <w:rsid w:val="00221644"/>
    <w:rsid w:val="00221889"/>
    <w:rsid w:val="0022229C"/>
    <w:rsid w:val="00222C94"/>
    <w:rsid w:val="00222EC2"/>
    <w:rsid w:val="00222F92"/>
    <w:rsid w:val="0022788D"/>
    <w:rsid w:val="0022793C"/>
    <w:rsid w:val="00227CE6"/>
    <w:rsid w:val="002300DD"/>
    <w:rsid w:val="002303A9"/>
    <w:rsid w:val="0023048D"/>
    <w:rsid w:val="00230953"/>
    <w:rsid w:val="00231774"/>
    <w:rsid w:val="00231941"/>
    <w:rsid w:val="00231A2B"/>
    <w:rsid w:val="002328C0"/>
    <w:rsid w:val="0023414D"/>
    <w:rsid w:val="00234664"/>
    <w:rsid w:val="0023488A"/>
    <w:rsid w:val="00234A0C"/>
    <w:rsid w:val="00234B33"/>
    <w:rsid w:val="00234C4E"/>
    <w:rsid w:val="00234D81"/>
    <w:rsid w:val="00235832"/>
    <w:rsid w:val="002358B3"/>
    <w:rsid w:val="00235AE4"/>
    <w:rsid w:val="00235BB9"/>
    <w:rsid w:val="00235E76"/>
    <w:rsid w:val="00235EB1"/>
    <w:rsid w:val="00235F3A"/>
    <w:rsid w:val="00236C0A"/>
    <w:rsid w:val="00236C28"/>
    <w:rsid w:val="00236CDC"/>
    <w:rsid w:val="00237392"/>
    <w:rsid w:val="002375FB"/>
    <w:rsid w:val="002376D3"/>
    <w:rsid w:val="00240285"/>
    <w:rsid w:val="002405CF"/>
    <w:rsid w:val="00240F20"/>
    <w:rsid w:val="00241BFB"/>
    <w:rsid w:val="00241D54"/>
    <w:rsid w:val="00242031"/>
    <w:rsid w:val="00242F38"/>
    <w:rsid w:val="00243FED"/>
    <w:rsid w:val="00244035"/>
    <w:rsid w:val="00244B21"/>
    <w:rsid w:val="00244BD5"/>
    <w:rsid w:val="00244FD4"/>
    <w:rsid w:val="00245D9E"/>
    <w:rsid w:val="00245E3C"/>
    <w:rsid w:val="00246D11"/>
    <w:rsid w:val="00247008"/>
    <w:rsid w:val="002475A4"/>
    <w:rsid w:val="00247E07"/>
    <w:rsid w:val="00251338"/>
    <w:rsid w:val="0025145D"/>
    <w:rsid w:val="002522A2"/>
    <w:rsid w:val="002526A3"/>
    <w:rsid w:val="00252F6E"/>
    <w:rsid w:val="00253058"/>
    <w:rsid w:val="002531F6"/>
    <w:rsid w:val="00253301"/>
    <w:rsid w:val="00253C5A"/>
    <w:rsid w:val="00253EB1"/>
    <w:rsid w:val="00254880"/>
    <w:rsid w:val="00254CA2"/>
    <w:rsid w:val="00254EEB"/>
    <w:rsid w:val="00254EED"/>
    <w:rsid w:val="00254FA3"/>
    <w:rsid w:val="00254FF2"/>
    <w:rsid w:val="0025524D"/>
    <w:rsid w:val="00255B2A"/>
    <w:rsid w:val="00255C03"/>
    <w:rsid w:val="0025699B"/>
    <w:rsid w:val="00256A23"/>
    <w:rsid w:val="00256DD4"/>
    <w:rsid w:val="00256E5E"/>
    <w:rsid w:val="002574E2"/>
    <w:rsid w:val="00257D4D"/>
    <w:rsid w:val="00260737"/>
    <w:rsid w:val="002609CA"/>
    <w:rsid w:val="00260A52"/>
    <w:rsid w:val="00260D60"/>
    <w:rsid w:val="00261316"/>
    <w:rsid w:val="0026132B"/>
    <w:rsid w:val="00261A35"/>
    <w:rsid w:val="00261B64"/>
    <w:rsid w:val="00261BE5"/>
    <w:rsid w:val="00262CC7"/>
    <w:rsid w:val="00262D89"/>
    <w:rsid w:val="002637C6"/>
    <w:rsid w:val="00264396"/>
    <w:rsid w:val="00264549"/>
    <w:rsid w:val="00264948"/>
    <w:rsid w:val="00264D9B"/>
    <w:rsid w:val="00264E6D"/>
    <w:rsid w:val="002654D8"/>
    <w:rsid w:val="002658A4"/>
    <w:rsid w:val="00267021"/>
    <w:rsid w:val="002679EC"/>
    <w:rsid w:val="00267C9E"/>
    <w:rsid w:val="00267FE3"/>
    <w:rsid w:val="0027099A"/>
    <w:rsid w:val="00270DD8"/>
    <w:rsid w:val="00272831"/>
    <w:rsid w:val="00273012"/>
    <w:rsid w:val="00273B66"/>
    <w:rsid w:val="00273E5F"/>
    <w:rsid w:val="00274721"/>
    <w:rsid w:val="00274AA0"/>
    <w:rsid w:val="0027589A"/>
    <w:rsid w:val="0027597B"/>
    <w:rsid w:val="002759DE"/>
    <w:rsid w:val="00275D35"/>
    <w:rsid w:val="00276328"/>
    <w:rsid w:val="0027685C"/>
    <w:rsid w:val="00276911"/>
    <w:rsid w:val="00276F8F"/>
    <w:rsid w:val="00276FFE"/>
    <w:rsid w:val="002774D5"/>
    <w:rsid w:val="00277761"/>
    <w:rsid w:val="00277A9C"/>
    <w:rsid w:val="00277AA8"/>
    <w:rsid w:val="00277B9C"/>
    <w:rsid w:val="00277CE1"/>
    <w:rsid w:val="00277D4A"/>
    <w:rsid w:val="00277EF1"/>
    <w:rsid w:val="002804BC"/>
    <w:rsid w:val="00280950"/>
    <w:rsid w:val="00280B5A"/>
    <w:rsid w:val="0028101B"/>
    <w:rsid w:val="002819F3"/>
    <w:rsid w:val="00281BF1"/>
    <w:rsid w:val="00282711"/>
    <w:rsid w:val="00282C36"/>
    <w:rsid w:val="002830AC"/>
    <w:rsid w:val="0028343B"/>
    <w:rsid w:val="0028368F"/>
    <w:rsid w:val="00283A9D"/>
    <w:rsid w:val="00283C22"/>
    <w:rsid w:val="00283EF2"/>
    <w:rsid w:val="00283F50"/>
    <w:rsid w:val="002843F2"/>
    <w:rsid w:val="0028565B"/>
    <w:rsid w:val="002857B3"/>
    <w:rsid w:val="0028583D"/>
    <w:rsid w:val="002858A5"/>
    <w:rsid w:val="00285AC7"/>
    <w:rsid w:val="00286BDF"/>
    <w:rsid w:val="00287123"/>
    <w:rsid w:val="002874FD"/>
    <w:rsid w:val="00287A0C"/>
    <w:rsid w:val="00287DEE"/>
    <w:rsid w:val="00290A9D"/>
    <w:rsid w:val="00290BBC"/>
    <w:rsid w:val="00290C58"/>
    <w:rsid w:val="00291265"/>
    <w:rsid w:val="00291351"/>
    <w:rsid w:val="002918C9"/>
    <w:rsid w:val="00292AAC"/>
    <w:rsid w:val="00293027"/>
    <w:rsid w:val="00293D4F"/>
    <w:rsid w:val="00294EA7"/>
    <w:rsid w:val="00295084"/>
    <w:rsid w:val="00295421"/>
    <w:rsid w:val="002957C4"/>
    <w:rsid w:val="00295930"/>
    <w:rsid w:val="002959CC"/>
    <w:rsid w:val="00295AB8"/>
    <w:rsid w:val="00295CA7"/>
    <w:rsid w:val="00296169"/>
    <w:rsid w:val="00296553"/>
    <w:rsid w:val="00296927"/>
    <w:rsid w:val="002969AB"/>
    <w:rsid w:val="00297508"/>
    <w:rsid w:val="00297BA8"/>
    <w:rsid w:val="00297CE1"/>
    <w:rsid w:val="002A01AD"/>
    <w:rsid w:val="002A1254"/>
    <w:rsid w:val="002A1581"/>
    <w:rsid w:val="002A1780"/>
    <w:rsid w:val="002A230B"/>
    <w:rsid w:val="002A24BC"/>
    <w:rsid w:val="002A24C1"/>
    <w:rsid w:val="002A29E6"/>
    <w:rsid w:val="002A2ABA"/>
    <w:rsid w:val="002A387F"/>
    <w:rsid w:val="002A3EA4"/>
    <w:rsid w:val="002A40CA"/>
    <w:rsid w:val="002A44BC"/>
    <w:rsid w:val="002A4D1F"/>
    <w:rsid w:val="002A4E3A"/>
    <w:rsid w:val="002A570C"/>
    <w:rsid w:val="002A58F3"/>
    <w:rsid w:val="002A5A55"/>
    <w:rsid w:val="002A5B99"/>
    <w:rsid w:val="002A5CF4"/>
    <w:rsid w:val="002A650E"/>
    <w:rsid w:val="002A65D2"/>
    <w:rsid w:val="002A67F5"/>
    <w:rsid w:val="002A69AF"/>
    <w:rsid w:val="002A6C84"/>
    <w:rsid w:val="002A6CA7"/>
    <w:rsid w:val="002A6E07"/>
    <w:rsid w:val="002A7813"/>
    <w:rsid w:val="002B1090"/>
    <w:rsid w:val="002B113D"/>
    <w:rsid w:val="002B118B"/>
    <w:rsid w:val="002B1495"/>
    <w:rsid w:val="002B1660"/>
    <w:rsid w:val="002B16E8"/>
    <w:rsid w:val="002B18B4"/>
    <w:rsid w:val="002B1AEF"/>
    <w:rsid w:val="002B2052"/>
    <w:rsid w:val="002B2B9D"/>
    <w:rsid w:val="002B305E"/>
    <w:rsid w:val="002B3280"/>
    <w:rsid w:val="002B35AE"/>
    <w:rsid w:val="002B40BF"/>
    <w:rsid w:val="002B4F77"/>
    <w:rsid w:val="002B5CB1"/>
    <w:rsid w:val="002B639F"/>
    <w:rsid w:val="002B6478"/>
    <w:rsid w:val="002B7A53"/>
    <w:rsid w:val="002B7BD1"/>
    <w:rsid w:val="002C017E"/>
    <w:rsid w:val="002C062E"/>
    <w:rsid w:val="002C06E1"/>
    <w:rsid w:val="002C07DD"/>
    <w:rsid w:val="002C0C68"/>
    <w:rsid w:val="002C0F0E"/>
    <w:rsid w:val="002C1A1C"/>
    <w:rsid w:val="002C1C1A"/>
    <w:rsid w:val="002C201E"/>
    <w:rsid w:val="002C2A19"/>
    <w:rsid w:val="002C2A3D"/>
    <w:rsid w:val="002C307D"/>
    <w:rsid w:val="002C3185"/>
    <w:rsid w:val="002C3393"/>
    <w:rsid w:val="002C3525"/>
    <w:rsid w:val="002C363E"/>
    <w:rsid w:val="002C3929"/>
    <w:rsid w:val="002C3E49"/>
    <w:rsid w:val="002C4035"/>
    <w:rsid w:val="002C40EE"/>
    <w:rsid w:val="002C4511"/>
    <w:rsid w:val="002C4653"/>
    <w:rsid w:val="002C481B"/>
    <w:rsid w:val="002C48B9"/>
    <w:rsid w:val="002C4C95"/>
    <w:rsid w:val="002C544A"/>
    <w:rsid w:val="002C5FDF"/>
    <w:rsid w:val="002C6795"/>
    <w:rsid w:val="002C6A25"/>
    <w:rsid w:val="002C6A78"/>
    <w:rsid w:val="002C6CCF"/>
    <w:rsid w:val="002C6DE4"/>
    <w:rsid w:val="002C70DA"/>
    <w:rsid w:val="002C7580"/>
    <w:rsid w:val="002D00FF"/>
    <w:rsid w:val="002D041B"/>
    <w:rsid w:val="002D07A3"/>
    <w:rsid w:val="002D0885"/>
    <w:rsid w:val="002D0EC2"/>
    <w:rsid w:val="002D1A6E"/>
    <w:rsid w:val="002D1B30"/>
    <w:rsid w:val="002D30BB"/>
    <w:rsid w:val="002D36BB"/>
    <w:rsid w:val="002D3ABC"/>
    <w:rsid w:val="002D3CB5"/>
    <w:rsid w:val="002D3D2B"/>
    <w:rsid w:val="002D4199"/>
    <w:rsid w:val="002D52F9"/>
    <w:rsid w:val="002D5719"/>
    <w:rsid w:val="002D5749"/>
    <w:rsid w:val="002D6ED5"/>
    <w:rsid w:val="002D7209"/>
    <w:rsid w:val="002D7649"/>
    <w:rsid w:val="002E0555"/>
    <w:rsid w:val="002E0981"/>
    <w:rsid w:val="002E2612"/>
    <w:rsid w:val="002E269F"/>
    <w:rsid w:val="002E28E2"/>
    <w:rsid w:val="002E2A21"/>
    <w:rsid w:val="002E2D19"/>
    <w:rsid w:val="002E2E70"/>
    <w:rsid w:val="002E2FA4"/>
    <w:rsid w:val="002E47E0"/>
    <w:rsid w:val="002E4FC2"/>
    <w:rsid w:val="002E56B9"/>
    <w:rsid w:val="002E5958"/>
    <w:rsid w:val="002E607B"/>
    <w:rsid w:val="002E6729"/>
    <w:rsid w:val="002E6C7F"/>
    <w:rsid w:val="002E6EE3"/>
    <w:rsid w:val="002E78D4"/>
    <w:rsid w:val="002E78FB"/>
    <w:rsid w:val="002E7CBB"/>
    <w:rsid w:val="002F0B4D"/>
    <w:rsid w:val="002F1283"/>
    <w:rsid w:val="002F14AB"/>
    <w:rsid w:val="002F16F7"/>
    <w:rsid w:val="002F1B61"/>
    <w:rsid w:val="002F1E0B"/>
    <w:rsid w:val="002F1E8F"/>
    <w:rsid w:val="002F21DF"/>
    <w:rsid w:val="002F282C"/>
    <w:rsid w:val="002F3164"/>
    <w:rsid w:val="002F37B3"/>
    <w:rsid w:val="002F3810"/>
    <w:rsid w:val="002F3CA5"/>
    <w:rsid w:val="002F4289"/>
    <w:rsid w:val="002F466D"/>
    <w:rsid w:val="002F46C6"/>
    <w:rsid w:val="002F4C58"/>
    <w:rsid w:val="002F4CB3"/>
    <w:rsid w:val="002F558A"/>
    <w:rsid w:val="002F56E3"/>
    <w:rsid w:val="002F5B0F"/>
    <w:rsid w:val="002F5D65"/>
    <w:rsid w:val="002F66CC"/>
    <w:rsid w:val="002F6993"/>
    <w:rsid w:val="002F706D"/>
    <w:rsid w:val="002F7855"/>
    <w:rsid w:val="002F7ED2"/>
    <w:rsid w:val="0030024A"/>
    <w:rsid w:val="0030056B"/>
    <w:rsid w:val="00300606"/>
    <w:rsid w:val="0030082B"/>
    <w:rsid w:val="0030130D"/>
    <w:rsid w:val="003014EA"/>
    <w:rsid w:val="00301990"/>
    <w:rsid w:val="00301FCF"/>
    <w:rsid w:val="00302478"/>
    <w:rsid w:val="00302A21"/>
    <w:rsid w:val="00302D98"/>
    <w:rsid w:val="00302E01"/>
    <w:rsid w:val="00303518"/>
    <w:rsid w:val="00303D7B"/>
    <w:rsid w:val="003043C5"/>
    <w:rsid w:val="003043F1"/>
    <w:rsid w:val="00304AE0"/>
    <w:rsid w:val="00304C6E"/>
    <w:rsid w:val="00305526"/>
    <w:rsid w:val="00305E72"/>
    <w:rsid w:val="00306402"/>
    <w:rsid w:val="003064F2"/>
    <w:rsid w:val="003065D3"/>
    <w:rsid w:val="003066BE"/>
    <w:rsid w:val="00306BD8"/>
    <w:rsid w:val="00306FF3"/>
    <w:rsid w:val="003071C1"/>
    <w:rsid w:val="003073C0"/>
    <w:rsid w:val="00307A8F"/>
    <w:rsid w:val="00307F7D"/>
    <w:rsid w:val="0031041E"/>
    <w:rsid w:val="0031060E"/>
    <w:rsid w:val="0031072F"/>
    <w:rsid w:val="003109E3"/>
    <w:rsid w:val="00311224"/>
    <w:rsid w:val="00311671"/>
    <w:rsid w:val="00311BB3"/>
    <w:rsid w:val="00312791"/>
    <w:rsid w:val="00312A9B"/>
    <w:rsid w:val="00312B02"/>
    <w:rsid w:val="00312E2B"/>
    <w:rsid w:val="00312FCC"/>
    <w:rsid w:val="0031317A"/>
    <w:rsid w:val="00313467"/>
    <w:rsid w:val="00313562"/>
    <w:rsid w:val="003135FD"/>
    <w:rsid w:val="00314137"/>
    <w:rsid w:val="003142AF"/>
    <w:rsid w:val="00314344"/>
    <w:rsid w:val="003146DB"/>
    <w:rsid w:val="003148A4"/>
    <w:rsid w:val="00314E2C"/>
    <w:rsid w:val="0031500C"/>
    <w:rsid w:val="00315033"/>
    <w:rsid w:val="003154EB"/>
    <w:rsid w:val="00315ABD"/>
    <w:rsid w:val="00316AE5"/>
    <w:rsid w:val="00316E02"/>
    <w:rsid w:val="00317526"/>
    <w:rsid w:val="00317647"/>
    <w:rsid w:val="003177E6"/>
    <w:rsid w:val="003179EA"/>
    <w:rsid w:val="00320195"/>
    <w:rsid w:val="00320BA4"/>
    <w:rsid w:val="00320F46"/>
    <w:rsid w:val="003211A0"/>
    <w:rsid w:val="00321EA9"/>
    <w:rsid w:val="00322B09"/>
    <w:rsid w:val="0032355B"/>
    <w:rsid w:val="0032359E"/>
    <w:rsid w:val="00323863"/>
    <w:rsid w:val="00324237"/>
    <w:rsid w:val="003249E2"/>
    <w:rsid w:val="00324B51"/>
    <w:rsid w:val="00324BB7"/>
    <w:rsid w:val="00324F5B"/>
    <w:rsid w:val="003252D2"/>
    <w:rsid w:val="00325382"/>
    <w:rsid w:val="0032546D"/>
    <w:rsid w:val="00325CB8"/>
    <w:rsid w:val="00325D5A"/>
    <w:rsid w:val="00326123"/>
    <w:rsid w:val="003261C2"/>
    <w:rsid w:val="00326841"/>
    <w:rsid w:val="00326877"/>
    <w:rsid w:val="00326F1B"/>
    <w:rsid w:val="00327CDC"/>
    <w:rsid w:val="0033029B"/>
    <w:rsid w:val="00330A52"/>
    <w:rsid w:val="00330B11"/>
    <w:rsid w:val="00330B8A"/>
    <w:rsid w:val="003312BF"/>
    <w:rsid w:val="00331531"/>
    <w:rsid w:val="003316FC"/>
    <w:rsid w:val="0033191B"/>
    <w:rsid w:val="00331BA3"/>
    <w:rsid w:val="00331C0B"/>
    <w:rsid w:val="00331FC8"/>
    <w:rsid w:val="00332400"/>
    <w:rsid w:val="003327BC"/>
    <w:rsid w:val="003328D3"/>
    <w:rsid w:val="00332DB6"/>
    <w:rsid w:val="0033396D"/>
    <w:rsid w:val="00333B43"/>
    <w:rsid w:val="00333C65"/>
    <w:rsid w:val="00333CEE"/>
    <w:rsid w:val="00333D5E"/>
    <w:rsid w:val="00333E1B"/>
    <w:rsid w:val="00334762"/>
    <w:rsid w:val="00334B9B"/>
    <w:rsid w:val="00334BDF"/>
    <w:rsid w:val="00334DC1"/>
    <w:rsid w:val="00334DF5"/>
    <w:rsid w:val="003357D5"/>
    <w:rsid w:val="00335B3A"/>
    <w:rsid w:val="003361FD"/>
    <w:rsid w:val="003374AA"/>
    <w:rsid w:val="00337CD4"/>
    <w:rsid w:val="00340063"/>
    <w:rsid w:val="0034067B"/>
    <w:rsid w:val="00340B90"/>
    <w:rsid w:val="00340E61"/>
    <w:rsid w:val="003410E5"/>
    <w:rsid w:val="00341335"/>
    <w:rsid w:val="003416F8"/>
    <w:rsid w:val="003418D8"/>
    <w:rsid w:val="00341967"/>
    <w:rsid w:val="00341CA5"/>
    <w:rsid w:val="00341CD5"/>
    <w:rsid w:val="00342F5C"/>
    <w:rsid w:val="00344210"/>
    <w:rsid w:val="0034458C"/>
    <w:rsid w:val="00344920"/>
    <w:rsid w:val="00344B66"/>
    <w:rsid w:val="00344D95"/>
    <w:rsid w:val="00344E58"/>
    <w:rsid w:val="00345774"/>
    <w:rsid w:val="00345FF1"/>
    <w:rsid w:val="00346854"/>
    <w:rsid w:val="00346D35"/>
    <w:rsid w:val="00347D97"/>
    <w:rsid w:val="00350052"/>
    <w:rsid w:val="00350C86"/>
    <w:rsid w:val="00351068"/>
    <w:rsid w:val="00351083"/>
    <w:rsid w:val="0035123F"/>
    <w:rsid w:val="00351473"/>
    <w:rsid w:val="00351626"/>
    <w:rsid w:val="00351D46"/>
    <w:rsid w:val="003521B1"/>
    <w:rsid w:val="003533BD"/>
    <w:rsid w:val="00353B2E"/>
    <w:rsid w:val="00353B43"/>
    <w:rsid w:val="00353EF4"/>
    <w:rsid w:val="00354091"/>
    <w:rsid w:val="0035523D"/>
    <w:rsid w:val="00355961"/>
    <w:rsid w:val="00355C38"/>
    <w:rsid w:val="0035621E"/>
    <w:rsid w:val="0035662B"/>
    <w:rsid w:val="0035676B"/>
    <w:rsid w:val="003567EE"/>
    <w:rsid w:val="003568BD"/>
    <w:rsid w:val="003579E8"/>
    <w:rsid w:val="00357AD9"/>
    <w:rsid w:val="00357E7C"/>
    <w:rsid w:val="003600B4"/>
    <w:rsid w:val="00360619"/>
    <w:rsid w:val="003607C5"/>
    <w:rsid w:val="00360AC1"/>
    <w:rsid w:val="00360B20"/>
    <w:rsid w:val="00360E8F"/>
    <w:rsid w:val="003613F7"/>
    <w:rsid w:val="00361426"/>
    <w:rsid w:val="0036185F"/>
    <w:rsid w:val="00361874"/>
    <w:rsid w:val="00362366"/>
    <w:rsid w:val="00362AD8"/>
    <w:rsid w:val="00362AEC"/>
    <w:rsid w:val="003633B8"/>
    <w:rsid w:val="00363BF4"/>
    <w:rsid w:val="00363DAB"/>
    <w:rsid w:val="003641D1"/>
    <w:rsid w:val="0036507F"/>
    <w:rsid w:val="0036531F"/>
    <w:rsid w:val="00365F80"/>
    <w:rsid w:val="00366360"/>
    <w:rsid w:val="0036656B"/>
    <w:rsid w:val="0036696C"/>
    <w:rsid w:val="00366AEA"/>
    <w:rsid w:val="003673D7"/>
    <w:rsid w:val="00367684"/>
    <w:rsid w:val="0037005C"/>
    <w:rsid w:val="003705C3"/>
    <w:rsid w:val="00370F68"/>
    <w:rsid w:val="0037112D"/>
    <w:rsid w:val="0037154C"/>
    <w:rsid w:val="0037187B"/>
    <w:rsid w:val="003719D1"/>
    <w:rsid w:val="00371A8D"/>
    <w:rsid w:val="00371AA5"/>
    <w:rsid w:val="00371FF0"/>
    <w:rsid w:val="0037239A"/>
    <w:rsid w:val="003724CD"/>
    <w:rsid w:val="003729BA"/>
    <w:rsid w:val="003729D9"/>
    <w:rsid w:val="00372C6D"/>
    <w:rsid w:val="00372FEB"/>
    <w:rsid w:val="0037325D"/>
    <w:rsid w:val="00373F65"/>
    <w:rsid w:val="00374ACC"/>
    <w:rsid w:val="00374C08"/>
    <w:rsid w:val="00375428"/>
    <w:rsid w:val="003756FB"/>
    <w:rsid w:val="003757C5"/>
    <w:rsid w:val="00375BC0"/>
    <w:rsid w:val="00376576"/>
    <w:rsid w:val="0037674D"/>
    <w:rsid w:val="00376A62"/>
    <w:rsid w:val="00377341"/>
    <w:rsid w:val="0037772E"/>
    <w:rsid w:val="003800B4"/>
    <w:rsid w:val="003801A0"/>
    <w:rsid w:val="003802F5"/>
    <w:rsid w:val="00380483"/>
    <w:rsid w:val="003804D9"/>
    <w:rsid w:val="0038089B"/>
    <w:rsid w:val="00381A60"/>
    <w:rsid w:val="00381B56"/>
    <w:rsid w:val="00381B92"/>
    <w:rsid w:val="00381CDB"/>
    <w:rsid w:val="00382697"/>
    <w:rsid w:val="003829BE"/>
    <w:rsid w:val="00383403"/>
    <w:rsid w:val="003837BE"/>
    <w:rsid w:val="00383D4F"/>
    <w:rsid w:val="00383FF2"/>
    <w:rsid w:val="003841E1"/>
    <w:rsid w:val="00384243"/>
    <w:rsid w:val="003842BF"/>
    <w:rsid w:val="00384CBB"/>
    <w:rsid w:val="003851A6"/>
    <w:rsid w:val="00385395"/>
    <w:rsid w:val="003853B2"/>
    <w:rsid w:val="003855C8"/>
    <w:rsid w:val="00385846"/>
    <w:rsid w:val="00385F2F"/>
    <w:rsid w:val="00386052"/>
    <w:rsid w:val="00386732"/>
    <w:rsid w:val="00386E1C"/>
    <w:rsid w:val="0038758A"/>
    <w:rsid w:val="00387FDF"/>
    <w:rsid w:val="00390516"/>
    <w:rsid w:val="0039136C"/>
    <w:rsid w:val="003914B0"/>
    <w:rsid w:val="003921E1"/>
    <w:rsid w:val="00392769"/>
    <w:rsid w:val="0039285C"/>
    <w:rsid w:val="00392B54"/>
    <w:rsid w:val="00392D58"/>
    <w:rsid w:val="00392F09"/>
    <w:rsid w:val="00393665"/>
    <w:rsid w:val="003950E9"/>
    <w:rsid w:val="00395204"/>
    <w:rsid w:val="003953D6"/>
    <w:rsid w:val="00395BA3"/>
    <w:rsid w:val="00395C8D"/>
    <w:rsid w:val="00395DDE"/>
    <w:rsid w:val="00395EBA"/>
    <w:rsid w:val="0039606E"/>
    <w:rsid w:val="00396151"/>
    <w:rsid w:val="003969F7"/>
    <w:rsid w:val="00396B61"/>
    <w:rsid w:val="00396C05"/>
    <w:rsid w:val="00397351"/>
    <w:rsid w:val="003979FE"/>
    <w:rsid w:val="003A011B"/>
    <w:rsid w:val="003A02A0"/>
    <w:rsid w:val="003A0E58"/>
    <w:rsid w:val="003A172F"/>
    <w:rsid w:val="003A19D8"/>
    <w:rsid w:val="003A1CD4"/>
    <w:rsid w:val="003A26BE"/>
    <w:rsid w:val="003A2EA7"/>
    <w:rsid w:val="003A2FFB"/>
    <w:rsid w:val="003A31B2"/>
    <w:rsid w:val="003A3300"/>
    <w:rsid w:val="003A3385"/>
    <w:rsid w:val="003A39C4"/>
    <w:rsid w:val="003A3AF5"/>
    <w:rsid w:val="003A4081"/>
    <w:rsid w:val="003A412D"/>
    <w:rsid w:val="003A4147"/>
    <w:rsid w:val="003A496A"/>
    <w:rsid w:val="003A4A3C"/>
    <w:rsid w:val="003A4A84"/>
    <w:rsid w:val="003A4BAE"/>
    <w:rsid w:val="003A4D1B"/>
    <w:rsid w:val="003A5051"/>
    <w:rsid w:val="003A57DB"/>
    <w:rsid w:val="003A5BEE"/>
    <w:rsid w:val="003A5D83"/>
    <w:rsid w:val="003A6041"/>
    <w:rsid w:val="003A654C"/>
    <w:rsid w:val="003A68CD"/>
    <w:rsid w:val="003A71AC"/>
    <w:rsid w:val="003A769B"/>
    <w:rsid w:val="003B031F"/>
    <w:rsid w:val="003B08F5"/>
    <w:rsid w:val="003B0C09"/>
    <w:rsid w:val="003B0FF3"/>
    <w:rsid w:val="003B1155"/>
    <w:rsid w:val="003B123E"/>
    <w:rsid w:val="003B15B7"/>
    <w:rsid w:val="003B20F3"/>
    <w:rsid w:val="003B2430"/>
    <w:rsid w:val="003B25E6"/>
    <w:rsid w:val="003B2EB1"/>
    <w:rsid w:val="003B30EB"/>
    <w:rsid w:val="003B3105"/>
    <w:rsid w:val="003B35EA"/>
    <w:rsid w:val="003B4C33"/>
    <w:rsid w:val="003B4FC3"/>
    <w:rsid w:val="003B5247"/>
    <w:rsid w:val="003B5251"/>
    <w:rsid w:val="003B560F"/>
    <w:rsid w:val="003B56EA"/>
    <w:rsid w:val="003B5758"/>
    <w:rsid w:val="003B58C1"/>
    <w:rsid w:val="003B5A1A"/>
    <w:rsid w:val="003B5B26"/>
    <w:rsid w:val="003B5B88"/>
    <w:rsid w:val="003B650E"/>
    <w:rsid w:val="003B66F9"/>
    <w:rsid w:val="003B6CE6"/>
    <w:rsid w:val="003B6DCD"/>
    <w:rsid w:val="003B6F41"/>
    <w:rsid w:val="003B749F"/>
    <w:rsid w:val="003B74D0"/>
    <w:rsid w:val="003B7597"/>
    <w:rsid w:val="003B76CA"/>
    <w:rsid w:val="003C035E"/>
    <w:rsid w:val="003C04E5"/>
    <w:rsid w:val="003C0605"/>
    <w:rsid w:val="003C0CA1"/>
    <w:rsid w:val="003C0CB1"/>
    <w:rsid w:val="003C0E86"/>
    <w:rsid w:val="003C116D"/>
    <w:rsid w:val="003C1A96"/>
    <w:rsid w:val="003C2111"/>
    <w:rsid w:val="003C228D"/>
    <w:rsid w:val="003C230B"/>
    <w:rsid w:val="003C2735"/>
    <w:rsid w:val="003C2A92"/>
    <w:rsid w:val="003C2E35"/>
    <w:rsid w:val="003C2F27"/>
    <w:rsid w:val="003C3658"/>
    <w:rsid w:val="003C366C"/>
    <w:rsid w:val="003C37B7"/>
    <w:rsid w:val="003C38A4"/>
    <w:rsid w:val="003C414F"/>
    <w:rsid w:val="003C42E4"/>
    <w:rsid w:val="003C4701"/>
    <w:rsid w:val="003C4999"/>
    <w:rsid w:val="003C4E26"/>
    <w:rsid w:val="003C524C"/>
    <w:rsid w:val="003C5C4E"/>
    <w:rsid w:val="003C5CEE"/>
    <w:rsid w:val="003C5D23"/>
    <w:rsid w:val="003C60A6"/>
    <w:rsid w:val="003C642B"/>
    <w:rsid w:val="003C6758"/>
    <w:rsid w:val="003C69BD"/>
    <w:rsid w:val="003C6A32"/>
    <w:rsid w:val="003C6F67"/>
    <w:rsid w:val="003C6FC3"/>
    <w:rsid w:val="003C70C8"/>
    <w:rsid w:val="003C7565"/>
    <w:rsid w:val="003C75AB"/>
    <w:rsid w:val="003C77C7"/>
    <w:rsid w:val="003C797F"/>
    <w:rsid w:val="003D03F8"/>
    <w:rsid w:val="003D103C"/>
    <w:rsid w:val="003D1067"/>
    <w:rsid w:val="003D109F"/>
    <w:rsid w:val="003D13FF"/>
    <w:rsid w:val="003D1482"/>
    <w:rsid w:val="003D1626"/>
    <w:rsid w:val="003D1A9D"/>
    <w:rsid w:val="003D35CE"/>
    <w:rsid w:val="003D3620"/>
    <w:rsid w:val="003D3E54"/>
    <w:rsid w:val="003D4192"/>
    <w:rsid w:val="003D43CE"/>
    <w:rsid w:val="003D4725"/>
    <w:rsid w:val="003D4EC4"/>
    <w:rsid w:val="003D5783"/>
    <w:rsid w:val="003D5C1C"/>
    <w:rsid w:val="003D6000"/>
    <w:rsid w:val="003D6827"/>
    <w:rsid w:val="003D6F93"/>
    <w:rsid w:val="003D716A"/>
    <w:rsid w:val="003E03D9"/>
    <w:rsid w:val="003E044A"/>
    <w:rsid w:val="003E1BB8"/>
    <w:rsid w:val="003E1D72"/>
    <w:rsid w:val="003E28C9"/>
    <w:rsid w:val="003E2E55"/>
    <w:rsid w:val="003E330F"/>
    <w:rsid w:val="003E3634"/>
    <w:rsid w:val="003E3B41"/>
    <w:rsid w:val="003E441B"/>
    <w:rsid w:val="003E4B26"/>
    <w:rsid w:val="003E4D62"/>
    <w:rsid w:val="003E4FB9"/>
    <w:rsid w:val="003E4FF3"/>
    <w:rsid w:val="003E53BA"/>
    <w:rsid w:val="003E5662"/>
    <w:rsid w:val="003E5BE2"/>
    <w:rsid w:val="003E5C57"/>
    <w:rsid w:val="003E6069"/>
    <w:rsid w:val="003E64CF"/>
    <w:rsid w:val="003E6680"/>
    <w:rsid w:val="003E67F3"/>
    <w:rsid w:val="003E6942"/>
    <w:rsid w:val="003E7250"/>
    <w:rsid w:val="003E7345"/>
    <w:rsid w:val="003E7578"/>
    <w:rsid w:val="003E7E20"/>
    <w:rsid w:val="003E7E84"/>
    <w:rsid w:val="003F06B5"/>
    <w:rsid w:val="003F0905"/>
    <w:rsid w:val="003F0CBC"/>
    <w:rsid w:val="003F0E05"/>
    <w:rsid w:val="003F0EA8"/>
    <w:rsid w:val="003F0FAE"/>
    <w:rsid w:val="003F153D"/>
    <w:rsid w:val="003F15E5"/>
    <w:rsid w:val="003F16F7"/>
    <w:rsid w:val="003F21B1"/>
    <w:rsid w:val="003F2293"/>
    <w:rsid w:val="003F251A"/>
    <w:rsid w:val="003F2A3D"/>
    <w:rsid w:val="003F2CCD"/>
    <w:rsid w:val="003F316D"/>
    <w:rsid w:val="003F37A0"/>
    <w:rsid w:val="003F3B60"/>
    <w:rsid w:val="003F3CD6"/>
    <w:rsid w:val="003F4BF5"/>
    <w:rsid w:val="003F6172"/>
    <w:rsid w:val="003F631C"/>
    <w:rsid w:val="003F6691"/>
    <w:rsid w:val="003F6769"/>
    <w:rsid w:val="003F6C5D"/>
    <w:rsid w:val="003F6DFD"/>
    <w:rsid w:val="003F6EF3"/>
    <w:rsid w:val="003F7355"/>
    <w:rsid w:val="003F7BCE"/>
    <w:rsid w:val="003F7EB7"/>
    <w:rsid w:val="00400301"/>
    <w:rsid w:val="004004C0"/>
    <w:rsid w:val="00400514"/>
    <w:rsid w:val="00400713"/>
    <w:rsid w:val="00400B3E"/>
    <w:rsid w:val="00400D4E"/>
    <w:rsid w:val="00400FC5"/>
    <w:rsid w:val="004011C9"/>
    <w:rsid w:val="00401703"/>
    <w:rsid w:val="004017A1"/>
    <w:rsid w:val="00401FB0"/>
    <w:rsid w:val="00402204"/>
    <w:rsid w:val="00402FC2"/>
    <w:rsid w:val="00403FA5"/>
    <w:rsid w:val="0040426D"/>
    <w:rsid w:val="00404355"/>
    <w:rsid w:val="004045B9"/>
    <w:rsid w:val="00404833"/>
    <w:rsid w:val="00404B56"/>
    <w:rsid w:val="00404BBB"/>
    <w:rsid w:val="0040574E"/>
    <w:rsid w:val="004057F2"/>
    <w:rsid w:val="0040580F"/>
    <w:rsid w:val="0040627A"/>
    <w:rsid w:val="004065F8"/>
    <w:rsid w:val="004069CF"/>
    <w:rsid w:val="00406A68"/>
    <w:rsid w:val="00406B16"/>
    <w:rsid w:val="00406CD1"/>
    <w:rsid w:val="00406E96"/>
    <w:rsid w:val="0040720A"/>
    <w:rsid w:val="00407389"/>
    <w:rsid w:val="00407481"/>
    <w:rsid w:val="00407911"/>
    <w:rsid w:val="004079BD"/>
    <w:rsid w:val="00407C53"/>
    <w:rsid w:val="00407FEF"/>
    <w:rsid w:val="004106FD"/>
    <w:rsid w:val="00410931"/>
    <w:rsid w:val="00410A2A"/>
    <w:rsid w:val="00411538"/>
    <w:rsid w:val="00411767"/>
    <w:rsid w:val="0041190E"/>
    <w:rsid w:val="0041191F"/>
    <w:rsid w:val="004119D1"/>
    <w:rsid w:val="00411C43"/>
    <w:rsid w:val="00412449"/>
    <w:rsid w:val="00412654"/>
    <w:rsid w:val="0041269D"/>
    <w:rsid w:val="004129A2"/>
    <w:rsid w:val="00413429"/>
    <w:rsid w:val="004135E5"/>
    <w:rsid w:val="00414033"/>
    <w:rsid w:val="0041411D"/>
    <w:rsid w:val="0041434F"/>
    <w:rsid w:val="004147B4"/>
    <w:rsid w:val="004147D5"/>
    <w:rsid w:val="00414ED4"/>
    <w:rsid w:val="004155D6"/>
    <w:rsid w:val="0041568A"/>
    <w:rsid w:val="004156D4"/>
    <w:rsid w:val="004157F2"/>
    <w:rsid w:val="00415BDF"/>
    <w:rsid w:val="00415DAD"/>
    <w:rsid w:val="00415FB1"/>
    <w:rsid w:val="004161F5"/>
    <w:rsid w:val="004161FF"/>
    <w:rsid w:val="004163D5"/>
    <w:rsid w:val="00416869"/>
    <w:rsid w:val="00416AB7"/>
    <w:rsid w:val="00416BEA"/>
    <w:rsid w:val="0041708D"/>
    <w:rsid w:val="00417681"/>
    <w:rsid w:val="004179D6"/>
    <w:rsid w:val="00417F87"/>
    <w:rsid w:val="00420991"/>
    <w:rsid w:val="004209A2"/>
    <w:rsid w:val="00420CE7"/>
    <w:rsid w:val="00420D2C"/>
    <w:rsid w:val="00420F42"/>
    <w:rsid w:val="0042159E"/>
    <w:rsid w:val="00421CE7"/>
    <w:rsid w:val="00422E8F"/>
    <w:rsid w:val="00423AFC"/>
    <w:rsid w:val="0042423C"/>
    <w:rsid w:val="00424530"/>
    <w:rsid w:val="00424D91"/>
    <w:rsid w:val="004250D2"/>
    <w:rsid w:val="00425598"/>
    <w:rsid w:val="00425728"/>
    <w:rsid w:val="00425A42"/>
    <w:rsid w:val="0042620F"/>
    <w:rsid w:val="0042655F"/>
    <w:rsid w:val="00426940"/>
    <w:rsid w:val="00426A4D"/>
    <w:rsid w:val="00426AC2"/>
    <w:rsid w:val="00426B02"/>
    <w:rsid w:val="00426B34"/>
    <w:rsid w:val="00426EA9"/>
    <w:rsid w:val="0042703C"/>
    <w:rsid w:val="004276BB"/>
    <w:rsid w:val="00427A60"/>
    <w:rsid w:val="00430272"/>
    <w:rsid w:val="004306AD"/>
    <w:rsid w:val="00430CAB"/>
    <w:rsid w:val="0043108B"/>
    <w:rsid w:val="00431554"/>
    <w:rsid w:val="0043190D"/>
    <w:rsid w:val="00432142"/>
    <w:rsid w:val="0043246F"/>
    <w:rsid w:val="00432BA5"/>
    <w:rsid w:val="0043330C"/>
    <w:rsid w:val="00434517"/>
    <w:rsid w:val="00434DD6"/>
    <w:rsid w:val="00435374"/>
    <w:rsid w:val="00435FCD"/>
    <w:rsid w:val="004363B9"/>
    <w:rsid w:val="004364F8"/>
    <w:rsid w:val="004365DE"/>
    <w:rsid w:val="0043692E"/>
    <w:rsid w:val="00436FBF"/>
    <w:rsid w:val="00437035"/>
    <w:rsid w:val="004374E6"/>
    <w:rsid w:val="00437A57"/>
    <w:rsid w:val="00440706"/>
    <w:rsid w:val="00440C32"/>
    <w:rsid w:val="00440CD8"/>
    <w:rsid w:val="00440FFA"/>
    <w:rsid w:val="00442031"/>
    <w:rsid w:val="004421C3"/>
    <w:rsid w:val="0044240D"/>
    <w:rsid w:val="00442410"/>
    <w:rsid w:val="0044244C"/>
    <w:rsid w:val="004426C5"/>
    <w:rsid w:val="00442AC5"/>
    <w:rsid w:val="00443930"/>
    <w:rsid w:val="00443CA3"/>
    <w:rsid w:val="00443DA9"/>
    <w:rsid w:val="00443FDF"/>
    <w:rsid w:val="00444929"/>
    <w:rsid w:val="004449C1"/>
    <w:rsid w:val="00444E6B"/>
    <w:rsid w:val="00444F29"/>
    <w:rsid w:val="0044520B"/>
    <w:rsid w:val="00445D7D"/>
    <w:rsid w:val="004466B8"/>
    <w:rsid w:val="004467BD"/>
    <w:rsid w:val="00447670"/>
    <w:rsid w:val="00447AC3"/>
    <w:rsid w:val="00450560"/>
    <w:rsid w:val="004506F2"/>
    <w:rsid w:val="004507B3"/>
    <w:rsid w:val="00450F3B"/>
    <w:rsid w:val="0045131D"/>
    <w:rsid w:val="00451AA8"/>
    <w:rsid w:val="0045201C"/>
    <w:rsid w:val="00452B5E"/>
    <w:rsid w:val="00453418"/>
    <w:rsid w:val="004536C3"/>
    <w:rsid w:val="00453BB8"/>
    <w:rsid w:val="00454514"/>
    <w:rsid w:val="00454C8F"/>
    <w:rsid w:val="00455B45"/>
    <w:rsid w:val="00455C7E"/>
    <w:rsid w:val="00456153"/>
    <w:rsid w:val="00456417"/>
    <w:rsid w:val="004566ED"/>
    <w:rsid w:val="00456B4D"/>
    <w:rsid w:val="004572D3"/>
    <w:rsid w:val="00457BE4"/>
    <w:rsid w:val="00457DD0"/>
    <w:rsid w:val="00460089"/>
    <w:rsid w:val="00460215"/>
    <w:rsid w:val="004605E2"/>
    <w:rsid w:val="0046079F"/>
    <w:rsid w:val="00460861"/>
    <w:rsid w:val="0046096E"/>
    <w:rsid w:val="00460B56"/>
    <w:rsid w:val="00460D4E"/>
    <w:rsid w:val="00461D87"/>
    <w:rsid w:val="0046215F"/>
    <w:rsid w:val="00462D67"/>
    <w:rsid w:val="00462F31"/>
    <w:rsid w:val="00463C6C"/>
    <w:rsid w:val="00463E29"/>
    <w:rsid w:val="00464391"/>
    <w:rsid w:val="0046449F"/>
    <w:rsid w:val="00464701"/>
    <w:rsid w:val="004649A2"/>
    <w:rsid w:val="00464F3E"/>
    <w:rsid w:val="00465544"/>
    <w:rsid w:val="00465D2B"/>
    <w:rsid w:val="00467B01"/>
    <w:rsid w:val="00467B39"/>
    <w:rsid w:val="00470620"/>
    <w:rsid w:val="0047062B"/>
    <w:rsid w:val="00470A6D"/>
    <w:rsid w:val="00470DE6"/>
    <w:rsid w:val="004710CA"/>
    <w:rsid w:val="00471693"/>
    <w:rsid w:val="0047175B"/>
    <w:rsid w:val="00471B7B"/>
    <w:rsid w:val="00471E05"/>
    <w:rsid w:val="004724CF"/>
    <w:rsid w:val="004724E7"/>
    <w:rsid w:val="0047260A"/>
    <w:rsid w:val="00472619"/>
    <w:rsid w:val="00472726"/>
    <w:rsid w:val="004729E3"/>
    <w:rsid w:val="004729FE"/>
    <w:rsid w:val="00472ACE"/>
    <w:rsid w:val="00472DEB"/>
    <w:rsid w:val="0047316F"/>
    <w:rsid w:val="0047349D"/>
    <w:rsid w:val="00473518"/>
    <w:rsid w:val="00474642"/>
    <w:rsid w:val="00474C05"/>
    <w:rsid w:val="0047546D"/>
    <w:rsid w:val="00476D8B"/>
    <w:rsid w:val="00476EC7"/>
    <w:rsid w:val="00476F76"/>
    <w:rsid w:val="004776C0"/>
    <w:rsid w:val="00477BD4"/>
    <w:rsid w:val="004802E6"/>
    <w:rsid w:val="00480CA1"/>
    <w:rsid w:val="00480E59"/>
    <w:rsid w:val="00480EB6"/>
    <w:rsid w:val="004816C9"/>
    <w:rsid w:val="00481729"/>
    <w:rsid w:val="00482075"/>
    <w:rsid w:val="00482408"/>
    <w:rsid w:val="00482646"/>
    <w:rsid w:val="0048271A"/>
    <w:rsid w:val="00482ACD"/>
    <w:rsid w:val="0048325A"/>
    <w:rsid w:val="00483344"/>
    <w:rsid w:val="00484129"/>
    <w:rsid w:val="0048508A"/>
    <w:rsid w:val="0048537E"/>
    <w:rsid w:val="00485A08"/>
    <w:rsid w:val="004862AA"/>
    <w:rsid w:val="00486873"/>
    <w:rsid w:val="00486D38"/>
    <w:rsid w:val="00487972"/>
    <w:rsid w:val="0049132A"/>
    <w:rsid w:val="004915D9"/>
    <w:rsid w:val="00491698"/>
    <w:rsid w:val="00491C5A"/>
    <w:rsid w:val="00491CBB"/>
    <w:rsid w:val="004922F6"/>
    <w:rsid w:val="00492CCE"/>
    <w:rsid w:val="00493B15"/>
    <w:rsid w:val="004941F6"/>
    <w:rsid w:val="00494440"/>
    <w:rsid w:val="004946C5"/>
    <w:rsid w:val="004946CC"/>
    <w:rsid w:val="004946E0"/>
    <w:rsid w:val="00494940"/>
    <w:rsid w:val="0049570F"/>
    <w:rsid w:val="004959B6"/>
    <w:rsid w:val="00495C43"/>
    <w:rsid w:val="00495D35"/>
    <w:rsid w:val="00496075"/>
    <w:rsid w:val="004960DA"/>
    <w:rsid w:val="00496EBB"/>
    <w:rsid w:val="00497747"/>
    <w:rsid w:val="004979F6"/>
    <w:rsid w:val="00497C2B"/>
    <w:rsid w:val="00497EF4"/>
    <w:rsid w:val="004A0595"/>
    <w:rsid w:val="004A0CC2"/>
    <w:rsid w:val="004A101A"/>
    <w:rsid w:val="004A2117"/>
    <w:rsid w:val="004A2725"/>
    <w:rsid w:val="004A30E8"/>
    <w:rsid w:val="004A30FA"/>
    <w:rsid w:val="004A3517"/>
    <w:rsid w:val="004A3A89"/>
    <w:rsid w:val="004A42B8"/>
    <w:rsid w:val="004A49B8"/>
    <w:rsid w:val="004A4A49"/>
    <w:rsid w:val="004A55E4"/>
    <w:rsid w:val="004A5AB6"/>
    <w:rsid w:val="004A5D04"/>
    <w:rsid w:val="004A5D92"/>
    <w:rsid w:val="004A5E1D"/>
    <w:rsid w:val="004A61CB"/>
    <w:rsid w:val="004A64BC"/>
    <w:rsid w:val="004A6510"/>
    <w:rsid w:val="004A68E1"/>
    <w:rsid w:val="004A6A7F"/>
    <w:rsid w:val="004A6BAB"/>
    <w:rsid w:val="004A712B"/>
    <w:rsid w:val="004A72F9"/>
    <w:rsid w:val="004A7389"/>
    <w:rsid w:val="004A75D5"/>
    <w:rsid w:val="004B06F7"/>
    <w:rsid w:val="004B0DA8"/>
    <w:rsid w:val="004B1841"/>
    <w:rsid w:val="004B2519"/>
    <w:rsid w:val="004B266B"/>
    <w:rsid w:val="004B2980"/>
    <w:rsid w:val="004B3004"/>
    <w:rsid w:val="004B4002"/>
    <w:rsid w:val="004B4331"/>
    <w:rsid w:val="004B44A7"/>
    <w:rsid w:val="004B5ABC"/>
    <w:rsid w:val="004B6198"/>
    <w:rsid w:val="004B6A37"/>
    <w:rsid w:val="004B7131"/>
    <w:rsid w:val="004B7966"/>
    <w:rsid w:val="004B7A73"/>
    <w:rsid w:val="004C0587"/>
    <w:rsid w:val="004C096D"/>
    <w:rsid w:val="004C0D8D"/>
    <w:rsid w:val="004C13F2"/>
    <w:rsid w:val="004C198C"/>
    <w:rsid w:val="004C1B39"/>
    <w:rsid w:val="004C1EB8"/>
    <w:rsid w:val="004C228D"/>
    <w:rsid w:val="004C2820"/>
    <w:rsid w:val="004C2B50"/>
    <w:rsid w:val="004C2E88"/>
    <w:rsid w:val="004C2F3A"/>
    <w:rsid w:val="004C3053"/>
    <w:rsid w:val="004C3659"/>
    <w:rsid w:val="004C369C"/>
    <w:rsid w:val="004C3711"/>
    <w:rsid w:val="004C3EB5"/>
    <w:rsid w:val="004C41D8"/>
    <w:rsid w:val="004C44CA"/>
    <w:rsid w:val="004C490E"/>
    <w:rsid w:val="004C5022"/>
    <w:rsid w:val="004C55F8"/>
    <w:rsid w:val="004C5762"/>
    <w:rsid w:val="004C5FFC"/>
    <w:rsid w:val="004C6462"/>
    <w:rsid w:val="004C67AE"/>
    <w:rsid w:val="004C6864"/>
    <w:rsid w:val="004C6934"/>
    <w:rsid w:val="004C6D05"/>
    <w:rsid w:val="004C76E9"/>
    <w:rsid w:val="004C7D34"/>
    <w:rsid w:val="004D004C"/>
    <w:rsid w:val="004D00F7"/>
    <w:rsid w:val="004D035B"/>
    <w:rsid w:val="004D07E7"/>
    <w:rsid w:val="004D1792"/>
    <w:rsid w:val="004D18E6"/>
    <w:rsid w:val="004D1951"/>
    <w:rsid w:val="004D1A9B"/>
    <w:rsid w:val="004D1AEA"/>
    <w:rsid w:val="004D229D"/>
    <w:rsid w:val="004D2D86"/>
    <w:rsid w:val="004D308F"/>
    <w:rsid w:val="004D316B"/>
    <w:rsid w:val="004D3816"/>
    <w:rsid w:val="004D3AF8"/>
    <w:rsid w:val="004D3B11"/>
    <w:rsid w:val="004D3D77"/>
    <w:rsid w:val="004D40F7"/>
    <w:rsid w:val="004D42D0"/>
    <w:rsid w:val="004D46F1"/>
    <w:rsid w:val="004D476D"/>
    <w:rsid w:val="004D4937"/>
    <w:rsid w:val="004D4AEB"/>
    <w:rsid w:val="004D4FF5"/>
    <w:rsid w:val="004D4FFA"/>
    <w:rsid w:val="004D501D"/>
    <w:rsid w:val="004D5277"/>
    <w:rsid w:val="004D59A0"/>
    <w:rsid w:val="004D5B55"/>
    <w:rsid w:val="004D6162"/>
    <w:rsid w:val="004D63E2"/>
    <w:rsid w:val="004D6FBA"/>
    <w:rsid w:val="004D6FD8"/>
    <w:rsid w:val="004D74B7"/>
    <w:rsid w:val="004D77E6"/>
    <w:rsid w:val="004D7853"/>
    <w:rsid w:val="004E00EC"/>
    <w:rsid w:val="004E0A37"/>
    <w:rsid w:val="004E0ADA"/>
    <w:rsid w:val="004E0F12"/>
    <w:rsid w:val="004E119B"/>
    <w:rsid w:val="004E12F7"/>
    <w:rsid w:val="004E134F"/>
    <w:rsid w:val="004E1B84"/>
    <w:rsid w:val="004E1CC4"/>
    <w:rsid w:val="004E1D63"/>
    <w:rsid w:val="004E1D8C"/>
    <w:rsid w:val="004E1FC2"/>
    <w:rsid w:val="004E221F"/>
    <w:rsid w:val="004E2231"/>
    <w:rsid w:val="004E2CB3"/>
    <w:rsid w:val="004E2F63"/>
    <w:rsid w:val="004E358B"/>
    <w:rsid w:val="004E38C5"/>
    <w:rsid w:val="004E4451"/>
    <w:rsid w:val="004E4551"/>
    <w:rsid w:val="004E4635"/>
    <w:rsid w:val="004E4BA5"/>
    <w:rsid w:val="004E561D"/>
    <w:rsid w:val="004E604B"/>
    <w:rsid w:val="004E6B57"/>
    <w:rsid w:val="004E7021"/>
    <w:rsid w:val="004E70A4"/>
    <w:rsid w:val="004E723A"/>
    <w:rsid w:val="004E7C63"/>
    <w:rsid w:val="004F073E"/>
    <w:rsid w:val="004F1318"/>
    <w:rsid w:val="004F16D2"/>
    <w:rsid w:val="004F19E0"/>
    <w:rsid w:val="004F1E28"/>
    <w:rsid w:val="004F2F06"/>
    <w:rsid w:val="004F3000"/>
    <w:rsid w:val="004F3134"/>
    <w:rsid w:val="004F4002"/>
    <w:rsid w:val="004F4032"/>
    <w:rsid w:val="004F438E"/>
    <w:rsid w:val="004F4611"/>
    <w:rsid w:val="004F46CB"/>
    <w:rsid w:val="004F4CDD"/>
    <w:rsid w:val="004F4E0B"/>
    <w:rsid w:val="004F50FC"/>
    <w:rsid w:val="004F5AD0"/>
    <w:rsid w:val="004F5C7E"/>
    <w:rsid w:val="004F5FA7"/>
    <w:rsid w:val="004F6469"/>
    <w:rsid w:val="004F6559"/>
    <w:rsid w:val="004F664F"/>
    <w:rsid w:val="004F68D4"/>
    <w:rsid w:val="005002AB"/>
    <w:rsid w:val="00500D58"/>
    <w:rsid w:val="00500FCD"/>
    <w:rsid w:val="00501174"/>
    <w:rsid w:val="005017FA"/>
    <w:rsid w:val="00502121"/>
    <w:rsid w:val="00502B41"/>
    <w:rsid w:val="00502C91"/>
    <w:rsid w:val="00502EC4"/>
    <w:rsid w:val="00503388"/>
    <w:rsid w:val="005034F3"/>
    <w:rsid w:val="005044ED"/>
    <w:rsid w:val="005044EE"/>
    <w:rsid w:val="00504AA0"/>
    <w:rsid w:val="00504C0C"/>
    <w:rsid w:val="00505135"/>
    <w:rsid w:val="00505224"/>
    <w:rsid w:val="005052BB"/>
    <w:rsid w:val="0050573C"/>
    <w:rsid w:val="00505779"/>
    <w:rsid w:val="0050608B"/>
    <w:rsid w:val="005060D9"/>
    <w:rsid w:val="00506253"/>
    <w:rsid w:val="00506BD9"/>
    <w:rsid w:val="00506F15"/>
    <w:rsid w:val="00507684"/>
    <w:rsid w:val="00507B44"/>
    <w:rsid w:val="00507DBC"/>
    <w:rsid w:val="0051024D"/>
    <w:rsid w:val="00511135"/>
    <w:rsid w:val="00511284"/>
    <w:rsid w:val="00511510"/>
    <w:rsid w:val="00511636"/>
    <w:rsid w:val="0051171A"/>
    <w:rsid w:val="005117FE"/>
    <w:rsid w:val="00511F28"/>
    <w:rsid w:val="00512158"/>
    <w:rsid w:val="005127B5"/>
    <w:rsid w:val="00513226"/>
    <w:rsid w:val="0051327C"/>
    <w:rsid w:val="005132B7"/>
    <w:rsid w:val="0051347B"/>
    <w:rsid w:val="005134F5"/>
    <w:rsid w:val="00513FA7"/>
    <w:rsid w:val="005143E7"/>
    <w:rsid w:val="005148EC"/>
    <w:rsid w:val="00514BF9"/>
    <w:rsid w:val="00514C5F"/>
    <w:rsid w:val="00515294"/>
    <w:rsid w:val="00515E51"/>
    <w:rsid w:val="00515EF9"/>
    <w:rsid w:val="0051601D"/>
    <w:rsid w:val="005166C4"/>
    <w:rsid w:val="005167BC"/>
    <w:rsid w:val="00516B5B"/>
    <w:rsid w:val="00516BAC"/>
    <w:rsid w:val="005175CB"/>
    <w:rsid w:val="00517DEE"/>
    <w:rsid w:val="00520707"/>
    <w:rsid w:val="00521AC2"/>
    <w:rsid w:val="005223E4"/>
    <w:rsid w:val="005225A7"/>
    <w:rsid w:val="005226D6"/>
    <w:rsid w:val="0052279A"/>
    <w:rsid w:val="005233DB"/>
    <w:rsid w:val="005233EE"/>
    <w:rsid w:val="00523ECA"/>
    <w:rsid w:val="005256A2"/>
    <w:rsid w:val="00525B12"/>
    <w:rsid w:val="0052601C"/>
    <w:rsid w:val="005263C3"/>
    <w:rsid w:val="00526AC2"/>
    <w:rsid w:val="00527186"/>
    <w:rsid w:val="0052718D"/>
    <w:rsid w:val="005275FE"/>
    <w:rsid w:val="005278E1"/>
    <w:rsid w:val="00527A4A"/>
    <w:rsid w:val="00527B0D"/>
    <w:rsid w:val="00527B48"/>
    <w:rsid w:val="00530BD6"/>
    <w:rsid w:val="005313F6"/>
    <w:rsid w:val="00531670"/>
    <w:rsid w:val="00531AF6"/>
    <w:rsid w:val="00531B09"/>
    <w:rsid w:val="00531EFB"/>
    <w:rsid w:val="00532806"/>
    <w:rsid w:val="00532EFA"/>
    <w:rsid w:val="00533012"/>
    <w:rsid w:val="005336F5"/>
    <w:rsid w:val="00533771"/>
    <w:rsid w:val="00533E13"/>
    <w:rsid w:val="00533F0D"/>
    <w:rsid w:val="00533F2E"/>
    <w:rsid w:val="005343FB"/>
    <w:rsid w:val="005344C1"/>
    <w:rsid w:val="005348D8"/>
    <w:rsid w:val="005348F4"/>
    <w:rsid w:val="005349E1"/>
    <w:rsid w:val="00534C32"/>
    <w:rsid w:val="0053536A"/>
    <w:rsid w:val="0053586B"/>
    <w:rsid w:val="00535C60"/>
    <w:rsid w:val="00536039"/>
    <w:rsid w:val="00536288"/>
    <w:rsid w:val="00536857"/>
    <w:rsid w:val="00536A5A"/>
    <w:rsid w:val="00536C68"/>
    <w:rsid w:val="00536C6D"/>
    <w:rsid w:val="00537759"/>
    <w:rsid w:val="005378ED"/>
    <w:rsid w:val="00537BAC"/>
    <w:rsid w:val="00537C87"/>
    <w:rsid w:val="00537F0C"/>
    <w:rsid w:val="005402AD"/>
    <w:rsid w:val="0054044C"/>
    <w:rsid w:val="005407D7"/>
    <w:rsid w:val="005408D5"/>
    <w:rsid w:val="005413CA"/>
    <w:rsid w:val="0054188E"/>
    <w:rsid w:val="00541DB2"/>
    <w:rsid w:val="0054243F"/>
    <w:rsid w:val="00542E55"/>
    <w:rsid w:val="00542EF9"/>
    <w:rsid w:val="00542F06"/>
    <w:rsid w:val="00543819"/>
    <w:rsid w:val="00543BFD"/>
    <w:rsid w:val="0054403E"/>
    <w:rsid w:val="00544092"/>
    <w:rsid w:val="00544363"/>
    <w:rsid w:val="0054460A"/>
    <w:rsid w:val="0054491E"/>
    <w:rsid w:val="00544B6B"/>
    <w:rsid w:val="00545198"/>
    <w:rsid w:val="00546DAE"/>
    <w:rsid w:val="00547F90"/>
    <w:rsid w:val="00551127"/>
    <w:rsid w:val="00551337"/>
    <w:rsid w:val="005514EF"/>
    <w:rsid w:val="005523A4"/>
    <w:rsid w:val="0055280A"/>
    <w:rsid w:val="00552C08"/>
    <w:rsid w:val="005531D3"/>
    <w:rsid w:val="00553AFB"/>
    <w:rsid w:val="00553C0D"/>
    <w:rsid w:val="00553D13"/>
    <w:rsid w:val="00553D64"/>
    <w:rsid w:val="00555807"/>
    <w:rsid w:val="00555B57"/>
    <w:rsid w:val="00556706"/>
    <w:rsid w:val="00556D45"/>
    <w:rsid w:val="00557504"/>
    <w:rsid w:val="00557E6A"/>
    <w:rsid w:val="00557F46"/>
    <w:rsid w:val="005605F8"/>
    <w:rsid w:val="00560863"/>
    <w:rsid w:val="005612CC"/>
    <w:rsid w:val="005619F6"/>
    <w:rsid w:val="005621E1"/>
    <w:rsid w:val="00562F12"/>
    <w:rsid w:val="005632A6"/>
    <w:rsid w:val="00563C8A"/>
    <w:rsid w:val="00564269"/>
    <w:rsid w:val="00564349"/>
    <w:rsid w:val="005646FF"/>
    <w:rsid w:val="00564AA7"/>
    <w:rsid w:val="005650CB"/>
    <w:rsid w:val="005651C3"/>
    <w:rsid w:val="0056538B"/>
    <w:rsid w:val="00565D0F"/>
    <w:rsid w:val="005669F1"/>
    <w:rsid w:val="00566AE9"/>
    <w:rsid w:val="00566C14"/>
    <w:rsid w:val="00567A27"/>
    <w:rsid w:val="0057078F"/>
    <w:rsid w:val="00570939"/>
    <w:rsid w:val="0057190B"/>
    <w:rsid w:val="00572113"/>
    <w:rsid w:val="005721B5"/>
    <w:rsid w:val="00572312"/>
    <w:rsid w:val="00572471"/>
    <w:rsid w:val="0057259A"/>
    <w:rsid w:val="00572627"/>
    <w:rsid w:val="005726B4"/>
    <w:rsid w:val="005739E3"/>
    <w:rsid w:val="00573D5E"/>
    <w:rsid w:val="005743C5"/>
    <w:rsid w:val="005743E2"/>
    <w:rsid w:val="0057454D"/>
    <w:rsid w:val="00574CB3"/>
    <w:rsid w:val="00574EEF"/>
    <w:rsid w:val="005750B1"/>
    <w:rsid w:val="00575331"/>
    <w:rsid w:val="0057561E"/>
    <w:rsid w:val="00575C2D"/>
    <w:rsid w:val="00575F4C"/>
    <w:rsid w:val="005767C3"/>
    <w:rsid w:val="0057681B"/>
    <w:rsid w:val="00576CD7"/>
    <w:rsid w:val="00577324"/>
    <w:rsid w:val="00577B9D"/>
    <w:rsid w:val="00577E18"/>
    <w:rsid w:val="0058013B"/>
    <w:rsid w:val="00580656"/>
    <w:rsid w:val="005806B7"/>
    <w:rsid w:val="00580769"/>
    <w:rsid w:val="00580D5D"/>
    <w:rsid w:val="00580F1F"/>
    <w:rsid w:val="005811E5"/>
    <w:rsid w:val="005812F9"/>
    <w:rsid w:val="0058187C"/>
    <w:rsid w:val="00581BBB"/>
    <w:rsid w:val="00581F06"/>
    <w:rsid w:val="0058224C"/>
    <w:rsid w:val="00582821"/>
    <w:rsid w:val="00582C2B"/>
    <w:rsid w:val="00582E99"/>
    <w:rsid w:val="005835F5"/>
    <w:rsid w:val="00583C8E"/>
    <w:rsid w:val="005845EC"/>
    <w:rsid w:val="00585273"/>
    <w:rsid w:val="00585819"/>
    <w:rsid w:val="00585B24"/>
    <w:rsid w:val="005867CA"/>
    <w:rsid w:val="005869FD"/>
    <w:rsid w:val="00586E02"/>
    <w:rsid w:val="005872D7"/>
    <w:rsid w:val="005873AC"/>
    <w:rsid w:val="005875E1"/>
    <w:rsid w:val="00587AE3"/>
    <w:rsid w:val="00587B16"/>
    <w:rsid w:val="005900BA"/>
    <w:rsid w:val="0059064D"/>
    <w:rsid w:val="00590821"/>
    <w:rsid w:val="0059097B"/>
    <w:rsid w:val="005914FA"/>
    <w:rsid w:val="00591EAE"/>
    <w:rsid w:val="005921EC"/>
    <w:rsid w:val="00592318"/>
    <w:rsid w:val="005939D7"/>
    <w:rsid w:val="00593A1D"/>
    <w:rsid w:val="005942E2"/>
    <w:rsid w:val="00594431"/>
    <w:rsid w:val="0059495A"/>
    <w:rsid w:val="00594C6E"/>
    <w:rsid w:val="00594DC9"/>
    <w:rsid w:val="00594FAC"/>
    <w:rsid w:val="005952F2"/>
    <w:rsid w:val="005959C8"/>
    <w:rsid w:val="00596608"/>
    <w:rsid w:val="00596850"/>
    <w:rsid w:val="00596A19"/>
    <w:rsid w:val="00596B5D"/>
    <w:rsid w:val="00596D7A"/>
    <w:rsid w:val="00597CA1"/>
    <w:rsid w:val="005A0B4D"/>
    <w:rsid w:val="005A0B70"/>
    <w:rsid w:val="005A1564"/>
    <w:rsid w:val="005A1D7F"/>
    <w:rsid w:val="005A21DE"/>
    <w:rsid w:val="005A24E7"/>
    <w:rsid w:val="005A2697"/>
    <w:rsid w:val="005A29F3"/>
    <w:rsid w:val="005A2A09"/>
    <w:rsid w:val="005A3508"/>
    <w:rsid w:val="005A3C60"/>
    <w:rsid w:val="005A3DBE"/>
    <w:rsid w:val="005A442B"/>
    <w:rsid w:val="005A45FB"/>
    <w:rsid w:val="005A554A"/>
    <w:rsid w:val="005A581B"/>
    <w:rsid w:val="005A5B13"/>
    <w:rsid w:val="005A5FB3"/>
    <w:rsid w:val="005A653E"/>
    <w:rsid w:val="005A6561"/>
    <w:rsid w:val="005A6699"/>
    <w:rsid w:val="005A67F6"/>
    <w:rsid w:val="005A6979"/>
    <w:rsid w:val="005A6D0E"/>
    <w:rsid w:val="005A7515"/>
    <w:rsid w:val="005B050D"/>
    <w:rsid w:val="005B060B"/>
    <w:rsid w:val="005B0710"/>
    <w:rsid w:val="005B0FB1"/>
    <w:rsid w:val="005B1838"/>
    <w:rsid w:val="005B2019"/>
    <w:rsid w:val="005B2AB1"/>
    <w:rsid w:val="005B2F96"/>
    <w:rsid w:val="005B303B"/>
    <w:rsid w:val="005B304C"/>
    <w:rsid w:val="005B33FE"/>
    <w:rsid w:val="005B3B57"/>
    <w:rsid w:val="005B4198"/>
    <w:rsid w:val="005B43F9"/>
    <w:rsid w:val="005B4D68"/>
    <w:rsid w:val="005B50BC"/>
    <w:rsid w:val="005B55B2"/>
    <w:rsid w:val="005B575C"/>
    <w:rsid w:val="005B584A"/>
    <w:rsid w:val="005B6688"/>
    <w:rsid w:val="005B684B"/>
    <w:rsid w:val="005B70A3"/>
    <w:rsid w:val="005B7D88"/>
    <w:rsid w:val="005C02A0"/>
    <w:rsid w:val="005C094E"/>
    <w:rsid w:val="005C0951"/>
    <w:rsid w:val="005C09CB"/>
    <w:rsid w:val="005C0BFD"/>
    <w:rsid w:val="005C1346"/>
    <w:rsid w:val="005C28F4"/>
    <w:rsid w:val="005C2EDC"/>
    <w:rsid w:val="005C3098"/>
    <w:rsid w:val="005C4AB1"/>
    <w:rsid w:val="005C4E66"/>
    <w:rsid w:val="005C50D0"/>
    <w:rsid w:val="005C5312"/>
    <w:rsid w:val="005C5923"/>
    <w:rsid w:val="005C596E"/>
    <w:rsid w:val="005C5DDC"/>
    <w:rsid w:val="005C6115"/>
    <w:rsid w:val="005C6354"/>
    <w:rsid w:val="005C639A"/>
    <w:rsid w:val="005C6A42"/>
    <w:rsid w:val="005C6F2D"/>
    <w:rsid w:val="005C733E"/>
    <w:rsid w:val="005C778D"/>
    <w:rsid w:val="005C7CA3"/>
    <w:rsid w:val="005C7CF8"/>
    <w:rsid w:val="005C7D4D"/>
    <w:rsid w:val="005C7E2E"/>
    <w:rsid w:val="005C7EC1"/>
    <w:rsid w:val="005D00BC"/>
    <w:rsid w:val="005D04FB"/>
    <w:rsid w:val="005D0605"/>
    <w:rsid w:val="005D0F74"/>
    <w:rsid w:val="005D1291"/>
    <w:rsid w:val="005D1F59"/>
    <w:rsid w:val="005D2A83"/>
    <w:rsid w:val="005D2B8A"/>
    <w:rsid w:val="005D2D78"/>
    <w:rsid w:val="005D2E12"/>
    <w:rsid w:val="005D2F49"/>
    <w:rsid w:val="005D3EAA"/>
    <w:rsid w:val="005D40B5"/>
    <w:rsid w:val="005D4197"/>
    <w:rsid w:val="005D5463"/>
    <w:rsid w:val="005D5495"/>
    <w:rsid w:val="005D55BE"/>
    <w:rsid w:val="005D6B22"/>
    <w:rsid w:val="005D6BDE"/>
    <w:rsid w:val="005D6D58"/>
    <w:rsid w:val="005D6D95"/>
    <w:rsid w:val="005D7106"/>
    <w:rsid w:val="005D722D"/>
    <w:rsid w:val="005D74B5"/>
    <w:rsid w:val="005D753B"/>
    <w:rsid w:val="005D7739"/>
    <w:rsid w:val="005D773D"/>
    <w:rsid w:val="005D7869"/>
    <w:rsid w:val="005E0952"/>
    <w:rsid w:val="005E1D0F"/>
    <w:rsid w:val="005E1E0E"/>
    <w:rsid w:val="005E2398"/>
    <w:rsid w:val="005E24D5"/>
    <w:rsid w:val="005E24FA"/>
    <w:rsid w:val="005E2674"/>
    <w:rsid w:val="005E27EC"/>
    <w:rsid w:val="005E2890"/>
    <w:rsid w:val="005E2935"/>
    <w:rsid w:val="005E39BC"/>
    <w:rsid w:val="005E3BFA"/>
    <w:rsid w:val="005E49BC"/>
    <w:rsid w:val="005E514E"/>
    <w:rsid w:val="005E5F3A"/>
    <w:rsid w:val="005E5F5D"/>
    <w:rsid w:val="005E618C"/>
    <w:rsid w:val="005E62B7"/>
    <w:rsid w:val="005E6C62"/>
    <w:rsid w:val="005E70AF"/>
    <w:rsid w:val="005E73E6"/>
    <w:rsid w:val="005E75B1"/>
    <w:rsid w:val="005E7A64"/>
    <w:rsid w:val="005E7D8D"/>
    <w:rsid w:val="005F00E1"/>
    <w:rsid w:val="005F02ED"/>
    <w:rsid w:val="005F038B"/>
    <w:rsid w:val="005F0429"/>
    <w:rsid w:val="005F1287"/>
    <w:rsid w:val="005F1401"/>
    <w:rsid w:val="005F168A"/>
    <w:rsid w:val="005F1889"/>
    <w:rsid w:val="005F1B4A"/>
    <w:rsid w:val="005F258C"/>
    <w:rsid w:val="005F2632"/>
    <w:rsid w:val="005F2717"/>
    <w:rsid w:val="005F2E5B"/>
    <w:rsid w:val="005F3877"/>
    <w:rsid w:val="005F38D6"/>
    <w:rsid w:val="005F3A9C"/>
    <w:rsid w:val="005F41B2"/>
    <w:rsid w:val="005F444D"/>
    <w:rsid w:val="005F46BF"/>
    <w:rsid w:val="005F4886"/>
    <w:rsid w:val="005F4992"/>
    <w:rsid w:val="005F4D19"/>
    <w:rsid w:val="005F4D67"/>
    <w:rsid w:val="005F4D8E"/>
    <w:rsid w:val="005F4DF5"/>
    <w:rsid w:val="005F4EDB"/>
    <w:rsid w:val="005F51D3"/>
    <w:rsid w:val="005F5DDE"/>
    <w:rsid w:val="005F61B5"/>
    <w:rsid w:val="005F665F"/>
    <w:rsid w:val="005F6C70"/>
    <w:rsid w:val="005F6E7B"/>
    <w:rsid w:val="005F74EA"/>
    <w:rsid w:val="005F7914"/>
    <w:rsid w:val="005F7B15"/>
    <w:rsid w:val="005F7D2A"/>
    <w:rsid w:val="005F7E72"/>
    <w:rsid w:val="0060033B"/>
    <w:rsid w:val="00600F38"/>
    <w:rsid w:val="006011ED"/>
    <w:rsid w:val="006012CC"/>
    <w:rsid w:val="006014BF"/>
    <w:rsid w:val="00601732"/>
    <w:rsid w:val="00601B3A"/>
    <w:rsid w:val="00601E55"/>
    <w:rsid w:val="00602064"/>
    <w:rsid w:val="0060352A"/>
    <w:rsid w:val="006037ED"/>
    <w:rsid w:val="00603DCF"/>
    <w:rsid w:val="006045DD"/>
    <w:rsid w:val="00604944"/>
    <w:rsid w:val="00604BF5"/>
    <w:rsid w:val="006054DB"/>
    <w:rsid w:val="0060578F"/>
    <w:rsid w:val="0060611D"/>
    <w:rsid w:val="00606264"/>
    <w:rsid w:val="006062E2"/>
    <w:rsid w:val="00606D69"/>
    <w:rsid w:val="00606DBC"/>
    <w:rsid w:val="00607346"/>
    <w:rsid w:val="00607C23"/>
    <w:rsid w:val="006100D7"/>
    <w:rsid w:val="006102B9"/>
    <w:rsid w:val="00610311"/>
    <w:rsid w:val="006104AA"/>
    <w:rsid w:val="0061087F"/>
    <w:rsid w:val="00610F8B"/>
    <w:rsid w:val="00610FAD"/>
    <w:rsid w:val="0061193F"/>
    <w:rsid w:val="00611CF5"/>
    <w:rsid w:val="00611D71"/>
    <w:rsid w:val="00611FE2"/>
    <w:rsid w:val="0061264F"/>
    <w:rsid w:val="00613BAA"/>
    <w:rsid w:val="00613F05"/>
    <w:rsid w:val="0061408D"/>
    <w:rsid w:val="006141BB"/>
    <w:rsid w:val="006144DD"/>
    <w:rsid w:val="00614753"/>
    <w:rsid w:val="00614836"/>
    <w:rsid w:val="00614FE1"/>
    <w:rsid w:val="00616004"/>
    <w:rsid w:val="006160E0"/>
    <w:rsid w:val="00616205"/>
    <w:rsid w:val="00616570"/>
    <w:rsid w:val="00616888"/>
    <w:rsid w:val="00616BB6"/>
    <w:rsid w:val="00616C35"/>
    <w:rsid w:val="006175B5"/>
    <w:rsid w:val="006215C7"/>
    <w:rsid w:val="006217EF"/>
    <w:rsid w:val="00621B45"/>
    <w:rsid w:val="00621E8E"/>
    <w:rsid w:val="00622380"/>
    <w:rsid w:val="00622634"/>
    <w:rsid w:val="00622933"/>
    <w:rsid w:val="00623BDF"/>
    <w:rsid w:val="006242D2"/>
    <w:rsid w:val="00624737"/>
    <w:rsid w:val="0062529E"/>
    <w:rsid w:val="0062547C"/>
    <w:rsid w:val="00625E90"/>
    <w:rsid w:val="0062625C"/>
    <w:rsid w:val="0062648E"/>
    <w:rsid w:val="00627168"/>
    <w:rsid w:val="0062738D"/>
    <w:rsid w:val="0062771C"/>
    <w:rsid w:val="00627D84"/>
    <w:rsid w:val="006302F0"/>
    <w:rsid w:val="00630426"/>
    <w:rsid w:val="00630F97"/>
    <w:rsid w:val="00631166"/>
    <w:rsid w:val="006312FC"/>
    <w:rsid w:val="0063217B"/>
    <w:rsid w:val="006323FD"/>
    <w:rsid w:val="00632AC0"/>
    <w:rsid w:val="00632BD5"/>
    <w:rsid w:val="00632C15"/>
    <w:rsid w:val="006335A8"/>
    <w:rsid w:val="00633A18"/>
    <w:rsid w:val="00633C2D"/>
    <w:rsid w:val="006351A9"/>
    <w:rsid w:val="006353A4"/>
    <w:rsid w:val="00636036"/>
    <w:rsid w:val="00636169"/>
    <w:rsid w:val="00636DC9"/>
    <w:rsid w:val="006371AD"/>
    <w:rsid w:val="0063740D"/>
    <w:rsid w:val="0063744B"/>
    <w:rsid w:val="0063751F"/>
    <w:rsid w:val="0063792B"/>
    <w:rsid w:val="00637DB5"/>
    <w:rsid w:val="006402CB"/>
    <w:rsid w:val="00640693"/>
    <w:rsid w:val="0064088A"/>
    <w:rsid w:val="00640BD6"/>
    <w:rsid w:val="00641A60"/>
    <w:rsid w:val="00641AE1"/>
    <w:rsid w:val="00642420"/>
    <w:rsid w:val="0064252F"/>
    <w:rsid w:val="006425DD"/>
    <w:rsid w:val="00642A97"/>
    <w:rsid w:val="00642B52"/>
    <w:rsid w:val="00642BC1"/>
    <w:rsid w:val="00642DFB"/>
    <w:rsid w:val="00643045"/>
    <w:rsid w:val="006431EB"/>
    <w:rsid w:val="006432E1"/>
    <w:rsid w:val="00643715"/>
    <w:rsid w:val="006438C0"/>
    <w:rsid w:val="00643C78"/>
    <w:rsid w:val="00643D16"/>
    <w:rsid w:val="006447AC"/>
    <w:rsid w:val="006447FA"/>
    <w:rsid w:val="00646363"/>
    <w:rsid w:val="006465AB"/>
    <w:rsid w:val="00647C16"/>
    <w:rsid w:val="006500D6"/>
    <w:rsid w:val="006501BC"/>
    <w:rsid w:val="00650D52"/>
    <w:rsid w:val="006517D5"/>
    <w:rsid w:val="00651BC4"/>
    <w:rsid w:val="00651EE4"/>
    <w:rsid w:val="0065200C"/>
    <w:rsid w:val="00652B2B"/>
    <w:rsid w:val="00652B95"/>
    <w:rsid w:val="00652DCA"/>
    <w:rsid w:val="00653A10"/>
    <w:rsid w:val="00653F2F"/>
    <w:rsid w:val="0065402B"/>
    <w:rsid w:val="00654C54"/>
    <w:rsid w:val="0065605E"/>
    <w:rsid w:val="0065610A"/>
    <w:rsid w:val="0065637B"/>
    <w:rsid w:val="00656A4A"/>
    <w:rsid w:val="00656C17"/>
    <w:rsid w:val="006573C5"/>
    <w:rsid w:val="006575ED"/>
    <w:rsid w:val="00657E59"/>
    <w:rsid w:val="00660427"/>
    <w:rsid w:val="006604CE"/>
    <w:rsid w:val="00660A2B"/>
    <w:rsid w:val="00661844"/>
    <w:rsid w:val="00661EAF"/>
    <w:rsid w:val="00662537"/>
    <w:rsid w:val="00663780"/>
    <w:rsid w:val="006637CC"/>
    <w:rsid w:val="00663D45"/>
    <w:rsid w:val="006642BF"/>
    <w:rsid w:val="00664489"/>
    <w:rsid w:val="00665C19"/>
    <w:rsid w:val="00665CCD"/>
    <w:rsid w:val="00665E40"/>
    <w:rsid w:val="00666011"/>
    <w:rsid w:val="006660E7"/>
    <w:rsid w:val="00666587"/>
    <w:rsid w:val="006669E6"/>
    <w:rsid w:val="00666C2A"/>
    <w:rsid w:val="00666E2E"/>
    <w:rsid w:val="0066777D"/>
    <w:rsid w:val="00667D1F"/>
    <w:rsid w:val="00667EB4"/>
    <w:rsid w:val="00670BD8"/>
    <w:rsid w:val="00670CC7"/>
    <w:rsid w:val="00670D45"/>
    <w:rsid w:val="00670ECF"/>
    <w:rsid w:val="006711E6"/>
    <w:rsid w:val="00671582"/>
    <w:rsid w:val="00671B06"/>
    <w:rsid w:val="00671ECF"/>
    <w:rsid w:val="00672343"/>
    <w:rsid w:val="0067240A"/>
    <w:rsid w:val="00672457"/>
    <w:rsid w:val="00672D91"/>
    <w:rsid w:val="00673394"/>
    <w:rsid w:val="0067405E"/>
    <w:rsid w:val="00674165"/>
    <w:rsid w:val="006743A6"/>
    <w:rsid w:val="006744E8"/>
    <w:rsid w:val="0067474C"/>
    <w:rsid w:val="0067484B"/>
    <w:rsid w:val="00674D70"/>
    <w:rsid w:val="00674FE4"/>
    <w:rsid w:val="006753E7"/>
    <w:rsid w:val="006755D9"/>
    <w:rsid w:val="00675B34"/>
    <w:rsid w:val="00675BBF"/>
    <w:rsid w:val="0067635F"/>
    <w:rsid w:val="006765D3"/>
    <w:rsid w:val="00676608"/>
    <w:rsid w:val="00677014"/>
    <w:rsid w:val="00677337"/>
    <w:rsid w:val="00677400"/>
    <w:rsid w:val="0068021B"/>
    <w:rsid w:val="00680293"/>
    <w:rsid w:val="0068036D"/>
    <w:rsid w:val="006803E9"/>
    <w:rsid w:val="006804ED"/>
    <w:rsid w:val="00680AEA"/>
    <w:rsid w:val="006811E9"/>
    <w:rsid w:val="00681244"/>
    <w:rsid w:val="00681339"/>
    <w:rsid w:val="00681572"/>
    <w:rsid w:val="00681928"/>
    <w:rsid w:val="00681D63"/>
    <w:rsid w:val="006820AD"/>
    <w:rsid w:val="00682B61"/>
    <w:rsid w:val="006831AF"/>
    <w:rsid w:val="00683571"/>
    <w:rsid w:val="00683A7A"/>
    <w:rsid w:val="00683EAC"/>
    <w:rsid w:val="00684BA2"/>
    <w:rsid w:val="00684CDA"/>
    <w:rsid w:val="00684EC5"/>
    <w:rsid w:val="00684F7D"/>
    <w:rsid w:val="006857DE"/>
    <w:rsid w:val="0068584F"/>
    <w:rsid w:val="006865AC"/>
    <w:rsid w:val="0068673B"/>
    <w:rsid w:val="0068683C"/>
    <w:rsid w:val="00686D7F"/>
    <w:rsid w:val="00687806"/>
    <w:rsid w:val="00687A0E"/>
    <w:rsid w:val="006900B8"/>
    <w:rsid w:val="00690262"/>
    <w:rsid w:val="00690FDD"/>
    <w:rsid w:val="00691E18"/>
    <w:rsid w:val="00692434"/>
    <w:rsid w:val="00692E51"/>
    <w:rsid w:val="006932B0"/>
    <w:rsid w:val="00693D0B"/>
    <w:rsid w:val="00693D57"/>
    <w:rsid w:val="00695A40"/>
    <w:rsid w:val="00696415"/>
    <w:rsid w:val="00696929"/>
    <w:rsid w:val="006973D4"/>
    <w:rsid w:val="00697617"/>
    <w:rsid w:val="00697659"/>
    <w:rsid w:val="00697D28"/>
    <w:rsid w:val="006A0F61"/>
    <w:rsid w:val="006A0FE0"/>
    <w:rsid w:val="006A15FA"/>
    <w:rsid w:val="006A2B74"/>
    <w:rsid w:val="006A36F9"/>
    <w:rsid w:val="006A3CAF"/>
    <w:rsid w:val="006A472A"/>
    <w:rsid w:val="006A4EB8"/>
    <w:rsid w:val="006A4F84"/>
    <w:rsid w:val="006A5011"/>
    <w:rsid w:val="006A5DE3"/>
    <w:rsid w:val="006A5E1E"/>
    <w:rsid w:val="006A6614"/>
    <w:rsid w:val="006A67BC"/>
    <w:rsid w:val="006A6DB7"/>
    <w:rsid w:val="006A719C"/>
    <w:rsid w:val="006A7B46"/>
    <w:rsid w:val="006A7DD6"/>
    <w:rsid w:val="006A7E84"/>
    <w:rsid w:val="006B0083"/>
    <w:rsid w:val="006B0352"/>
    <w:rsid w:val="006B03BF"/>
    <w:rsid w:val="006B07E2"/>
    <w:rsid w:val="006B0A4B"/>
    <w:rsid w:val="006B123D"/>
    <w:rsid w:val="006B1B52"/>
    <w:rsid w:val="006B1C8F"/>
    <w:rsid w:val="006B1DB4"/>
    <w:rsid w:val="006B2871"/>
    <w:rsid w:val="006B2C27"/>
    <w:rsid w:val="006B2FC8"/>
    <w:rsid w:val="006B2FD8"/>
    <w:rsid w:val="006B302E"/>
    <w:rsid w:val="006B3E15"/>
    <w:rsid w:val="006B4226"/>
    <w:rsid w:val="006B4236"/>
    <w:rsid w:val="006B4325"/>
    <w:rsid w:val="006B4DFE"/>
    <w:rsid w:val="006B53A4"/>
    <w:rsid w:val="006B5414"/>
    <w:rsid w:val="006B5478"/>
    <w:rsid w:val="006B573D"/>
    <w:rsid w:val="006B5938"/>
    <w:rsid w:val="006B59F6"/>
    <w:rsid w:val="006B5CCB"/>
    <w:rsid w:val="006B5EB8"/>
    <w:rsid w:val="006B5FB6"/>
    <w:rsid w:val="006B6083"/>
    <w:rsid w:val="006B6121"/>
    <w:rsid w:val="006B63A0"/>
    <w:rsid w:val="006B68D7"/>
    <w:rsid w:val="006B6A38"/>
    <w:rsid w:val="006B6B97"/>
    <w:rsid w:val="006B7814"/>
    <w:rsid w:val="006B7912"/>
    <w:rsid w:val="006B797C"/>
    <w:rsid w:val="006B7B2E"/>
    <w:rsid w:val="006C08C2"/>
    <w:rsid w:val="006C090F"/>
    <w:rsid w:val="006C09F6"/>
    <w:rsid w:val="006C0BA0"/>
    <w:rsid w:val="006C0E65"/>
    <w:rsid w:val="006C108C"/>
    <w:rsid w:val="006C13AC"/>
    <w:rsid w:val="006C189F"/>
    <w:rsid w:val="006C1913"/>
    <w:rsid w:val="006C1A74"/>
    <w:rsid w:val="006C1A8E"/>
    <w:rsid w:val="006C1BE3"/>
    <w:rsid w:val="006C1C2D"/>
    <w:rsid w:val="006C1F74"/>
    <w:rsid w:val="006C2A82"/>
    <w:rsid w:val="006C2B6E"/>
    <w:rsid w:val="006C388F"/>
    <w:rsid w:val="006C3D59"/>
    <w:rsid w:val="006C3F98"/>
    <w:rsid w:val="006C420E"/>
    <w:rsid w:val="006C4456"/>
    <w:rsid w:val="006C4470"/>
    <w:rsid w:val="006C44EC"/>
    <w:rsid w:val="006C50B2"/>
    <w:rsid w:val="006C5198"/>
    <w:rsid w:val="006C55F1"/>
    <w:rsid w:val="006C572C"/>
    <w:rsid w:val="006C5B20"/>
    <w:rsid w:val="006C624A"/>
    <w:rsid w:val="006C6CD0"/>
    <w:rsid w:val="006C753D"/>
    <w:rsid w:val="006C7F26"/>
    <w:rsid w:val="006D0565"/>
    <w:rsid w:val="006D05F4"/>
    <w:rsid w:val="006D08C7"/>
    <w:rsid w:val="006D10A3"/>
    <w:rsid w:val="006D14BB"/>
    <w:rsid w:val="006D1AD5"/>
    <w:rsid w:val="006D1C01"/>
    <w:rsid w:val="006D1C3E"/>
    <w:rsid w:val="006D259E"/>
    <w:rsid w:val="006D2655"/>
    <w:rsid w:val="006D2668"/>
    <w:rsid w:val="006D2873"/>
    <w:rsid w:val="006D2B28"/>
    <w:rsid w:val="006D2E5D"/>
    <w:rsid w:val="006D3397"/>
    <w:rsid w:val="006D365A"/>
    <w:rsid w:val="006D4381"/>
    <w:rsid w:val="006D4AA6"/>
    <w:rsid w:val="006D4CD2"/>
    <w:rsid w:val="006D4F4B"/>
    <w:rsid w:val="006D5751"/>
    <w:rsid w:val="006D59F8"/>
    <w:rsid w:val="006D5F18"/>
    <w:rsid w:val="006D5FC9"/>
    <w:rsid w:val="006D6C59"/>
    <w:rsid w:val="006D70F1"/>
    <w:rsid w:val="006D72FC"/>
    <w:rsid w:val="006D76D0"/>
    <w:rsid w:val="006E08A4"/>
    <w:rsid w:val="006E16D0"/>
    <w:rsid w:val="006E1BA5"/>
    <w:rsid w:val="006E1DC1"/>
    <w:rsid w:val="006E1F5A"/>
    <w:rsid w:val="006E1FB5"/>
    <w:rsid w:val="006E205B"/>
    <w:rsid w:val="006E2908"/>
    <w:rsid w:val="006E29A5"/>
    <w:rsid w:val="006E29F3"/>
    <w:rsid w:val="006E2BBE"/>
    <w:rsid w:val="006E498F"/>
    <w:rsid w:val="006E4BDE"/>
    <w:rsid w:val="006E59AA"/>
    <w:rsid w:val="006E5C45"/>
    <w:rsid w:val="006E607F"/>
    <w:rsid w:val="006E67B5"/>
    <w:rsid w:val="006E691A"/>
    <w:rsid w:val="006E6960"/>
    <w:rsid w:val="006E7574"/>
    <w:rsid w:val="006E7832"/>
    <w:rsid w:val="006E7E81"/>
    <w:rsid w:val="006F02B0"/>
    <w:rsid w:val="006F069E"/>
    <w:rsid w:val="006F094F"/>
    <w:rsid w:val="006F0A99"/>
    <w:rsid w:val="006F0FED"/>
    <w:rsid w:val="006F10AC"/>
    <w:rsid w:val="006F1739"/>
    <w:rsid w:val="006F1A44"/>
    <w:rsid w:val="006F1B15"/>
    <w:rsid w:val="006F1DA4"/>
    <w:rsid w:val="006F1E98"/>
    <w:rsid w:val="006F285B"/>
    <w:rsid w:val="006F2885"/>
    <w:rsid w:val="006F29E9"/>
    <w:rsid w:val="006F2BA4"/>
    <w:rsid w:val="006F3067"/>
    <w:rsid w:val="006F34C6"/>
    <w:rsid w:val="006F34D0"/>
    <w:rsid w:val="006F3559"/>
    <w:rsid w:val="006F3A11"/>
    <w:rsid w:val="006F3E3D"/>
    <w:rsid w:val="006F3FCF"/>
    <w:rsid w:val="006F4C06"/>
    <w:rsid w:val="006F4D52"/>
    <w:rsid w:val="006F51AB"/>
    <w:rsid w:val="006F520E"/>
    <w:rsid w:val="006F5B4D"/>
    <w:rsid w:val="006F64CB"/>
    <w:rsid w:val="006F7154"/>
    <w:rsid w:val="006F71A4"/>
    <w:rsid w:val="006F731A"/>
    <w:rsid w:val="006F7BF0"/>
    <w:rsid w:val="006F7D88"/>
    <w:rsid w:val="006F7DA6"/>
    <w:rsid w:val="00700017"/>
    <w:rsid w:val="00700194"/>
    <w:rsid w:val="0070083F"/>
    <w:rsid w:val="00700B5F"/>
    <w:rsid w:val="00700F4F"/>
    <w:rsid w:val="00701134"/>
    <w:rsid w:val="007014B5"/>
    <w:rsid w:val="00701CCD"/>
    <w:rsid w:val="00701D86"/>
    <w:rsid w:val="007023C4"/>
    <w:rsid w:val="007026C9"/>
    <w:rsid w:val="007026DE"/>
    <w:rsid w:val="007027BA"/>
    <w:rsid w:val="00703044"/>
    <w:rsid w:val="0070335B"/>
    <w:rsid w:val="007035DA"/>
    <w:rsid w:val="00703C83"/>
    <w:rsid w:val="00704404"/>
    <w:rsid w:val="00704525"/>
    <w:rsid w:val="007053E1"/>
    <w:rsid w:val="007055E2"/>
    <w:rsid w:val="007056E5"/>
    <w:rsid w:val="007057D7"/>
    <w:rsid w:val="00705E27"/>
    <w:rsid w:val="0070607F"/>
    <w:rsid w:val="007062A4"/>
    <w:rsid w:val="00706342"/>
    <w:rsid w:val="007066C7"/>
    <w:rsid w:val="00706D8E"/>
    <w:rsid w:val="0070761C"/>
    <w:rsid w:val="0070791C"/>
    <w:rsid w:val="00710EC9"/>
    <w:rsid w:val="00710FC8"/>
    <w:rsid w:val="007117E4"/>
    <w:rsid w:val="00711BCC"/>
    <w:rsid w:val="0071204C"/>
    <w:rsid w:val="00712F0C"/>
    <w:rsid w:val="007131DD"/>
    <w:rsid w:val="00713892"/>
    <w:rsid w:val="00713DCC"/>
    <w:rsid w:val="00714C99"/>
    <w:rsid w:val="00715370"/>
    <w:rsid w:val="007157BE"/>
    <w:rsid w:val="0071594F"/>
    <w:rsid w:val="0071628E"/>
    <w:rsid w:val="00716A0E"/>
    <w:rsid w:val="00716F4B"/>
    <w:rsid w:val="007172B6"/>
    <w:rsid w:val="007206C7"/>
    <w:rsid w:val="00720CA1"/>
    <w:rsid w:val="00721485"/>
    <w:rsid w:val="00721616"/>
    <w:rsid w:val="00721B97"/>
    <w:rsid w:val="007220D0"/>
    <w:rsid w:val="00722772"/>
    <w:rsid w:val="00722A30"/>
    <w:rsid w:val="00722D5D"/>
    <w:rsid w:val="007235A7"/>
    <w:rsid w:val="007237A8"/>
    <w:rsid w:val="007239C6"/>
    <w:rsid w:val="00723A3F"/>
    <w:rsid w:val="00724983"/>
    <w:rsid w:val="00724E79"/>
    <w:rsid w:val="007250BB"/>
    <w:rsid w:val="00726576"/>
    <w:rsid w:val="007267AB"/>
    <w:rsid w:val="007268A0"/>
    <w:rsid w:val="007268BC"/>
    <w:rsid w:val="00726D55"/>
    <w:rsid w:val="00726D90"/>
    <w:rsid w:val="00726E73"/>
    <w:rsid w:val="00727198"/>
    <w:rsid w:val="00727AB5"/>
    <w:rsid w:val="00727D95"/>
    <w:rsid w:val="00727DA2"/>
    <w:rsid w:val="007301F3"/>
    <w:rsid w:val="00730C47"/>
    <w:rsid w:val="00730FA0"/>
    <w:rsid w:val="007311E7"/>
    <w:rsid w:val="00731CC3"/>
    <w:rsid w:val="00731F93"/>
    <w:rsid w:val="00732020"/>
    <w:rsid w:val="00732437"/>
    <w:rsid w:val="00732638"/>
    <w:rsid w:val="007329A0"/>
    <w:rsid w:val="00733545"/>
    <w:rsid w:val="00733EEB"/>
    <w:rsid w:val="007343AB"/>
    <w:rsid w:val="007343DB"/>
    <w:rsid w:val="007350EE"/>
    <w:rsid w:val="0073581C"/>
    <w:rsid w:val="00735871"/>
    <w:rsid w:val="007358A2"/>
    <w:rsid w:val="00735BA1"/>
    <w:rsid w:val="00735C7A"/>
    <w:rsid w:val="00736373"/>
    <w:rsid w:val="00736760"/>
    <w:rsid w:val="007368B3"/>
    <w:rsid w:val="00736D71"/>
    <w:rsid w:val="00736FA8"/>
    <w:rsid w:val="00737778"/>
    <w:rsid w:val="0073782F"/>
    <w:rsid w:val="00737EB4"/>
    <w:rsid w:val="007402BA"/>
    <w:rsid w:val="007412AB"/>
    <w:rsid w:val="007412E1"/>
    <w:rsid w:val="00742945"/>
    <w:rsid w:val="00742C8C"/>
    <w:rsid w:val="00742D00"/>
    <w:rsid w:val="007433DD"/>
    <w:rsid w:val="007443E2"/>
    <w:rsid w:val="00744A89"/>
    <w:rsid w:val="00745754"/>
    <w:rsid w:val="007465FC"/>
    <w:rsid w:val="00746EA0"/>
    <w:rsid w:val="0074766D"/>
    <w:rsid w:val="00747D2E"/>
    <w:rsid w:val="00747DD2"/>
    <w:rsid w:val="00747EF0"/>
    <w:rsid w:val="00747F59"/>
    <w:rsid w:val="007508B2"/>
    <w:rsid w:val="00750945"/>
    <w:rsid w:val="0075112B"/>
    <w:rsid w:val="00751259"/>
    <w:rsid w:val="00751615"/>
    <w:rsid w:val="007516C4"/>
    <w:rsid w:val="00752280"/>
    <w:rsid w:val="00752ACC"/>
    <w:rsid w:val="00752E29"/>
    <w:rsid w:val="00752EE0"/>
    <w:rsid w:val="00752FE1"/>
    <w:rsid w:val="00753764"/>
    <w:rsid w:val="00753AD1"/>
    <w:rsid w:val="007548C6"/>
    <w:rsid w:val="00755398"/>
    <w:rsid w:val="007559DE"/>
    <w:rsid w:val="00755BCB"/>
    <w:rsid w:val="00755C62"/>
    <w:rsid w:val="00755C8F"/>
    <w:rsid w:val="00755D89"/>
    <w:rsid w:val="00755ED3"/>
    <w:rsid w:val="0075612F"/>
    <w:rsid w:val="00756141"/>
    <w:rsid w:val="0075617D"/>
    <w:rsid w:val="00756E0C"/>
    <w:rsid w:val="007570E3"/>
    <w:rsid w:val="00757227"/>
    <w:rsid w:val="00757396"/>
    <w:rsid w:val="0075753B"/>
    <w:rsid w:val="007577C9"/>
    <w:rsid w:val="00757F9E"/>
    <w:rsid w:val="0076015A"/>
    <w:rsid w:val="00760251"/>
    <w:rsid w:val="007605E4"/>
    <w:rsid w:val="0076143F"/>
    <w:rsid w:val="00761C08"/>
    <w:rsid w:val="0076218F"/>
    <w:rsid w:val="0076222C"/>
    <w:rsid w:val="00762575"/>
    <w:rsid w:val="0076278F"/>
    <w:rsid w:val="00762C97"/>
    <w:rsid w:val="00763E7B"/>
    <w:rsid w:val="007642F3"/>
    <w:rsid w:val="007648F7"/>
    <w:rsid w:val="00764EA5"/>
    <w:rsid w:val="00764F9B"/>
    <w:rsid w:val="00765D0C"/>
    <w:rsid w:val="00765DF4"/>
    <w:rsid w:val="007663C2"/>
    <w:rsid w:val="00767622"/>
    <w:rsid w:val="00767BC2"/>
    <w:rsid w:val="00767D07"/>
    <w:rsid w:val="007705CA"/>
    <w:rsid w:val="00770AFF"/>
    <w:rsid w:val="00770C17"/>
    <w:rsid w:val="00770D44"/>
    <w:rsid w:val="00770E36"/>
    <w:rsid w:val="0077152A"/>
    <w:rsid w:val="00771A19"/>
    <w:rsid w:val="007726BA"/>
    <w:rsid w:val="0077273A"/>
    <w:rsid w:val="00772DA8"/>
    <w:rsid w:val="00773243"/>
    <w:rsid w:val="007735D8"/>
    <w:rsid w:val="007737AF"/>
    <w:rsid w:val="0077387F"/>
    <w:rsid w:val="00773DCA"/>
    <w:rsid w:val="00773E20"/>
    <w:rsid w:val="00774AC7"/>
    <w:rsid w:val="00774ADF"/>
    <w:rsid w:val="00775103"/>
    <w:rsid w:val="00775225"/>
    <w:rsid w:val="00775486"/>
    <w:rsid w:val="007754F2"/>
    <w:rsid w:val="0077573E"/>
    <w:rsid w:val="0077589C"/>
    <w:rsid w:val="007759D6"/>
    <w:rsid w:val="00775DFB"/>
    <w:rsid w:val="00775F8C"/>
    <w:rsid w:val="00776119"/>
    <w:rsid w:val="00776178"/>
    <w:rsid w:val="007763AA"/>
    <w:rsid w:val="00776786"/>
    <w:rsid w:val="00776C5A"/>
    <w:rsid w:val="00776E4D"/>
    <w:rsid w:val="00776FBA"/>
    <w:rsid w:val="00776FF6"/>
    <w:rsid w:val="00777056"/>
    <w:rsid w:val="00777247"/>
    <w:rsid w:val="00777628"/>
    <w:rsid w:val="00777F85"/>
    <w:rsid w:val="00780648"/>
    <w:rsid w:val="007814D2"/>
    <w:rsid w:val="0078250F"/>
    <w:rsid w:val="00782DFF"/>
    <w:rsid w:val="00782E3F"/>
    <w:rsid w:val="00783E40"/>
    <w:rsid w:val="0078443D"/>
    <w:rsid w:val="007857A3"/>
    <w:rsid w:val="00785D3B"/>
    <w:rsid w:val="007861F1"/>
    <w:rsid w:val="00786776"/>
    <w:rsid w:val="00786CC7"/>
    <w:rsid w:val="00786CF0"/>
    <w:rsid w:val="00786E58"/>
    <w:rsid w:val="00787149"/>
    <w:rsid w:val="00787BB0"/>
    <w:rsid w:val="0079069B"/>
    <w:rsid w:val="00790C28"/>
    <w:rsid w:val="00790E85"/>
    <w:rsid w:val="00791098"/>
    <w:rsid w:val="00791B4B"/>
    <w:rsid w:val="00791C6C"/>
    <w:rsid w:val="00792B58"/>
    <w:rsid w:val="00792F0E"/>
    <w:rsid w:val="0079324B"/>
    <w:rsid w:val="0079355F"/>
    <w:rsid w:val="00794261"/>
    <w:rsid w:val="007945A2"/>
    <w:rsid w:val="00794A67"/>
    <w:rsid w:val="00794EA3"/>
    <w:rsid w:val="007965D8"/>
    <w:rsid w:val="007967F6"/>
    <w:rsid w:val="007969FE"/>
    <w:rsid w:val="00796BDC"/>
    <w:rsid w:val="00796F27"/>
    <w:rsid w:val="00797344"/>
    <w:rsid w:val="00797850"/>
    <w:rsid w:val="00797A59"/>
    <w:rsid w:val="00797E2C"/>
    <w:rsid w:val="00797EBC"/>
    <w:rsid w:val="00797EE2"/>
    <w:rsid w:val="00797F2C"/>
    <w:rsid w:val="007A077C"/>
    <w:rsid w:val="007A1322"/>
    <w:rsid w:val="007A233F"/>
    <w:rsid w:val="007A23D1"/>
    <w:rsid w:val="007A25E7"/>
    <w:rsid w:val="007A28F9"/>
    <w:rsid w:val="007A306D"/>
    <w:rsid w:val="007A317D"/>
    <w:rsid w:val="007A3320"/>
    <w:rsid w:val="007A36D5"/>
    <w:rsid w:val="007A37B9"/>
    <w:rsid w:val="007A3CA3"/>
    <w:rsid w:val="007A3CFD"/>
    <w:rsid w:val="007A48C6"/>
    <w:rsid w:val="007A4BC9"/>
    <w:rsid w:val="007A4C58"/>
    <w:rsid w:val="007A51C4"/>
    <w:rsid w:val="007A5C7A"/>
    <w:rsid w:val="007A5CC9"/>
    <w:rsid w:val="007A62D5"/>
    <w:rsid w:val="007A652C"/>
    <w:rsid w:val="007A6A07"/>
    <w:rsid w:val="007A6A90"/>
    <w:rsid w:val="007A6FFA"/>
    <w:rsid w:val="007A703F"/>
    <w:rsid w:val="007A704A"/>
    <w:rsid w:val="007A79D8"/>
    <w:rsid w:val="007A7E40"/>
    <w:rsid w:val="007B0257"/>
    <w:rsid w:val="007B08D9"/>
    <w:rsid w:val="007B0D50"/>
    <w:rsid w:val="007B10D8"/>
    <w:rsid w:val="007B1703"/>
    <w:rsid w:val="007B2399"/>
    <w:rsid w:val="007B23B7"/>
    <w:rsid w:val="007B2445"/>
    <w:rsid w:val="007B28A0"/>
    <w:rsid w:val="007B2E48"/>
    <w:rsid w:val="007B354D"/>
    <w:rsid w:val="007B3C0E"/>
    <w:rsid w:val="007B3D0C"/>
    <w:rsid w:val="007B3ED5"/>
    <w:rsid w:val="007B3F75"/>
    <w:rsid w:val="007B469C"/>
    <w:rsid w:val="007B492A"/>
    <w:rsid w:val="007B4983"/>
    <w:rsid w:val="007B4F76"/>
    <w:rsid w:val="007B5B83"/>
    <w:rsid w:val="007B6674"/>
    <w:rsid w:val="007B6929"/>
    <w:rsid w:val="007B6D97"/>
    <w:rsid w:val="007B6FB4"/>
    <w:rsid w:val="007B707F"/>
    <w:rsid w:val="007B70A9"/>
    <w:rsid w:val="007B715F"/>
    <w:rsid w:val="007B72F5"/>
    <w:rsid w:val="007B7AEA"/>
    <w:rsid w:val="007B7FDA"/>
    <w:rsid w:val="007C1195"/>
    <w:rsid w:val="007C1755"/>
    <w:rsid w:val="007C1953"/>
    <w:rsid w:val="007C207D"/>
    <w:rsid w:val="007C20E6"/>
    <w:rsid w:val="007C2620"/>
    <w:rsid w:val="007C2A83"/>
    <w:rsid w:val="007C308A"/>
    <w:rsid w:val="007C3A18"/>
    <w:rsid w:val="007C48E3"/>
    <w:rsid w:val="007C4910"/>
    <w:rsid w:val="007C4F65"/>
    <w:rsid w:val="007C520D"/>
    <w:rsid w:val="007C5B7C"/>
    <w:rsid w:val="007C5D7F"/>
    <w:rsid w:val="007C6035"/>
    <w:rsid w:val="007C6B08"/>
    <w:rsid w:val="007C6E9D"/>
    <w:rsid w:val="007C7480"/>
    <w:rsid w:val="007C7C4D"/>
    <w:rsid w:val="007C7D64"/>
    <w:rsid w:val="007D0004"/>
    <w:rsid w:val="007D02EA"/>
    <w:rsid w:val="007D0D49"/>
    <w:rsid w:val="007D1211"/>
    <w:rsid w:val="007D1AAF"/>
    <w:rsid w:val="007D1C3E"/>
    <w:rsid w:val="007D1D48"/>
    <w:rsid w:val="007D1E5E"/>
    <w:rsid w:val="007D2115"/>
    <w:rsid w:val="007D235F"/>
    <w:rsid w:val="007D26D5"/>
    <w:rsid w:val="007D3091"/>
    <w:rsid w:val="007D335D"/>
    <w:rsid w:val="007D34B7"/>
    <w:rsid w:val="007D3637"/>
    <w:rsid w:val="007D3C85"/>
    <w:rsid w:val="007D4AF2"/>
    <w:rsid w:val="007D52E9"/>
    <w:rsid w:val="007D5D37"/>
    <w:rsid w:val="007D5E34"/>
    <w:rsid w:val="007D6DA2"/>
    <w:rsid w:val="007E02A6"/>
    <w:rsid w:val="007E05AC"/>
    <w:rsid w:val="007E0C42"/>
    <w:rsid w:val="007E0E2C"/>
    <w:rsid w:val="007E0F4C"/>
    <w:rsid w:val="007E1319"/>
    <w:rsid w:val="007E1B04"/>
    <w:rsid w:val="007E1DCC"/>
    <w:rsid w:val="007E2125"/>
    <w:rsid w:val="007E2E3F"/>
    <w:rsid w:val="007E33B1"/>
    <w:rsid w:val="007E3575"/>
    <w:rsid w:val="007E4206"/>
    <w:rsid w:val="007E4287"/>
    <w:rsid w:val="007E4B4F"/>
    <w:rsid w:val="007E4BAA"/>
    <w:rsid w:val="007E4DF9"/>
    <w:rsid w:val="007E58B3"/>
    <w:rsid w:val="007E5D17"/>
    <w:rsid w:val="007E5D70"/>
    <w:rsid w:val="007E5FAB"/>
    <w:rsid w:val="007E604E"/>
    <w:rsid w:val="007E73F7"/>
    <w:rsid w:val="007F0255"/>
    <w:rsid w:val="007F0375"/>
    <w:rsid w:val="007F0B66"/>
    <w:rsid w:val="007F0E2C"/>
    <w:rsid w:val="007F11F0"/>
    <w:rsid w:val="007F121D"/>
    <w:rsid w:val="007F1319"/>
    <w:rsid w:val="007F1506"/>
    <w:rsid w:val="007F1525"/>
    <w:rsid w:val="007F1A33"/>
    <w:rsid w:val="007F1B6F"/>
    <w:rsid w:val="007F1E2C"/>
    <w:rsid w:val="007F2A29"/>
    <w:rsid w:val="007F2B74"/>
    <w:rsid w:val="007F2B97"/>
    <w:rsid w:val="007F3765"/>
    <w:rsid w:val="007F3BEA"/>
    <w:rsid w:val="007F3CEE"/>
    <w:rsid w:val="007F40A0"/>
    <w:rsid w:val="007F43BE"/>
    <w:rsid w:val="007F4630"/>
    <w:rsid w:val="007F47F9"/>
    <w:rsid w:val="007F5C9D"/>
    <w:rsid w:val="007F5E81"/>
    <w:rsid w:val="007F6510"/>
    <w:rsid w:val="007F680A"/>
    <w:rsid w:val="007F6BFC"/>
    <w:rsid w:val="007F72EF"/>
    <w:rsid w:val="007F7DA3"/>
    <w:rsid w:val="008001E1"/>
    <w:rsid w:val="0080027E"/>
    <w:rsid w:val="00800762"/>
    <w:rsid w:val="008009EE"/>
    <w:rsid w:val="00800D20"/>
    <w:rsid w:val="00801062"/>
    <w:rsid w:val="008010D9"/>
    <w:rsid w:val="00801A71"/>
    <w:rsid w:val="00802074"/>
    <w:rsid w:val="0080298B"/>
    <w:rsid w:val="008036BA"/>
    <w:rsid w:val="00803D59"/>
    <w:rsid w:val="00803FC5"/>
    <w:rsid w:val="00804276"/>
    <w:rsid w:val="00804C23"/>
    <w:rsid w:val="00805542"/>
    <w:rsid w:val="008056D8"/>
    <w:rsid w:val="00805730"/>
    <w:rsid w:val="00805C0F"/>
    <w:rsid w:val="00805E4E"/>
    <w:rsid w:val="00806719"/>
    <w:rsid w:val="00807111"/>
    <w:rsid w:val="00807209"/>
    <w:rsid w:val="008074A4"/>
    <w:rsid w:val="00807940"/>
    <w:rsid w:val="00807C8B"/>
    <w:rsid w:val="00807D54"/>
    <w:rsid w:val="0081021B"/>
    <w:rsid w:val="00810E7D"/>
    <w:rsid w:val="00811D12"/>
    <w:rsid w:val="00812E21"/>
    <w:rsid w:val="008130C3"/>
    <w:rsid w:val="0081326B"/>
    <w:rsid w:val="00813D13"/>
    <w:rsid w:val="008140BD"/>
    <w:rsid w:val="00814B27"/>
    <w:rsid w:val="00814D6F"/>
    <w:rsid w:val="00815A35"/>
    <w:rsid w:val="00815BF2"/>
    <w:rsid w:val="00815EEA"/>
    <w:rsid w:val="00816219"/>
    <w:rsid w:val="00816F94"/>
    <w:rsid w:val="00816FDA"/>
    <w:rsid w:val="00817008"/>
    <w:rsid w:val="008178BC"/>
    <w:rsid w:val="00817B6D"/>
    <w:rsid w:val="00817FCC"/>
    <w:rsid w:val="0082037A"/>
    <w:rsid w:val="00820396"/>
    <w:rsid w:val="00820B62"/>
    <w:rsid w:val="00820C8A"/>
    <w:rsid w:val="0082116D"/>
    <w:rsid w:val="008211F1"/>
    <w:rsid w:val="008215F1"/>
    <w:rsid w:val="008219E4"/>
    <w:rsid w:val="00822415"/>
    <w:rsid w:val="00822419"/>
    <w:rsid w:val="0082245C"/>
    <w:rsid w:val="00822CED"/>
    <w:rsid w:val="00823775"/>
    <w:rsid w:val="00824624"/>
    <w:rsid w:val="00825713"/>
    <w:rsid w:val="00825BBD"/>
    <w:rsid w:val="00825BE4"/>
    <w:rsid w:val="00825BFF"/>
    <w:rsid w:val="00825C71"/>
    <w:rsid w:val="00827262"/>
    <w:rsid w:val="00827777"/>
    <w:rsid w:val="00827886"/>
    <w:rsid w:val="0082788A"/>
    <w:rsid w:val="00827D35"/>
    <w:rsid w:val="0083042C"/>
    <w:rsid w:val="008307AC"/>
    <w:rsid w:val="0083107E"/>
    <w:rsid w:val="008311FB"/>
    <w:rsid w:val="0083140D"/>
    <w:rsid w:val="00831480"/>
    <w:rsid w:val="00831671"/>
    <w:rsid w:val="0083191B"/>
    <w:rsid w:val="00831B12"/>
    <w:rsid w:val="00832091"/>
    <w:rsid w:val="00833D7E"/>
    <w:rsid w:val="008341AC"/>
    <w:rsid w:val="008342D8"/>
    <w:rsid w:val="008342DA"/>
    <w:rsid w:val="00834FF8"/>
    <w:rsid w:val="00835470"/>
    <w:rsid w:val="008357FF"/>
    <w:rsid w:val="0083619F"/>
    <w:rsid w:val="00836727"/>
    <w:rsid w:val="008369EE"/>
    <w:rsid w:val="00840C78"/>
    <w:rsid w:val="008416EC"/>
    <w:rsid w:val="00841991"/>
    <w:rsid w:val="00841FB7"/>
    <w:rsid w:val="00842E42"/>
    <w:rsid w:val="00842E7C"/>
    <w:rsid w:val="00842FB7"/>
    <w:rsid w:val="00843D42"/>
    <w:rsid w:val="00843F4D"/>
    <w:rsid w:val="0084407B"/>
    <w:rsid w:val="00845B51"/>
    <w:rsid w:val="00845BD8"/>
    <w:rsid w:val="00846108"/>
    <w:rsid w:val="008464AD"/>
    <w:rsid w:val="00846505"/>
    <w:rsid w:val="00846A99"/>
    <w:rsid w:val="00846AD0"/>
    <w:rsid w:val="00846DFB"/>
    <w:rsid w:val="00846FEC"/>
    <w:rsid w:val="0084731B"/>
    <w:rsid w:val="008473CB"/>
    <w:rsid w:val="00847970"/>
    <w:rsid w:val="008503C3"/>
    <w:rsid w:val="008504E3"/>
    <w:rsid w:val="0085081E"/>
    <w:rsid w:val="00851048"/>
    <w:rsid w:val="008512C2"/>
    <w:rsid w:val="00851EAA"/>
    <w:rsid w:val="0085207C"/>
    <w:rsid w:val="008520FD"/>
    <w:rsid w:val="0085272F"/>
    <w:rsid w:val="00852743"/>
    <w:rsid w:val="008527C4"/>
    <w:rsid w:val="008532DC"/>
    <w:rsid w:val="0085393C"/>
    <w:rsid w:val="0085393F"/>
    <w:rsid w:val="00853ECE"/>
    <w:rsid w:val="00853F72"/>
    <w:rsid w:val="008540F8"/>
    <w:rsid w:val="0085435B"/>
    <w:rsid w:val="00855094"/>
    <w:rsid w:val="0085524D"/>
    <w:rsid w:val="00855C51"/>
    <w:rsid w:val="0085675E"/>
    <w:rsid w:val="00857BF0"/>
    <w:rsid w:val="00857DD2"/>
    <w:rsid w:val="008606C7"/>
    <w:rsid w:val="008610AC"/>
    <w:rsid w:val="0086114E"/>
    <w:rsid w:val="0086151F"/>
    <w:rsid w:val="00861FF1"/>
    <w:rsid w:val="00862272"/>
    <w:rsid w:val="00862A71"/>
    <w:rsid w:val="00862B00"/>
    <w:rsid w:val="0086305E"/>
    <w:rsid w:val="00863281"/>
    <w:rsid w:val="00863342"/>
    <w:rsid w:val="008636D4"/>
    <w:rsid w:val="008641B1"/>
    <w:rsid w:val="00864879"/>
    <w:rsid w:val="008652AF"/>
    <w:rsid w:val="008654F4"/>
    <w:rsid w:val="00865E62"/>
    <w:rsid w:val="00866940"/>
    <w:rsid w:val="00867396"/>
    <w:rsid w:val="00867FB6"/>
    <w:rsid w:val="00867FE7"/>
    <w:rsid w:val="008709A5"/>
    <w:rsid w:val="00870DE9"/>
    <w:rsid w:val="008721E8"/>
    <w:rsid w:val="008729B1"/>
    <w:rsid w:val="00872A9C"/>
    <w:rsid w:val="00872CB4"/>
    <w:rsid w:val="0087307C"/>
    <w:rsid w:val="008731BA"/>
    <w:rsid w:val="008736D0"/>
    <w:rsid w:val="008738E5"/>
    <w:rsid w:val="0087399A"/>
    <w:rsid w:val="00873C98"/>
    <w:rsid w:val="00874207"/>
    <w:rsid w:val="008744EB"/>
    <w:rsid w:val="008745CE"/>
    <w:rsid w:val="008749DB"/>
    <w:rsid w:val="00874AD4"/>
    <w:rsid w:val="0087537B"/>
    <w:rsid w:val="00875530"/>
    <w:rsid w:val="00875661"/>
    <w:rsid w:val="00875697"/>
    <w:rsid w:val="00875F76"/>
    <w:rsid w:val="00875FCD"/>
    <w:rsid w:val="00875FEC"/>
    <w:rsid w:val="008761C5"/>
    <w:rsid w:val="008765E3"/>
    <w:rsid w:val="00876850"/>
    <w:rsid w:val="008768F1"/>
    <w:rsid w:val="00876F98"/>
    <w:rsid w:val="00877726"/>
    <w:rsid w:val="0087788C"/>
    <w:rsid w:val="00877A24"/>
    <w:rsid w:val="00880AA6"/>
    <w:rsid w:val="00880C32"/>
    <w:rsid w:val="008810CD"/>
    <w:rsid w:val="00881236"/>
    <w:rsid w:val="00881A58"/>
    <w:rsid w:val="00881ABB"/>
    <w:rsid w:val="00881ADF"/>
    <w:rsid w:val="00881CED"/>
    <w:rsid w:val="00881DAE"/>
    <w:rsid w:val="00881FDC"/>
    <w:rsid w:val="00882103"/>
    <w:rsid w:val="00882678"/>
    <w:rsid w:val="00882A03"/>
    <w:rsid w:val="00883896"/>
    <w:rsid w:val="00883B7A"/>
    <w:rsid w:val="008846C4"/>
    <w:rsid w:val="008850C5"/>
    <w:rsid w:val="00885391"/>
    <w:rsid w:val="0088551F"/>
    <w:rsid w:val="0088557B"/>
    <w:rsid w:val="00885E3C"/>
    <w:rsid w:val="00886028"/>
    <w:rsid w:val="008861A0"/>
    <w:rsid w:val="00886959"/>
    <w:rsid w:val="00886CD4"/>
    <w:rsid w:val="00886DED"/>
    <w:rsid w:val="00887555"/>
    <w:rsid w:val="0088782F"/>
    <w:rsid w:val="008878BE"/>
    <w:rsid w:val="0088791B"/>
    <w:rsid w:val="00887E61"/>
    <w:rsid w:val="008904FA"/>
    <w:rsid w:val="00890AEB"/>
    <w:rsid w:val="00890B2D"/>
    <w:rsid w:val="00890F12"/>
    <w:rsid w:val="00890F74"/>
    <w:rsid w:val="00891C9D"/>
    <w:rsid w:val="00892374"/>
    <w:rsid w:val="00892B37"/>
    <w:rsid w:val="00893AD8"/>
    <w:rsid w:val="00893CD3"/>
    <w:rsid w:val="00893D19"/>
    <w:rsid w:val="0089405E"/>
    <w:rsid w:val="008945EA"/>
    <w:rsid w:val="008946FF"/>
    <w:rsid w:val="00894FFA"/>
    <w:rsid w:val="008952FF"/>
    <w:rsid w:val="00895959"/>
    <w:rsid w:val="00895B1C"/>
    <w:rsid w:val="00895B41"/>
    <w:rsid w:val="00895C37"/>
    <w:rsid w:val="00895E86"/>
    <w:rsid w:val="00896CE6"/>
    <w:rsid w:val="00897196"/>
    <w:rsid w:val="00897262"/>
    <w:rsid w:val="0089760B"/>
    <w:rsid w:val="008977EA"/>
    <w:rsid w:val="008979C8"/>
    <w:rsid w:val="008A0003"/>
    <w:rsid w:val="008A03E3"/>
    <w:rsid w:val="008A0C85"/>
    <w:rsid w:val="008A12DE"/>
    <w:rsid w:val="008A13CB"/>
    <w:rsid w:val="008A15E5"/>
    <w:rsid w:val="008A194E"/>
    <w:rsid w:val="008A1A7B"/>
    <w:rsid w:val="008A1D06"/>
    <w:rsid w:val="008A1EBF"/>
    <w:rsid w:val="008A34A0"/>
    <w:rsid w:val="008A37D8"/>
    <w:rsid w:val="008A37E8"/>
    <w:rsid w:val="008A3CEB"/>
    <w:rsid w:val="008A3F6E"/>
    <w:rsid w:val="008A496C"/>
    <w:rsid w:val="008A57B4"/>
    <w:rsid w:val="008A5822"/>
    <w:rsid w:val="008A5C42"/>
    <w:rsid w:val="008A5E8A"/>
    <w:rsid w:val="008A5FDC"/>
    <w:rsid w:val="008A666B"/>
    <w:rsid w:val="008A6B93"/>
    <w:rsid w:val="008A737D"/>
    <w:rsid w:val="008A79B6"/>
    <w:rsid w:val="008A7EF9"/>
    <w:rsid w:val="008B00D5"/>
    <w:rsid w:val="008B026B"/>
    <w:rsid w:val="008B07D1"/>
    <w:rsid w:val="008B0A85"/>
    <w:rsid w:val="008B0CF7"/>
    <w:rsid w:val="008B11F3"/>
    <w:rsid w:val="008B1268"/>
    <w:rsid w:val="008B1FA9"/>
    <w:rsid w:val="008B2859"/>
    <w:rsid w:val="008B2F64"/>
    <w:rsid w:val="008B3372"/>
    <w:rsid w:val="008B3EB0"/>
    <w:rsid w:val="008B4336"/>
    <w:rsid w:val="008B460B"/>
    <w:rsid w:val="008B4A56"/>
    <w:rsid w:val="008B54C9"/>
    <w:rsid w:val="008B55FF"/>
    <w:rsid w:val="008B5681"/>
    <w:rsid w:val="008B5AD4"/>
    <w:rsid w:val="008B5AFA"/>
    <w:rsid w:val="008B6CB0"/>
    <w:rsid w:val="008B6CFB"/>
    <w:rsid w:val="008B6EA8"/>
    <w:rsid w:val="008B70B8"/>
    <w:rsid w:val="008B7147"/>
    <w:rsid w:val="008B7CF2"/>
    <w:rsid w:val="008B7EAB"/>
    <w:rsid w:val="008C0273"/>
    <w:rsid w:val="008C04BD"/>
    <w:rsid w:val="008C0B3C"/>
    <w:rsid w:val="008C0C56"/>
    <w:rsid w:val="008C1FFD"/>
    <w:rsid w:val="008C2869"/>
    <w:rsid w:val="008C28FC"/>
    <w:rsid w:val="008C2DED"/>
    <w:rsid w:val="008C2DFA"/>
    <w:rsid w:val="008C2E2A"/>
    <w:rsid w:val="008C2ECB"/>
    <w:rsid w:val="008C33D6"/>
    <w:rsid w:val="008C40C7"/>
    <w:rsid w:val="008C4133"/>
    <w:rsid w:val="008C48F8"/>
    <w:rsid w:val="008C513E"/>
    <w:rsid w:val="008C54D7"/>
    <w:rsid w:val="008C5688"/>
    <w:rsid w:val="008C5C50"/>
    <w:rsid w:val="008C5E29"/>
    <w:rsid w:val="008C6168"/>
    <w:rsid w:val="008C789D"/>
    <w:rsid w:val="008C793B"/>
    <w:rsid w:val="008C7AFB"/>
    <w:rsid w:val="008D006B"/>
    <w:rsid w:val="008D065C"/>
    <w:rsid w:val="008D068D"/>
    <w:rsid w:val="008D0AFB"/>
    <w:rsid w:val="008D10FF"/>
    <w:rsid w:val="008D174A"/>
    <w:rsid w:val="008D29C1"/>
    <w:rsid w:val="008D33E1"/>
    <w:rsid w:val="008D3B35"/>
    <w:rsid w:val="008D3C02"/>
    <w:rsid w:val="008D3DA5"/>
    <w:rsid w:val="008D4636"/>
    <w:rsid w:val="008D4A32"/>
    <w:rsid w:val="008D554F"/>
    <w:rsid w:val="008D5B46"/>
    <w:rsid w:val="008D5C10"/>
    <w:rsid w:val="008D5D97"/>
    <w:rsid w:val="008D6012"/>
    <w:rsid w:val="008D6308"/>
    <w:rsid w:val="008D63B2"/>
    <w:rsid w:val="008D6447"/>
    <w:rsid w:val="008D696E"/>
    <w:rsid w:val="008D6C18"/>
    <w:rsid w:val="008E005B"/>
    <w:rsid w:val="008E015E"/>
    <w:rsid w:val="008E13F5"/>
    <w:rsid w:val="008E14D4"/>
    <w:rsid w:val="008E2D61"/>
    <w:rsid w:val="008E2E5A"/>
    <w:rsid w:val="008E3231"/>
    <w:rsid w:val="008E3BD8"/>
    <w:rsid w:val="008E4089"/>
    <w:rsid w:val="008E59D5"/>
    <w:rsid w:val="008E6020"/>
    <w:rsid w:val="008E67CF"/>
    <w:rsid w:val="008E6CAA"/>
    <w:rsid w:val="008E6D4E"/>
    <w:rsid w:val="008E709A"/>
    <w:rsid w:val="008E7113"/>
    <w:rsid w:val="008F0024"/>
    <w:rsid w:val="008F009A"/>
    <w:rsid w:val="008F0B50"/>
    <w:rsid w:val="008F0E28"/>
    <w:rsid w:val="008F1D08"/>
    <w:rsid w:val="008F1D81"/>
    <w:rsid w:val="008F1E65"/>
    <w:rsid w:val="008F23F1"/>
    <w:rsid w:val="008F2951"/>
    <w:rsid w:val="008F2A71"/>
    <w:rsid w:val="008F2C17"/>
    <w:rsid w:val="008F354D"/>
    <w:rsid w:val="008F3B1F"/>
    <w:rsid w:val="008F4327"/>
    <w:rsid w:val="008F435D"/>
    <w:rsid w:val="008F46EF"/>
    <w:rsid w:val="008F4FA3"/>
    <w:rsid w:val="008F52B5"/>
    <w:rsid w:val="008F5649"/>
    <w:rsid w:val="008F5A7F"/>
    <w:rsid w:val="008F5DFB"/>
    <w:rsid w:val="008F65AE"/>
    <w:rsid w:val="008F6C02"/>
    <w:rsid w:val="008F6D8D"/>
    <w:rsid w:val="008F6FA0"/>
    <w:rsid w:val="008F7D36"/>
    <w:rsid w:val="00900325"/>
    <w:rsid w:val="00900636"/>
    <w:rsid w:val="00901090"/>
    <w:rsid w:val="00901A21"/>
    <w:rsid w:val="00901A9A"/>
    <w:rsid w:val="00901F03"/>
    <w:rsid w:val="00902602"/>
    <w:rsid w:val="00902646"/>
    <w:rsid w:val="00902AB8"/>
    <w:rsid w:val="00902F9D"/>
    <w:rsid w:val="009033F6"/>
    <w:rsid w:val="009036BB"/>
    <w:rsid w:val="009043B5"/>
    <w:rsid w:val="009059F6"/>
    <w:rsid w:val="00905ACB"/>
    <w:rsid w:val="00905FEA"/>
    <w:rsid w:val="00906AAF"/>
    <w:rsid w:val="00906C40"/>
    <w:rsid w:val="00906CBF"/>
    <w:rsid w:val="00906DBC"/>
    <w:rsid w:val="00906FCE"/>
    <w:rsid w:val="009070C1"/>
    <w:rsid w:val="0090796C"/>
    <w:rsid w:val="00910449"/>
    <w:rsid w:val="009109D8"/>
    <w:rsid w:val="00910BB3"/>
    <w:rsid w:val="00910E72"/>
    <w:rsid w:val="00911DEB"/>
    <w:rsid w:val="00911E93"/>
    <w:rsid w:val="00911F14"/>
    <w:rsid w:val="00912964"/>
    <w:rsid w:val="00912A7D"/>
    <w:rsid w:val="00912AFF"/>
    <w:rsid w:val="00912BA9"/>
    <w:rsid w:val="00912F8D"/>
    <w:rsid w:val="009134ED"/>
    <w:rsid w:val="0091366D"/>
    <w:rsid w:val="00913EA4"/>
    <w:rsid w:val="00913F0C"/>
    <w:rsid w:val="00913F33"/>
    <w:rsid w:val="009140AF"/>
    <w:rsid w:val="00914AAE"/>
    <w:rsid w:val="00915FD8"/>
    <w:rsid w:val="00916773"/>
    <w:rsid w:val="009171BA"/>
    <w:rsid w:val="0091771A"/>
    <w:rsid w:val="009200A6"/>
    <w:rsid w:val="0092063D"/>
    <w:rsid w:val="00920A1A"/>
    <w:rsid w:val="00920F9A"/>
    <w:rsid w:val="0092110E"/>
    <w:rsid w:val="00921A61"/>
    <w:rsid w:val="00921A8B"/>
    <w:rsid w:val="00921ED0"/>
    <w:rsid w:val="00922160"/>
    <w:rsid w:val="009225DC"/>
    <w:rsid w:val="00922A1E"/>
    <w:rsid w:val="00923045"/>
    <w:rsid w:val="00923051"/>
    <w:rsid w:val="00923410"/>
    <w:rsid w:val="00923438"/>
    <w:rsid w:val="0092352A"/>
    <w:rsid w:val="00923BFE"/>
    <w:rsid w:val="00923E5B"/>
    <w:rsid w:val="00924376"/>
    <w:rsid w:val="00924555"/>
    <w:rsid w:val="00924B77"/>
    <w:rsid w:val="00924E79"/>
    <w:rsid w:val="00925224"/>
    <w:rsid w:val="009252C7"/>
    <w:rsid w:val="00925999"/>
    <w:rsid w:val="00925C88"/>
    <w:rsid w:val="009263D8"/>
    <w:rsid w:val="00926E73"/>
    <w:rsid w:val="009279CC"/>
    <w:rsid w:val="00927B3D"/>
    <w:rsid w:val="009301A4"/>
    <w:rsid w:val="009302F6"/>
    <w:rsid w:val="00930374"/>
    <w:rsid w:val="00930B48"/>
    <w:rsid w:val="00930C73"/>
    <w:rsid w:val="00931048"/>
    <w:rsid w:val="00931131"/>
    <w:rsid w:val="009311C4"/>
    <w:rsid w:val="00931513"/>
    <w:rsid w:val="0093155F"/>
    <w:rsid w:val="009315DB"/>
    <w:rsid w:val="009315F1"/>
    <w:rsid w:val="00931A6A"/>
    <w:rsid w:val="00931F9F"/>
    <w:rsid w:val="00932087"/>
    <w:rsid w:val="00932282"/>
    <w:rsid w:val="00932719"/>
    <w:rsid w:val="009328B3"/>
    <w:rsid w:val="009332B9"/>
    <w:rsid w:val="009332D0"/>
    <w:rsid w:val="00933490"/>
    <w:rsid w:val="0093354A"/>
    <w:rsid w:val="00933884"/>
    <w:rsid w:val="00933990"/>
    <w:rsid w:val="00933DFB"/>
    <w:rsid w:val="00933EF6"/>
    <w:rsid w:val="009347EA"/>
    <w:rsid w:val="0093483A"/>
    <w:rsid w:val="00934C38"/>
    <w:rsid w:val="00936500"/>
    <w:rsid w:val="00936DAF"/>
    <w:rsid w:val="0093711F"/>
    <w:rsid w:val="009378AB"/>
    <w:rsid w:val="009404D8"/>
    <w:rsid w:val="0094050B"/>
    <w:rsid w:val="0094073B"/>
    <w:rsid w:val="00940D83"/>
    <w:rsid w:val="00940F9E"/>
    <w:rsid w:val="00940FFF"/>
    <w:rsid w:val="009419C1"/>
    <w:rsid w:val="00941E07"/>
    <w:rsid w:val="00942265"/>
    <w:rsid w:val="009424B9"/>
    <w:rsid w:val="0094271C"/>
    <w:rsid w:val="009427FB"/>
    <w:rsid w:val="0094388C"/>
    <w:rsid w:val="009442BB"/>
    <w:rsid w:val="00944991"/>
    <w:rsid w:val="00944CE6"/>
    <w:rsid w:val="00944ED2"/>
    <w:rsid w:val="00945171"/>
    <w:rsid w:val="00945DAF"/>
    <w:rsid w:val="00946449"/>
    <w:rsid w:val="009465EC"/>
    <w:rsid w:val="00946A3B"/>
    <w:rsid w:val="00946F1B"/>
    <w:rsid w:val="00947233"/>
    <w:rsid w:val="009472B2"/>
    <w:rsid w:val="009474C4"/>
    <w:rsid w:val="00947CAC"/>
    <w:rsid w:val="00950197"/>
    <w:rsid w:val="009503A0"/>
    <w:rsid w:val="009509C9"/>
    <w:rsid w:val="00950B39"/>
    <w:rsid w:val="00951555"/>
    <w:rsid w:val="00951643"/>
    <w:rsid w:val="009518FA"/>
    <w:rsid w:val="00951B2C"/>
    <w:rsid w:val="00951E0A"/>
    <w:rsid w:val="00952719"/>
    <w:rsid w:val="00952756"/>
    <w:rsid w:val="00952933"/>
    <w:rsid w:val="00953094"/>
    <w:rsid w:val="00953660"/>
    <w:rsid w:val="00953EA9"/>
    <w:rsid w:val="0095445E"/>
    <w:rsid w:val="00954C30"/>
    <w:rsid w:val="009557B9"/>
    <w:rsid w:val="00956734"/>
    <w:rsid w:val="009568BF"/>
    <w:rsid w:val="00956DE7"/>
    <w:rsid w:val="00956DF5"/>
    <w:rsid w:val="00957C37"/>
    <w:rsid w:val="00957D62"/>
    <w:rsid w:val="009607D9"/>
    <w:rsid w:val="00960858"/>
    <w:rsid w:val="00960918"/>
    <w:rsid w:val="009610BF"/>
    <w:rsid w:val="00961144"/>
    <w:rsid w:val="009611A4"/>
    <w:rsid w:val="0096189F"/>
    <w:rsid w:val="00961921"/>
    <w:rsid w:val="009625DD"/>
    <w:rsid w:val="00962931"/>
    <w:rsid w:val="00963A6C"/>
    <w:rsid w:val="00964122"/>
    <w:rsid w:val="0096462C"/>
    <w:rsid w:val="009646D6"/>
    <w:rsid w:val="00964D4B"/>
    <w:rsid w:val="00965374"/>
    <w:rsid w:val="00965382"/>
    <w:rsid w:val="00965498"/>
    <w:rsid w:val="00965BB7"/>
    <w:rsid w:val="00965FA9"/>
    <w:rsid w:val="00966D49"/>
    <w:rsid w:val="00966D9B"/>
    <w:rsid w:val="009674ED"/>
    <w:rsid w:val="009678C0"/>
    <w:rsid w:val="00967A71"/>
    <w:rsid w:val="00967F98"/>
    <w:rsid w:val="00967FDB"/>
    <w:rsid w:val="009704A4"/>
    <w:rsid w:val="009706A0"/>
    <w:rsid w:val="009707A2"/>
    <w:rsid w:val="00970C98"/>
    <w:rsid w:val="009711A7"/>
    <w:rsid w:val="00971A45"/>
    <w:rsid w:val="00971C07"/>
    <w:rsid w:val="00971EDD"/>
    <w:rsid w:val="009720E1"/>
    <w:rsid w:val="009729BA"/>
    <w:rsid w:val="00972A5A"/>
    <w:rsid w:val="00972E1A"/>
    <w:rsid w:val="00973081"/>
    <w:rsid w:val="00973137"/>
    <w:rsid w:val="009740EE"/>
    <w:rsid w:val="009747D8"/>
    <w:rsid w:val="00976576"/>
    <w:rsid w:val="00976578"/>
    <w:rsid w:val="00976E81"/>
    <w:rsid w:val="00976F41"/>
    <w:rsid w:val="00977639"/>
    <w:rsid w:val="00977BCB"/>
    <w:rsid w:val="009808B7"/>
    <w:rsid w:val="00980A94"/>
    <w:rsid w:val="009810CD"/>
    <w:rsid w:val="0098175E"/>
    <w:rsid w:val="00982554"/>
    <w:rsid w:val="00982839"/>
    <w:rsid w:val="00982B58"/>
    <w:rsid w:val="00983A6C"/>
    <w:rsid w:val="00984034"/>
    <w:rsid w:val="00984104"/>
    <w:rsid w:val="00984673"/>
    <w:rsid w:val="00984BC0"/>
    <w:rsid w:val="00984DC3"/>
    <w:rsid w:val="0098582C"/>
    <w:rsid w:val="0098642A"/>
    <w:rsid w:val="0098685D"/>
    <w:rsid w:val="00987528"/>
    <w:rsid w:val="0098758E"/>
    <w:rsid w:val="00987B36"/>
    <w:rsid w:val="00987D38"/>
    <w:rsid w:val="00987D60"/>
    <w:rsid w:val="00987F64"/>
    <w:rsid w:val="009900F0"/>
    <w:rsid w:val="00990113"/>
    <w:rsid w:val="00990529"/>
    <w:rsid w:val="009915AF"/>
    <w:rsid w:val="00991FB9"/>
    <w:rsid w:val="009925A0"/>
    <w:rsid w:val="0099298F"/>
    <w:rsid w:val="00992D23"/>
    <w:rsid w:val="0099316F"/>
    <w:rsid w:val="00993388"/>
    <w:rsid w:val="009934C3"/>
    <w:rsid w:val="009938DD"/>
    <w:rsid w:val="00993AEF"/>
    <w:rsid w:val="00993D70"/>
    <w:rsid w:val="009944F6"/>
    <w:rsid w:val="00995804"/>
    <w:rsid w:val="00995BF2"/>
    <w:rsid w:val="0099656B"/>
    <w:rsid w:val="009965DE"/>
    <w:rsid w:val="0099663B"/>
    <w:rsid w:val="00996675"/>
    <w:rsid w:val="00996FD3"/>
    <w:rsid w:val="00997106"/>
    <w:rsid w:val="009974E3"/>
    <w:rsid w:val="00997AE2"/>
    <w:rsid w:val="00997C60"/>
    <w:rsid w:val="009A01B7"/>
    <w:rsid w:val="009A0277"/>
    <w:rsid w:val="009A065E"/>
    <w:rsid w:val="009A0DB1"/>
    <w:rsid w:val="009A0EDC"/>
    <w:rsid w:val="009A124E"/>
    <w:rsid w:val="009A19DA"/>
    <w:rsid w:val="009A1C66"/>
    <w:rsid w:val="009A278D"/>
    <w:rsid w:val="009A28A2"/>
    <w:rsid w:val="009A2B66"/>
    <w:rsid w:val="009A31A2"/>
    <w:rsid w:val="009A34A4"/>
    <w:rsid w:val="009A34DA"/>
    <w:rsid w:val="009A367A"/>
    <w:rsid w:val="009A3D91"/>
    <w:rsid w:val="009A526A"/>
    <w:rsid w:val="009A55E0"/>
    <w:rsid w:val="009A5D33"/>
    <w:rsid w:val="009A5E54"/>
    <w:rsid w:val="009A67FC"/>
    <w:rsid w:val="009A6EFC"/>
    <w:rsid w:val="009A7A68"/>
    <w:rsid w:val="009A7B35"/>
    <w:rsid w:val="009B01DF"/>
    <w:rsid w:val="009B02DE"/>
    <w:rsid w:val="009B0355"/>
    <w:rsid w:val="009B0991"/>
    <w:rsid w:val="009B0BB1"/>
    <w:rsid w:val="009B11BF"/>
    <w:rsid w:val="009B1838"/>
    <w:rsid w:val="009B19E2"/>
    <w:rsid w:val="009B1D93"/>
    <w:rsid w:val="009B1DF4"/>
    <w:rsid w:val="009B2028"/>
    <w:rsid w:val="009B212B"/>
    <w:rsid w:val="009B39CF"/>
    <w:rsid w:val="009B3CB1"/>
    <w:rsid w:val="009B3F16"/>
    <w:rsid w:val="009B439A"/>
    <w:rsid w:val="009B448E"/>
    <w:rsid w:val="009B4719"/>
    <w:rsid w:val="009B4A8C"/>
    <w:rsid w:val="009B4B85"/>
    <w:rsid w:val="009B4E88"/>
    <w:rsid w:val="009B55C1"/>
    <w:rsid w:val="009B58AD"/>
    <w:rsid w:val="009B5B3D"/>
    <w:rsid w:val="009B62B9"/>
    <w:rsid w:val="009B65BD"/>
    <w:rsid w:val="009B69DE"/>
    <w:rsid w:val="009B772D"/>
    <w:rsid w:val="009B79DE"/>
    <w:rsid w:val="009C0B6A"/>
    <w:rsid w:val="009C19E2"/>
    <w:rsid w:val="009C1A15"/>
    <w:rsid w:val="009C1A84"/>
    <w:rsid w:val="009C1D2E"/>
    <w:rsid w:val="009C1EFC"/>
    <w:rsid w:val="009C2735"/>
    <w:rsid w:val="009C2840"/>
    <w:rsid w:val="009C2F17"/>
    <w:rsid w:val="009C3004"/>
    <w:rsid w:val="009C3060"/>
    <w:rsid w:val="009C3F2E"/>
    <w:rsid w:val="009C45EB"/>
    <w:rsid w:val="009C53D0"/>
    <w:rsid w:val="009C5D7A"/>
    <w:rsid w:val="009C5F5E"/>
    <w:rsid w:val="009C63C5"/>
    <w:rsid w:val="009C66E4"/>
    <w:rsid w:val="009C6753"/>
    <w:rsid w:val="009C6A5B"/>
    <w:rsid w:val="009C6B83"/>
    <w:rsid w:val="009C6D6B"/>
    <w:rsid w:val="009C6DFA"/>
    <w:rsid w:val="009C7475"/>
    <w:rsid w:val="009C7607"/>
    <w:rsid w:val="009C78BF"/>
    <w:rsid w:val="009C7A52"/>
    <w:rsid w:val="009C7C89"/>
    <w:rsid w:val="009D0200"/>
    <w:rsid w:val="009D0394"/>
    <w:rsid w:val="009D03CA"/>
    <w:rsid w:val="009D07AA"/>
    <w:rsid w:val="009D0A0C"/>
    <w:rsid w:val="009D0ADF"/>
    <w:rsid w:val="009D0D1B"/>
    <w:rsid w:val="009D1781"/>
    <w:rsid w:val="009D1876"/>
    <w:rsid w:val="009D1A39"/>
    <w:rsid w:val="009D2091"/>
    <w:rsid w:val="009D2302"/>
    <w:rsid w:val="009D2ACA"/>
    <w:rsid w:val="009D2C08"/>
    <w:rsid w:val="009D33F9"/>
    <w:rsid w:val="009D3538"/>
    <w:rsid w:val="009D3AA3"/>
    <w:rsid w:val="009D3EF1"/>
    <w:rsid w:val="009D42CE"/>
    <w:rsid w:val="009D4661"/>
    <w:rsid w:val="009D48B3"/>
    <w:rsid w:val="009D4963"/>
    <w:rsid w:val="009D4997"/>
    <w:rsid w:val="009D56D5"/>
    <w:rsid w:val="009D5CCE"/>
    <w:rsid w:val="009D61AB"/>
    <w:rsid w:val="009D63CC"/>
    <w:rsid w:val="009D6E92"/>
    <w:rsid w:val="009D6F5A"/>
    <w:rsid w:val="009D7B46"/>
    <w:rsid w:val="009D7B49"/>
    <w:rsid w:val="009D7EE9"/>
    <w:rsid w:val="009E0AE2"/>
    <w:rsid w:val="009E0BE7"/>
    <w:rsid w:val="009E134C"/>
    <w:rsid w:val="009E1635"/>
    <w:rsid w:val="009E1809"/>
    <w:rsid w:val="009E1B46"/>
    <w:rsid w:val="009E1CD5"/>
    <w:rsid w:val="009E1D49"/>
    <w:rsid w:val="009E2718"/>
    <w:rsid w:val="009E2747"/>
    <w:rsid w:val="009E2B6C"/>
    <w:rsid w:val="009E3229"/>
    <w:rsid w:val="009E3950"/>
    <w:rsid w:val="009E3E30"/>
    <w:rsid w:val="009E465C"/>
    <w:rsid w:val="009E4A27"/>
    <w:rsid w:val="009E4D08"/>
    <w:rsid w:val="009E4D7F"/>
    <w:rsid w:val="009E54EA"/>
    <w:rsid w:val="009E5CB8"/>
    <w:rsid w:val="009E5CE7"/>
    <w:rsid w:val="009E5DAE"/>
    <w:rsid w:val="009E5E54"/>
    <w:rsid w:val="009E6483"/>
    <w:rsid w:val="009E68A6"/>
    <w:rsid w:val="009E74E7"/>
    <w:rsid w:val="009E7735"/>
    <w:rsid w:val="009E77CE"/>
    <w:rsid w:val="009F03CE"/>
    <w:rsid w:val="009F0C7C"/>
    <w:rsid w:val="009F100A"/>
    <w:rsid w:val="009F14A6"/>
    <w:rsid w:val="009F180A"/>
    <w:rsid w:val="009F2102"/>
    <w:rsid w:val="009F25D2"/>
    <w:rsid w:val="009F279D"/>
    <w:rsid w:val="009F2FA5"/>
    <w:rsid w:val="009F315A"/>
    <w:rsid w:val="009F317F"/>
    <w:rsid w:val="009F356E"/>
    <w:rsid w:val="009F3CDC"/>
    <w:rsid w:val="009F3F86"/>
    <w:rsid w:val="009F403A"/>
    <w:rsid w:val="009F4588"/>
    <w:rsid w:val="009F46F9"/>
    <w:rsid w:val="009F470B"/>
    <w:rsid w:val="009F4E59"/>
    <w:rsid w:val="009F52A5"/>
    <w:rsid w:val="009F54E8"/>
    <w:rsid w:val="009F5B2C"/>
    <w:rsid w:val="009F5CB3"/>
    <w:rsid w:val="009F7855"/>
    <w:rsid w:val="009F78DD"/>
    <w:rsid w:val="009F7C05"/>
    <w:rsid w:val="009F7ED2"/>
    <w:rsid w:val="009F7F43"/>
    <w:rsid w:val="00A005C0"/>
    <w:rsid w:val="00A005F3"/>
    <w:rsid w:val="00A00C94"/>
    <w:rsid w:val="00A00E40"/>
    <w:rsid w:val="00A01334"/>
    <w:rsid w:val="00A014C1"/>
    <w:rsid w:val="00A0189C"/>
    <w:rsid w:val="00A028A7"/>
    <w:rsid w:val="00A02CD9"/>
    <w:rsid w:val="00A03088"/>
    <w:rsid w:val="00A03ED8"/>
    <w:rsid w:val="00A03FB8"/>
    <w:rsid w:val="00A04694"/>
    <w:rsid w:val="00A049D9"/>
    <w:rsid w:val="00A051F2"/>
    <w:rsid w:val="00A05B23"/>
    <w:rsid w:val="00A05DA0"/>
    <w:rsid w:val="00A066BD"/>
    <w:rsid w:val="00A069A0"/>
    <w:rsid w:val="00A06C1E"/>
    <w:rsid w:val="00A06F9C"/>
    <w:rsid w:val="00A0736A"/>
    <w:rsid w:val="00A0792B"/>
    <w:rsid w:val="00A07D7D"/>
    <w:rsid w:val="00A07DBF"/>
    <w:rsid w:val="00A07EF2"/>
    <w:rsid w:val="00A102D6"/>
    <w:rsid w:val="00A10510"/>
    <w:rsid w:val="00A10B84"/>
    <w:rsid w:val="00A10E6E"/>
    <w:rsid w:val="00A11073"/>
    <w:rsid w:val="00A11949"/>
    <w:rsid w:val="00A11AED"/>
    <w:rsid w:val="00A11D2F"/>
    <w:rsid w:val="00A1250D"/>
    <w:rsid w:val="00A12628"/>
    <w:rsid w:val="00A127AD"/>
    <w:rsid w:val="00A1293F"/>
    <w:rsid w:val="00A12950"/>
    <w:rsid w:val="00A133AA"/>
    <w:rsid w:val="00A133B0"/>
    <w:rsid w:val="00A13BEC"/>
    <w:rsid w:val="00A14156"/>
    <w:rsid w:val="00A14A73"/>
    <w:rsid w:val="00A14D7D"/>
    <w:rsid w:val="00A151FF"/>
    <w:rsid w:val="00A153D6"/>
    <w:rsid w:val="00A156DE"/>
    <w:rsid w:val="00A1583C"/>
    <w:rsid w:val="00A15A92"/>
    <w:rsid w:val="00A15DD4"/>
    <w:rsid w:val="00A165A8"/>
    <w:rsid w:val="00A16CA3"/>
    <w:rsid w:val="00A16D6A"/>
    <w:rsid w:val="00A17079"/>
    <w:rsid w:val="00A17AB1"/>
    <w:rsid w:val="00A17D73"/>
    <w:rsid w:val="00A2096E"/>
    <w:rsid w:val="00A209FF"/>
    <w:rsid w:val="00A213CE"/>
    <w:rsid w:val="00A2184C"/>
    <w:rsid w:val="00A21BC8"/>
    <w:rsid w:val="00A22047"/>
    <w:rsid w:val="00A220A9"/>
    <w:rsid w:val="00A2250C"/>
    <w:rsid w:val="00A2272B"/>
    <w:rsid w:val="00A232E2"/>
    <w:rsid w:val="00A23622"/>
    <w:rsid w:val="00A23811"/>
    <w:rsid w:val="00A2432C"/>
    <w:rsid w:val="00A24914"/>
    <w:rsid w:val="00A24DD3"/>
    <w:rsid w:val="00A24E14"/>
    <w:rsid w:val="00A257D2"/>
    <w:rsid w:val="00A25D83"/>
    <w:rsid w:val="00A26586"/>
    <w:rsid w:val="00A268BC"/>
    <w:rsid w:val="00A268C7"/>
    <w:rsid w:val="00A27B30"/>
    <w:rsid w:val="00A300A2"/>
    <w:rsid w:val="00A30529"/>
    <w:rsid w:val="00A3083F"/>
    <w:rsid w:val="00A30B86"/>
    <w:rsid w:val="00A3100F"/>
    <w:rsid w:val="00A311AF"/>
    <w:rsid w:val="00A311F0"/>
    <w:rsid w:val="00A3120C"/>
    <w:rsid w:val="00A31B3B"/>
    <w:rsid w:val="00A322A5"/>
    <w:rsid w:val="00A32C75"/>
    <w:rsid w:val="00A331EF"/>
    <w:rsid w:val="00A335B2"/>
    <w:rsid w:val="00A33B82"/>
    <w:rsid w:val="00A34064"/>
    <w:rsid w:val="00A3455A"/>
    <w:rsid w:val="00A3477B"/>
    <w:rsid w:val="00A34BA1"/>
    <w:rsid w:val="00A3512A"/>
    <w:rsid w:val="00A35790"/>
    <w:rsid w:val="00A35A77"/>
    <w:rsid w:val="00A35CF7"/>
    <w:rsid w:val="00A35CFB"/>
    <w:rsid w:val="00A3609E"/>
    <w:rsid w:val="00A373BF"/>
    <w:rsid w:val="00A375C3"/>
    <w:rsid w:val="00A37947"/>
    <w:rsid w:val="00A37A50"/>
    <w:rsid w:val="00A40263"/>
    <w:rsid w:val="00A40AC5"/>
    <w:rsid w:val="00A40B77"/>
    <w:rsid w:val="00A41684"/>
    <w:rsid w:val="00A417CD"/>
    <w:rsid w:val="00A41916"/>
    <w:rsid w:val="00A41C89"/>
    <w:rsid w:val="00A41E51"/>
    <w:rsid w:val="00A41F4B"/>
    <w:rsid w:val="00A4264D"/>
    <w:rsid w:val="00A430A8"/>
    <w:rsid w:val="00A432E9"/>
    <w:rsid w:val="00A4337B"/>
    <w:rsid w:val="00A4363B"/>
    <w:rsid w:val="00A43839"/>
    <w:rsid w:val="00A43DE2"/>
    <w:rsid w:val="00A43EE9"/>
    <w:rsid w:val="00A43F78"/>
    <w:rsid w:val="00A4449F"/>
    <w:rsid w:val="00A44715"/>
    <w:rsid w:val="00A4487E"/>
    <w:rsid w:val="00A4506E"/>
    <w:rsid w:val="00A46071"/>
    <w:rsid w:val="00A46093"/>
    <w:rsid w:val="00A46501"/>
    <w:rsid w:val="00A46BEE"/>
    <w:rsid w:val="00A47297"/>
    <w:rsid w:val="00A47755"/>
    <w:rsid w:val="00A47B15"/>
    <w:rsid w:val="00A47B29"/>
    <w:rsid w:val="00A47B7B"/>
    <w:rsid w:val="00A47CFF"/>
    <w:rsid w:val="00A50708"/>
    <w:rsid w:val="00A50B8A"/>
    <w:rsid w:val="00A51360"/>
    <w:rsid w:val="00A521BB"/>
    <w:rsid w:val="00A529BA"/>
    <w:rsid w:val="00A53A91"/>
    <w:rsid w:val="00A53AE8"/>
    <w:rsid w:val="00A53C53"/>
    <w:rsid w:val="00A5446F"/>
    <w:rsid w:val="00A545E0"/>
    <w:rsid w:val="00A54C95"/>
    <w:rsid w:val="00A55136"/>
    <w:rsid w:val="00A55B1A"/>
    <w:rsid w:val="00A564E5"/>
    <w:rsid w:val="00A56628"/>
    <w:rsid w:val="00A566C9"/>
    <w:rsid w:val="00A571A4"/>
    <w:rsid w:val="00A57325"/>
    <w:rsid w:val="00A57D43"/>
    <w:rsid w:val="00A602D6"/>
    <w:rsid w:val="00A6047D"/>
    <w:rsid w:val="00A60619"/>
    <w:rsid w:val="00A608D0"/>
    <w:rsid w:val="00A60C92"/>
    <w:rsid w:val="00A6111C"/>
    <w:rsid w:val="00A61558"/>
    <w:rsid w:val="00A6180F"/>
    <w:rsid w:val="00A61F14"/>
    <w:rsid w:val="00A625B2"/>
    <w:rsid w:val="00A625C3"/>
    <w:rsid w:val="00A62B48"/>
    <w:rsid w:val="00A63024"/>
    <w:rsid w:val="00A63530"/>
    <w:rsid w:val="00A636DC"/>
    <w:rsid w:val="00A6370F"/>
    <w:rsid w:val="00A63807"/>
    <w:rsid w:val="00A6405C"/>
    <w:rsid w:val="00A64FF5"/>
    <w:rsid w:val="00A651AD"/>
    <w:rsid w:val="00A657EB"/>
    <w:rsid w:val="00A65906"/>
    <w:rsid w:val="00A669BB"/>
    <w:rsid w:val="00A66FDE"/>
    <w:rsid w:val="00A67097"/>
    <w:rsid w:val="00A67276"/>
    <w:rsid w:val="00A67281"/>
    <w:rsid w:val="00A674F1"/>
    <w:rsid w:val="00A6789F"/>
    <w:rsid w:val="00A67A55"/>
    <w:rsid w:val="00A70A1D"/>
    <w:rsid w:val="00A70E3E"/>
    <w:rsid w:val="00A718CB"/>
    <w:rsid w:val="00A7236D"/>
    <w:rsid w:val="00A72570"/>
    <w:rsid w:val="00A729A1"/>
    <w:rsid w:val="00A72B08"/>
    <w:rsid w:val="00A72C3A"/>
    <w:rsid w:val="00A72CC6"/>
    <w:rsid w:val="00A73673"/>
    <w:rsid w:val="00A73D4E"/>
    <w:rsid w:val="00A74DD0"/>
    <w:rsid w:val="00A74EE3"/>
    <w:rsid w:val="00A7544E"/>
    <w:rsid w:val="00A75607"/>
    <w:rsid w:val="00A75814"/>
    <w:rsid w:val="00A75CD0"/>
    <w:rsid w:val="00A76414"/>
    <w:rsid w:val="00A76485"/>
    <w:rsid w:val="00A768A9"/>
    <w:rsid w:val="00A7694D"/>
    <w:rsid w:val="00A77031"/>
    <w:rsid w:val="00A80193"/>
    <w:rsid w:val="00A8065E"/>
    <w:rsid w:val="00A8087D"/>
    <w:rsid w:val="00A80962"/>
    <w:rsid w:val="00A81AA5"/>
    <w:rsid w:val="00A81D35"/>
    <w:rsid w:val="00A81F7F"/>
    <w:rsid w:val="00A82160"/>
    <w:rsid w:val="00A8295B"/>
    <w:rsid w:val="00A82B87"/>
    <w:rsid w:val="00A830E6"/>
    <w:rsid w:val="00A83357"/>
    <w:rsid w:val="00A8362F"/>
    <w:rsid w:val="00A83C32"/>
    <w:rsid w:val="00A83CED"/>
    <w:rsid w:val="00A83ED7"/>
    <w:rsid w:val="00A841C4"/>
    <w:rsid w:val="00A8435E"/>
    <w:rsid w:val="00A844CD"/>
    <w:rsid w:val="00A861D9"/>
    <w:rsid w:val="00A86494"/>
    <w:rsid w:val="00A86BAC"/>
    <w:rsid w:val="00A87068"/>
    <w:rsid w:val="00A87339"/>
    <w:rsid w:val="00A875E1"/>
    <w:rsid w:val="00A87B5A"/>
    <w:rsid w:val="00A90682"/>
    <w:rsid w:val="00A90CDA"/>
    <w:rsid w:val="00A910CF"/>
    <w:rsid w:val="00A91708"/>
    <w:rsid w:val="00A91859"/>
    <w:rsid w:val="00A918EF"/>
    <w:rsid w:val="00A92179"/>
    <w:rsid w:val="00A92311"/>
    <w:rsid w:val="00A924D7"/>
    <w:rsid w:val="00A936D4"/>
    <w:rsid w:val="00A93C13"/>
    <w:rsid w:val="00A93C67"/>
    <w:rsid w:val="00A93CE5"/>
    <w:rsid w:val="00A943CC"/>
    <w:rsid w:val="00A946B2"/>
    <w:rsid w:val="00A94DCD"/>
    <w:rsid w:val="00A94E0E"/>
    <w:rsid w:val="00A94EA4"/>
    <w:rsid w:val="00A956B0"/>
    <w:rsid w:val="00A95855"/>
    <w:rsid w:val="00A96DA2"/>
    <w:rsid w:val="00A96E56"/>
    <w:rsid w:val="00A96E5F"/>
    <w:rsid w:val="00A97829"/>
    <w:rsid w:val="00A97981"/>
    <w:rsid w:val="00A97A28"/>
    <w:rsid w:val="00AA000A"/>
    <w:rsid w:val="00AA032A"/>
    <w:rsid w:val="00AA077B"/>
    <w:rsid w:val="00AA09BE"/>
    <w:rsid w:val="00AA0AB0"/>
    <w:rsid w:val="00AA0F7E"/>
    <w:rsid w:val="00AA1394"/>
    <w:rsid w:val="00AA165B"/>
    <w:rsid w:val="00AA18AF"/>
    <w:rsid w:val="00AA1AF4"/>
    <w:rsid w:val="00AA239A"/>
    <w:rsid w:val="00AA2746"/>
    <w:rsid w:val="00AA2CB3"/>
    <w:rsid w:val="00AA4778"/>
    <w:rsid w:val="00AA495D"/>
    <w:rsid w:val="00AA4D87"/>
    <w:rsid w:val="00AA4E9C"/>
    <w:rsid w:val="00AA4F89"/>
    <w:rsid w:val="00AA575E"/>
    <w:rsid w:val="00AA5A5E"/>
    <w:rsid w:val="00AA6040"/>
    <w:rsid w:val="00AA618C"/>
    <w:rsid w:val="00AA618E"/>
    <w:rsid w:val="00AA6C44"/>
    <w:rsid w:val="00AA70D1"/>
    <w:rsid w:val="00AA7CB4"/>
    <w:rsid w:val="00AA7F6B"/>
    <w:rsid w:val="00AB0C04"/>
    <w:rsid w:val="00AB0FEE"/>
    <w:rsid w:val="00AB102C"/>
    <w:rsid w:val="00AB1078"/>
    <w:rsid w:val="00AB117C"/>
    <w:rsid w:val="00AB1763"/>
    <w:rsid w:val="00AB1AE5"/>
    <w:rsid w:val="00AB1BAA"/>
    <w:rsid w:val="00AB2357"/>
    <w:rsid w:val="00AB272D"/>
    <w:rsid w:val="00AB28E0"/>
    <w:rsid w:val="00AB2D66"/>
    <w:rsid w:val="00AB2F9B"/>
    <w:rsid w:val="00AB38B5"/>
    <w:rsid w:val="00AB3FC1"/>
    <w:rsid w:val="00AB4054"/>
    <w:rsid w:val="00AB410A"/>
    <w:rsid w:val="00AB42DC"/>
    <w:rsid w:val="00AB4997"/>
    <w:rsid w:val="00AB54DF"/>
    <w:rsid w:val="00AB54FB"/>
    <w:rsid w:val="00AB5C49"/>
    <w:rsid w:val="00AB6D01"/>
    <w:rsid w:val="00AB6D35"/>
    <w:rsid w:val="00AB7034"/>
    <w:rsid w:val="00AB7704"/>
    <w:rsid w:val="00AC05BA"/>
    <w:rsid w:val="00AC0AE2"/>
    <w:rsid w:val="00AC0C2C"/>
    <w:rsid w:val="00AC158C"/>
    <w:rsid w:val="00AC30B1"/>
    <w:rsid w:val="00AC34EF"/>
    <w:rsid w:val="00AC3855"/>
    <w:rsid w:val="00AC3956"/>
    <w:rsid w:val="00AC3CA7"/>
    <w:rsid w:val="00AC465B"/>
    <w:rsid w:val="00AC490B"/>
    <w:rsid w:val="00AC4AB5"/>
    <w:rsid w:val="00AC4D25"/>
    <w:rsid w:val="00AC5440"/>
    <w:rsid w:val="00AC55A5"/>
    <w:rsid w:val="00AC588D"/>
    <w:rsid w:val="00AC58A8"/>
    <w:rsid w:val="00AC6BDB"/>
    <w:rsid w:val="00AC6C72"/>
    <w:rsid w:val="00AC73AC"/>
    <w:rsid w:val="00AC7619"/>
    <w:rsid w:val="00AC771B"/>
    <w:rsid w:val="00AC7F09"/>
    <w:rsid w:val="00AD0090"/>
    <w:rsid w:val="00AD04E7"/>
    <w:rsid w:val="00AD05FA"/>
    <w:rsid w:val="00AD07E0"/>
    <w:rsid w:val="00AD0D7F"/>
    <w:rsid w:val="00AD0E83"/>
    <w:rsid w:val="00AD142E"/>
    <w:rsid w:val="00AD14C6"/>
    <w:rsid w:val="00AD19CD"/>
    <w:rsid w:val="00AD25C6"/>
    <w:rsid w:val="00AD265F"/>
    <w:rsid w:val="00AD28F1"/>
    <w:rsid w:val="00AD2C45"/>
    <w:rsid w:val="00AD39B1"/>
    <w:rsid w:val="00AD3FCC"/>
    <w:rsid w:val="00AD434D"/>
    <w:rsid w:val="00AD5015"/>
    <w:rsid w:val="00AD513B"/>
    <w:rsid w:val="00AD53A9"/>
    <w:rsid w:val="00AD564B"/>
    <w:rsid w:val="00AD5ABD"/>
    <w:rsid w:val="00AD6D33"/>
    <w:rsid w:val="00AD6DD3"/>
    <w:rsid w:val="00AD70D6"/>
    <w:rsid w:val="00AD73AB"/>
    <w:rsid w:val="00AD7D18"/>
    <w:rsid w:val="00AE0515"/>
    <w:rsid w:val="00AE0E08"/>
    <w:rsid w:val="00AE0FCD"/>
    <w:rsid w:val="00AE127E"/>
    <w:rsid w:val="00AE146D"/>
    <w:rsid w:val="00AE1C3F"/>
    <w:rsid w:val="00AE2135"/>
    <w:rsid w:val="00AE2193"/>
    <w:rsid w:val="00AE23BB"/>
    <w:rsid w:val="00AE249B"/>
    <w:rsid w:val="00AE2868"/>
    <w:rsid w:val="00AE2F30"/>
    <w:rsid w:val="00AE2FD5"/>
    <w:rsid w:val="00AE3115"/>
    <w:rsid w:val="00AE334C"/>
    <w:rsid w:val="00AE3AD5"/>
    <w:rsid w:val="00AE4398"/>
    <w:rsid w:val="00AE48ED"/>
    <w:rsid w:val="00AE4B65"/>
    <w:rsid w:val="00AE4D1E"/>
    <w:rsid w:val="00AE4EF0"/>
    <w:rsid w:val="00AE5BFA"/>
    <w:rsid w:val="00AE60AA"/>
    <w:rsid w:val="00AE64E9"/>
    <w:rsid w:val="00AE72D4"/>
    <w:rsid w:val="00AE73C7"/>
    <w:rsid w:val="00AF01BB"/>
    <w:rsid w:val="00AF07D6"/>
    <w:rsid w:val="00AF0BFB"/>
    <w:rsid w:val="00AF0D00"/>
    <w:rsid w:val="00AF0DC0"/>
    <w:rsid w:val="00AF1079"/>
    <w:rsid w:val="00AF1336"/>
    <w:rsid w:val="00AF13DA"/>
    <w:rsid w:val="00AF13F0"/>
    <w:rsid w:val="00AF13FC"/>
    <w:rsid w:val="00AF18DA"/>
    <w:rsid w:val="00AF1CAF"/>
    <w:rsid w:val="00AF1CB2"/>
    <w:rsid w:val="00AF1ED0"/>
    <w:rsid w:val="00AF2153"/>
    <w:rsid w:val="00AF2374"/>
    <w:rsid w:val="00AF277A"/>
    <w:rsid w:val="00AF2D4B"/>
    <w:rsid w:val="00AF2E97"/>
    <w:rsid w:val="00AF3759"/>
    <w:rsid w:val="00AF377E"/>
    <w:rsid w:val="00AF3A93"/>
    <w:rsid w:val="00AF3F98"/>
    <w:rsid w:val="00AF4648"/>
    <w:rsid w:val="00AF488F"/>
    <w:rsid w:val="00AF4AE9"/>
    <w:rsid w:val="00AF4F00"/>
    <w:rsid w:val="00AF50CA"/>
    <w:rsid w:val="00AF5223"/>
    <w:rsid w:val="00AF52DF"/>
    <w:rsid w:val="00AF5460"/>
    <w:rsid w:val="00AF608F"/>
    <w:rsid w:val="00AF6634"/>
    <w:rsid w:val="00AF6C6A"/>
    <w:rsid w:val="00AF6C6D"/>
    <w:rsid w:val="00AF7702"/>
    <w:rsid w:val="00AF7772"/>
    <w:rsid w:val="00AF77AB"/>
    <w:rsid w:val="00AF7BC4"/>
    <w:rsid w:val="00B003A6"/>
    <w:rsid w:val="00B0058F"/>
    <w:rsid w:val="00B00895"/>
    <w:rsid w:val="00B01269"/>
    <w:rsid w:val="00B017CF"/>
    <w:rsid w:val="00B01FF2"/>
    <w:rsid w:val="00B02114"/>
    <w:rsid w:val="00B0233A"/>
    <w:rsid w:val="00B026DB"/>
    <w:rsid w:val="00B0274F"/>
    <w:rsid w:val="00B0295F"/>
    <w:rsid w:val="00B03AD2"/>
    <w:rsid w:val="00B04297"/>
    <w:rsid w:val="00B043DB"/>
    <w:rsid w:val="00B04910"/>
    <w:rsid w:val="00B049F4"/>
    <w:rsid w:val="00B04AD3"/>
    <w:rsid w:val="00B04BB0"/>
    <w:rsid w:val="00B051A3"/>
    <w:rsid w:val="00B05725"/>
    <w:rsid w:val="00B05AE8"/>
    <w:rsid w:val="00B05EAC"/>
    <w:rsid w:val="00B069FE"/>
    <w:rsid w:val="00B070BC"/>
    <w:rsid w:val="00B073A6"/>
    <w:rsid w:val="00B075BF"/>
    <w:rsid w:val="00B07809"/>
    <w:rsid w:val="00B07F59"/>
    <w:rsid w:val="00B1015D"/>
    <w:rsid w:val="00B10376"/>
    <w:rsid w:val="00B105B3"/>
    <w:rsid w:val="00B107E2"/>
    <w:rsid w:val="00B10A15"/>
    <w:rsid w:val="00B10AD4"/>
    <w:rsid w:val="00B11C68"/>
    <w:rsid w:val="00B1284A"/>
    <w:rsid w:val="00B1290B"/>
    <w:rsid w:val="00B132D9"/>
    <w:rsid w:val="00B13B9F"/>
    <w:rsid w:val="00B13D7D"/>
    <w:rsid w:val="00B15F68"/>
    <w:rsid w:val="00B16416"/>
    <w:rsid w:val="00B167F3"/>
    <w:rsid w:val="00B1693B"/>
    <w:rsid w:val="00B16960"/>
    <w:rsid w:val="00B17E33"/>
    <w:rsid w:val="00B17FE6"/>
    <w:rsid w:val="00B204C2"/>
    <w:rsid w:val="00B2052E"/>
    <w:rsid w:val="00B20C15"/>
    <w:rsid w:val="00B20E1C"/>
    <w:rsid w:val="00B21E6E"/>
    <w:rsid w:val="00B22B8D"/>
    <w:rsid w:val="00B2307E"/>
    <w:rsid w:val="00B23289"/>
    <w:rsid w:val="00B236F2"/>
    <w:rsid w:val="00B23A0B"/>
    <w:rsid w:val="00B24090"/>
    <w:rsid w:val="00B245A7"/>
    <w:rsid w:val="00B24C0F"/>
    <w:rsid w:val="00B25822"/>
    <w:rsid w:val="00B25CC6"/>
    <w:rsid w:val="00B260CF"/>
    <w:rsid w:val="00B26488"/>
    <w:rsid w:val="00B26655"/>
    <w:rsid w:val="00B26E9F"/>
    <w:rsid w:val="00B27050"/>
    <w:rsid w:val="00B2729A"/>
    <w:rsid w:val="00B301AC"/>
    <w:rsid w:val="00B30205"/>
    <w:rsid w:val="00B3022E"/>
    <w:rsid w:val="00B3026D"/>
    <w:rsid w:val="00B30634"/>
    <w:rsid w:val="00B3086F"/>
    <w:rsid w:val="00B30937"/>
    <w:rsid w:val="00B30B28"/>
    <w:rsid w:val="00B30E68"/>
    <w:rsid w:val="00B31229"/>
    <w:rsid w:val="00B3195D"/>
    <w:rsid w:val="00B31A08"/>
    <w:rsid w:val="00B31D6E"/>
    <w:rsid w:val="00B3203F"/>
    <w:rsid w:val="00B3398C"/>
    <w:rsid w:val="00B33C8B"/>
    <w:rsid w:val="00B3571F"/>
    <w:rsid w:val="00B35CB6"/>
    <w:rsid w:val="00B360A2"/>
    <w:rsid w:val="00B365E8"/>
    <w:rsid w:val="00B36880"/>
    <w:rsid w:val="00B37063"/>
    <w:rsid w:val="00B377F7"/>
    <w:rsid w:val="00B3788D"/>
    <w:rsid w:val="00B37F43"/>
    <w:rsid w:val="00B401E0"/>
    <w:rsid w:val="00B405A0"/>
    <w:rsid w:val="00B40755"/>
    <w:rsid w:val="00B41184"/>
    <w:rsid w:val="00B41830"/>
    <w:rsid w:val="00B419E1"/>
    <w:rsid w:val="00B41A83"/>
    <w:rsid w:val="00B41D31"/>
    <w:rsid w:val="00B423F1"/>
    <w:rsid w:val="00B4247C"/>
    <w:rsid w:val="00B42FA7"/>
    <w:rsid w:val="00B43335"/>
    <w:rsid w:val="00B43A16"/>
    <w:rsid w:val="00B43E68"/>
    <w:rsid w:val="00B44131"/>
    <w:rsid w:val="00B4422A"/>
    <w:rsid w:val="00B44A8C"/>
    <w:rsid w:val="00B45006"/>
    <w:rsid w:val="00B46387"/>
    <w:rsid w:val="00B465C6"/>
    <w:rsid w:val="00B46912"/>
    <w:rsid w:val="00B46928"/>
    <w:rsid w:val="00B474E3"/>
    <w:rsid w:val="00B478B3"/>
    <w:rsid w:val="00B47CAC"/>
    <w:rsid w:val="00B50EED"/>
    <w:rsid w:val="00B51628"/>
    <w:rsid w:val="00B51651"/>
    <w:rsid w:val="00B519F5"/>
    <w:rsid w:val="00B51EE7"/>
    <w:rsid w:val="00B526D0"/>
    <w:rsid w:val="00B52A0F"/>
    <w:rsid w:val="00B52BF3"/>
    <w:rsid w:val="00B52FE3"/>
    <w:rsid w:val="00B5370C"/>
    <w:rsid w:val="00B53AC1"/>
    <w:rsid w:val="00B53E9C"/>
    <w:rsid w:val="00B54157"/>
    <w:rsid w:val="00B54345"/>
    <w:rsid w:val="00B54696"/>
    <w:rsid w:val="00B547AC"/>
    <w:rsid w:val="00B54995"/>
    <w:rsid w:val="00B54F25"/>
    <w:rsid w:val="00B5510B"/>
    <w:rsid w:val="00B5568D"/>
    <w:rsid w:val="00B55CA9"/>
    <w:rsid w:val="00B56ABD"/>
    <w:rsid w:val="00B603AF"/>
    <w:rsid w:val="00B605EF"/>
    <w:rsid w:val="00B6133F"/>
    <w:rsid w:val="00B61677"/>
    <w:rsid w:val="00B61CE1"/>
    <w:rsid w:val="00B61E66"/>
    <w:rsid w:val="00B6205C"/>
    <w:rsid w:val="00B621D0"/>
    <w:rsid w:val="00B62874"/>
    <w:rsid w:val="00B62AEC"/>
    <w:rsid w:val="00B62E1E"/>
    <w:rsid w:val="00B62E60"/>
    <w:rsid w:val="00B64580"/>
    <w:rsid w:val="00B64BCA"/>
    <w:rsid w:val="00B65B6D"/>
    <w:rsid w:val="00B65B99"/>
    <w:rsid w:val="00B65D61"/>
    <w:rsid w:val="00B66033"/>
    <w:rsid w:val="00B660EA"/>
    <w:rsid w:val="00B665C5"/>
    <w:rsid w:val="00B66AE1"/>
    <w:rsid w:val="00B66CE8"/>
    <w:rsid w:val="00B66D1F"/>
    <w:rsid w:val="00B67A17"/>
    <w:rsid w:val="00B67E04"/>
    <w:rsid w:val="00B70652"/>
    <w:rsid w:val="00B706DA"/>
    <w:rsid w:val="00B7070E"/>
    <w:rsid w:val="00B710C6"/>
    <w:rsid w:val="00B7150B"/>
    <w:rsid w:val="00B71570"/>
    <w:rsid w:val="00B716F6"/>
    <w:rsid w:val="00B71700"/>
    <w:rsid w:val="00B71790"/>
    <w:rsid w:val="00B71A4F"/>
    <w:rsid w:val="00B71CBA"/>
    <w:rsid w:val="00B720A4"/>
    <w:rsid w:val="00B72132"/>
    <w:rsid w:val="00B72348"/>
    <w:rsid w:val="00B73591"/>
    <w:rsid w:val="00B73704"/>
    <w:rsid w:val="00B73BFE"/>
    <w:rsid w:val="00B74062"/>
    <w:rsid w:val="00B74149"/>
    <w:rsid w:val="00B749A5"/>
    <w:rsid w:val="00B749CE"/>
    <w:rsid w:val="00B74CA5"/>
    <w:rsid w:val="00B74D64"/>
    <w:rsid w:val="00B74D69"/>
    <w:rsid w:val="00B75895"/>
    <w:rsid w:val="00B76736"/>
    <w:rsid w:val="00B76798"/>
    <w:rsid w:val="00B77329"/>
    <w:rsid w:val="00B77748"/>
    <w:rsid w:val="00B778A5"/>
    <w:rsid w:val="00B800E6"/>
    <w:rsid w:val="00B802C8"/>
    <w:rsid w:val="00B8030E"/>
    <w:rsid w:val="00B806E8"/>
    <w:rsid w:val="00B80702"/>
    <w:rsid w:val="00B81241"/>
    <w:rsid w:val="00B814D3"/>
    <w:rsid w:val="00B819B8"/>
    <w:rsid w:val="00B81A44"/>
    <w:rsid w:val="00B81B91"/>
    <w:rsid w:val="00B82A4B"/>
    <w:rsid w:val="00B82DB3"/>
    <w:rsid w:val="00B830B0"/>
    <w:rsid w:val="00B8331B"/>
    <w:rsid w:val="00B8445C"/>
    <w:rsid w:val="00B84845"/>
    <w:rsid w:val="00B850AE"/>
    <w:rsid w:val="00B85BD3"/>
    <w:rsid w:val="00B85C6C"/>
    <w:rsid w:val="00B85EA7"/>
    <w:rsid w:val="00B864C8"/>
    <w:rsid w:val="00B86B61"/>
    <w:rsid w:val="00B86C93"/>
    <w:rsid w:val="00B86E88"/>
    <w:rsid w:val="00B870EC"/>
    <w:rsid w:val="00B8737F"/>
    <w:rsid w:val="00B876D9"/>
    <w:rsid w:val="00B87AA7"/>
    <w:rsid w:val="00B90378"/>
    <w:rsid w:val="00B90685"/>
    <w:rsid w:val="00B906B4"/>
    <w:rsid w:val="00B90736"/>
    <w:rsid w:val="00B91098"/>
    <w:rsid w:val="00B91DCF"/>
    <w:rsid w:val="00B921B4"/>
    <w:rsid w:val="00B92348"/>
    <w:rsid w:val="00B925AE"/>
    <w:rsid w:val="00B92A07"/>
    <w:rsid w:val="00B93035"/>
    <w:rsid w:val="00B93954"/>
    <w:rsid w:val="00B93BAE"/>
    <w:rsid w:val="00B93BBF"/>
    <w:rsid w:val="00B9425E"/>
    <w:rsid w:val="00B947C7"/>
    <w:rsid w:val="00B9592E"/>
    <w:rsid w:val="00B95F2A"/>
    <w:rsid w:val="00B96006"/>
    <w:rsid w:val="00B96C2A"/>
    <w:rsid w:val="00B976C2"/>
    <w:rsid w:val="00B976C3"/>
    <w:rsid w:val="00B978E2"/>
    <w:rsid w:val="00B97B0F"/>
    <w:rsid w:val="00BA0A0B"/>
    <w:rsid w:val="00BA0B8E"/>
    <w:rsid w:val="00BA0C67"/>
    <w:rsid w:val="00BA0E0C"/>
    <w:rsid w:val="00BA0EB9"/>
    <w:rsid w:val="00BA0FB9"/>
    <w:rsid w:val="00BA117E"/>
    <w:rsid w:val="00BA1419"/>
    <w:rsid w:val="00BA1B5A"/>
    <w:rsid w:val="00BA1B76"/>
    <w:rsid w:val="00BA1C40"/>
    <w:rsid w:val="00BA23E2"/>
    <w:rsid w:val="00BA23F4"/>
    <w:rsid w:val="00BA36DE"/>
    <w:rsid w:val="00BA4330"/>
    <w:rsid w:val="00BA53BE"/>
    <w:rsid w:val="00BA541D"/>
    <w:rsid w:val="00BA5DC9"/>
    <w:rsid w:val="00BA5E37"/>
    <w:rsid w:val="00BA6287"/>
    <w:rsid w:val="00BA651C"/>
    <w:rsid w:val="00BA670B"/>
    <w:rsid w:val="00BA6AD0"/>
    <w:rsid w:val="00BA6BB5"/>
    <w:rsid w:val="00BA6C76"/>
    <w:rsid w:val="00BA7435"/>
    <w:rsid w:val="00BA7611"/>
    <w:rsid w:val="00BA7ABC"/>
    <w:rsid w:val="00BA7C76"/>
    <w:rsid w:val="00BA7C8D"/>
    <w:rsid w:val="00BA7F86"/>
    <w:rsid w:val="00BB073C"/>
    <w:rsid w:val="00BB11BB"/>
    <w:rsid w:val="00BB1A8D"/>
    <w:rsid w:val="00BB266F"/>
    <w:rsid w:val="00BB2BEC"/>
    <w:rsid w:val="00BB2EF2"/>
    <w:rsid w:val="00BB2F33"/>
    <w:rsid w:val="00BB2FBA"/>
    <w:rsid w:val="00BB31F0"/>
    <w:rsid w:val="00BB33BA"/>
    <w:rsid w:val="00BB43D0"/>
    <w:rsid w:val="00BB45D8"/>
    <w:rsid w:val="00BB4C0E"/>
    <w:rsid w:val="00BB5EEC"/>
    <w:rsid w:val="00BB6391"/>
    <w:rsid w:val="00BB6948"/>
    <w:rsid w:val="00BB7184"/>
    <w:rsid w:val="00BB73BF"/>
    <w:rsid w:val="00BB7A09"/>
    <w:rsid w:val="00BC007A"/>
    <w:rsid w:val="00BC015F"/>
    <w:rsid w:val="00BC017C"/>
    <w:rsid w:val="00BC05A3"/>
    <w:rsid w:val="00BC08C9"/>
    <w:rsid w:val="00BC0AD0"/>
    <w:rsid w:val="00BC1392"/>
    <w:rsid w:val="00BC176C"/>
    <w:rsid w:val="00BC19FA"/>
    <w:rsid w:val="00BC28D1"/>
    <w:rsid w:val="00BC2C3F"/>
    <w:rsid w:val="00BC2DF9"/>
    <w:rsid w:val="00BC3131"/>
    <w:rsid w:val="00BC33DE"/>
    <w:rsid w:val="00BC345C"/>
    <w:rsid w:val="00BC347B"/>
    <w:rsid w:val="00BC37F8"/>
    <w:rsid w:val="00BC394E"/>
    <w:rsid w:val="00BC41BD"/>
    <w:rsid w:val="00BC4370"/>
    <w:rsid w:val="00BC47B4"/>
    <w:rsid w:val="00BC5443"/>
    <w:rsid w:val="00BC5776"/>
    <w:rsid w:val="00BC5DB8"/>
    <w:rsid w:val="00BC664D"/>
    <w:rsid w:val="00BC6669"/>
    <w:rsid w:val="00BC6758"/>
    <w:rsid w:val="00BC6B38"/>
    <w:rsid w:val="00BC7413"/>
    <w:rsid w:val="00BC7DE4"/>
    <w:rsid w:val="00BD00E2"/>
    <w:rsid w:val="00BD00F1"/>
    <w:rsid w:val="00BD036B"/>
    <w:rsid w:val="00BD037D"/>
    <w:rsid w:val="00BD0658"/>
    <w:rsid w:val="00BD0858"/>
    <w:rsid w:val="00BD0BEB"/>
    <w:rsid w:val="00BD0F42"/>
    <w:rsid w:val="00BD1344"/>
    <w:rsid w:val="00BD13F9"/>
    <w:rsid w:val="00BD1751"/>
    <w:rsid w:val="00BD1DCE"/>
    <w:rsid w:val="00BD1EBD"/>
    <w:rsid w:val="00BD2302"/>
    <w:rsid w:val="00BD2598"/>
    <w:rsid w:val="00BD27B0"/>
    <w:rsid w:val="00BD2840"/>
    <w:rsid w:val="00BD2A95"/>
    <w:rsid w:val="00BD2F48"/>
    <w:rsid w:val="00BD301D"/>
    <w:rsid w:val="00BD3F03"/>
    <w:rsid w:val="00BD40F8"/>
    <w:rsid w:val="00BD53FD"/>
    <w:rsid w:val="00BD54D2"/>
    <w:rsid w:val="00BD57E9"/>
    <w:rsid w:val="00BD6344"/>
    <w:rsid w:val="00BD6807"/>
    <w:rsid w:val="00BD6E31"/>
    <w:rsid w:val="00BD795D"/>
    <w:rsid w:val="00BD7B8A"/>
    <w:rsid w:val="00BE0703"/>
    <w:rsid w:val="00BE070E"/>
    <w:rsid w:val="00BE0E12"/>
    <w:rsid w:val="00BE1E2A"/>
    <w:rsid w:val="00BE2626"/>
    <w:rsid w:val="00BE2A59"/>
    <w:rsid w:val="00BE391D"/>
    <w:rsid w:val="00BE3A9C"/>
    <w:rsid w:val="00BE3BA1"/>
    <w:rsid w:val="00BE3F26"/>
    <w:rsid w:val="00BE4752"/>
    <w:rsid w:val="00BE4968"/>
    <w:rsid w:val="00BE498A"/>
    <w:rsid w:val="00BE5619"/>
    <w:rsid w:val="00BE5ECF"/>
    <w:rsid w:val="00BE5FCB"/>
    <w:rsid w:val="00BE6859"/>
    <w:rsid w:val="00BE74E8"/>
    <w:rsid w:val="00BF0A81"/>
    <w:rsid w:val="00BF130D"/>
    <w:rsid w:val="00BF1704"/>
    <w:rsid w:val="00BF1A4A"/>
    <w:rsid w:val="00BF1E9B"/>
    <w:rsid w:val="00BF21B9"/>
    <w:rsid w:val="00BF2C00"/>
    <w:rsid w:val="00BF2FB9"/>
    <w:rsid w:val="00BF32EA"/>
    <w:rsid w:val="00BF35FD"/>
    <w:rsid w:val="00BF3720"/>
    <w:rsid w:val="00BF3742"/>
    <w:rsid w:val="00BF3862"/>
    <w:rsid w:val="00BF3D87"/>
    <w:rsid w:val="00BF41FC"/>
    <w:rsid w:val="00BF4EE6"/>
    <w:rsid w:val="00BF5068"/>
    <w:rsid w:val="00BF58EB"/>
    <w:rsid w:val="00BF5CE9"/>
    <w:rsid w:val="00BF5ED4"/>
    <w:rsid w:val="00BF64F5"/>
    <w:rsid w:val="00BF757F"/>
    <w:rsid w:val="00BF7810"/>
    <w:rsid w:val="00BF7DE5"/>
    <w:rsid w:val="00C00225"/>
    <w:rsid w:val="00C0089C"/>
    <w:rsid w:val="00C009EE"/>
    <w:rsid w:val="00C01392"/>
    <w:rsid w:val="00C017F6"/>
    <w:rsid w:val="00C017FF"/>
    <w:rsid w:val="00C02212"/>
    <w:rsid w:val="00C024E1"/>
    <w:rsid w:val="00C02948"/>
    <w:rsid w:val="00C02F00"/>
    <w:rsid w:val="00C02F4B"/>
    <w:rsid w:val="00C03E09"/>
    <w:rsid w:val="00C04325"/>
    <w:rsid w:val="00C05A11"/>
    <w:rsid w:val="00C05C98"/>
    <w:rsid w:val="00C06A42"/>
    <w:rsid w:val="00C06B82"/>
    <w:rsid w:val="00C06E13"/>
    <w:rsid w:val="00C06F72"/>
    <w:rsid w:val="00C073CC"/>
    <w:rsid w:val="00C07AE1"/>
    <w:rsid w:val="00C10307"/>
    <w:rsid w:val="00C10549"/>
    <w:rsid w:val="00C10836"/>
    <w:rsid w:val="00C10CF3"/>
    <w:rsid w:val="00C10E4C"/>
    <w:rsid w:val="00C10FCC"/>
    <w:rsid w:val="00C111FE"/>
    <w:rsid w:val="00C112BB"/>
    <w:rsid w:val="00C1172F"/>
    <w:rsid w:val="00C1286C"/>
    <w:rsid w:val="00C1335A"/>
    <w:rsid w:val="00C13F80"/>
    <w:rsid w:val="00C1412D"/>
    <w:rsid w:val="00C14442"/>
    <w:rsid w:val="00C150F0"/>
    <w:rsid w:val="00C151AA"/>
    <w:rsid w:val="00C151ED"/>
    <w:rsid w:val="00C15240"/>
    <w:rsid w:val="00C154F4"/>
    <w:rsid w:val="00C157EC"/>
    <w:rsid w:val="00C158FE"/>
    <w:rsid w:val="00C1595F"/>
    <w:rsid w:val="00C1598C"/>
    <w:rsid w:val="00C15BCC"/>
    <w:rsid w:val="00C15DBE"/>
    <w:rsid w:val="00C169B1"/>
    <w:rsid w:val="00C16BF5"/>
    <w:rsid w:val="00C16E13"/>
    <w:rsid w:val="00C16E15"/>
    <w:rsid w:val="00C16EBE"/>
    <w:rsid w:val="00C174BA"/>
    <w:rsid w:val="00C17D1D"/>
    <w:rsid w:val="00C20718"/>
    <w:rsid w:val="00C209A6"/>
    <w:rsid w:val="00C215C9"/>
    <w:rsid w:val="00C21980"/>
    <w:rsid w:val="00C21AD5"/>
    <w:rsid w:val="00C232C8"/>
    <w:rsid w:val="00C23559"/>
    <w:rsid w:val="00C24028"/>
    <w:rsid w:val="00C24465"/>
    <w:rsid w:val="00C2449D"/>
    <w:rsid w:val="00C248AD"/>
    <w:rsid w:val="00C24A11"/>
    <w:rsid w:val="00C24A55"/>
    <w:rsid w:val="00C24D2E"/>
    <w:rsid w:val="00C24D79"/>
    <w:rsid w:val="00C24E96"/>
    <w:rsid w:val="00C25AD2"/>
    <w:rsid w:val="00C25B6F"/>
    <w:rsid w:val="00C26842"/>
    <w:rsid w:val="00C271EA"/>
    <w:rsid w:val="00C27219"/>
    <w:rsid w:val="00C27E9D"/>
    <w:rsid w:val="00C3010B"/>
    <w:rsid w:val="00C30348"/>
    <w:rsid w:val="00C3038A"/>
    <w:rsid w:val="00C30511"/>
    <w:rsid w:val="00C30F47"/>
    <w:rsid w:val="00C31051"/>
    <w:rsid w:val="00C31200"/>
    <w:rsid w:val="00C326FC"/>
    <w:rsid w:val="00C32D44"/>
    <w:rsid w:val="00C332EA"/>
    <w:rsid w:val="00C333EF"/>
    <w:rsid w:val="00C339CC"/>
    <w:rsid w:val="00C33F8B"/>
    <w:rsid w:val="00C344FF"/>
    <w:rsid w:val="00C349D6"/>
    <w:rsid w:val="00C34D57"/>
    <w:rsid w:val="00C34D91"/>
    <w:rsid w:val="00C3504F"/>
    <w:rsid w:val="00C353EB"/>
    <w:rsid w:val="00C3568A"/>
    <w:rsid w:val="00C35E31"/>
    <w:rsid w:val="00C35EAF"/>
    <w:rsid w:val="00C362DC"/>
    <w:rsid w:val="00C363C9"/>
    <w:rsid w:val="00C3664E"/>
    <w:rsid w:val="00C368A8"/>
    <w:rsid w:val="00C3696B"/>
    <w:rsid w:val="00C36AEE"/>
    <w:rsid w:val="00C377E8"/>
    <w:rsid w:val="00C379B3"/>
    <w:rsid w:val="00C37BB8"/>
    <w:rsid w:val="00C37F2E"/>
    <w:rsid w:val="00C405E6"/>
    <w:rsid w:val="00C40765"/>
    <w:rsid w:val="00C40CCF"/>
    <w:rsid w:val="00C40D0F"/>
    <w:rsid w:val="00C41446"/>
    <w:rsid w:val="00C4222A"/>
    <w:rsid w:val="00C422AF"/>
    <w:rsid w:val="00C423FB"/>
    <w:rsid w:val="00C43609"/>
    <w:rsid w:val="00C43611"/>
    <w:rsid w:val="00C436E4"/>
    <w:rsid w:val="00C43979"/>
    <w:rsid w:val="00C4426F"/>
    <w:rsid w:val="00C44440"/>
    <w:rsid w:val="00C44AA4"/>
    <w:rsid w:val="00C44F33"/>
    <w:rsid w:val="00C45160"/>
    <w:rsid w:val="00C4543F"/>
    <w:rsid w:val="00C45664"/>
    <w:rsid w:val="00C45890"/>
    <w:rsid w:val="00C45A45"/>
    <w:rsid w:val="00C45BF0"/>
    <w:rsid w:val="00C45C0D"/>
    <w:rsid w:val="00C4611C"/>
    <w:rsid w:val="00C4658D"/>
    <w:rsid w:val="00C46742"/>
    <w:rsid w:val="00C467CB"/>
    <w:rsid w:val="00C468D7"/>
    <w:rsid w:val="00C46D91"/>
    <w:rsid w:val="00C46DFC"/>
    <w:rsid w:val="00C47855"/>
    <w:rsid w:val="00C47BAD"/>
    <w:rsid w:val="00C47C45"/>
    <w:rsid w:val="00C50218"/>
    <w:rsid w:val="00C503F9"/>
    <w:rsid w:val="00C5068C"/>
    <w:rsid w:val="00C50A78"/>
    <w:rsid w:val="00C50F84"/>
    <w:rsid w:val="00C5116C"/>
    <w:rsid w:val="00C516CE"/>
    <w:rsid w:val="00C51A63"/>
    <w:rsid w:val="00C5205E"/>
    <w:rsid w:val="00C52163"/>
    <w:rsid w:val="00C52649"/>
    <w:rsid w:val="00C5282F"/>
    <w:rsid w:val="00C52D13"/>
    <w:rsid w:val="00C53888"/>
    <w:rsid w:val="00C53D0D"/>
    <w:rsid w:val="00C54336"/>
    <w:rsid w:val="00C54388"/>
    <w:rsid w:val="00C556CC"/>
    <w:rsid w:val="00C558D7"/>
    <w:rsid w:val="00C569CD"/>
    <w:rsid w:val="00C56E4B"/>
    <w:rsid w:val="00C56E57"/>
    <w:rsid w:val="00C571D1"/>
    <w:rsid w:val="00C572C6"/>
    <w:rsid w:val="00C57ABE"/>
    <w:rsid w:val="00C60414"/>
    <w:rsid w:val="00C61157"/>
    <w:rsid w:val="00C619A3"/>
    <w:rsid w:val="00C61AEF"/>
    <w:rsid w:val="00C61BB3"/>
    <w:rsid w:val="00C61C80"/>
    <w:rsid w:val="00C61CF2"/>
    <w:rsid w:val="00C61D1B"/>
    <w:rsid w:val="00C62190"/>
    <w:rsid w:val="00C627A8"/>
    <w:rsid w:val="00C6331D"/>
    <w:rsid w:val="00C6345B"/>
    <w:rsid w:val="00C63530"/>
    <w:rsid w:val="00C635E8"/>
    <w:rsid w:val="00C641FF"/>
    <w:rsid w:val="00C64FBC"/>
    <w:rsid w:val="00C652DB"/>
    <w:rsid w:val="00C65817"/>
    <w:rsid w:val="00C65B83"/>
    <w:rsid w:val="00C65E6E"/>
    <w:rsid w:val="00C65FF7"/>
    <w:rsid w:val="00C666EF"/>
    <w:rsid w:val="00C6787C"/>
    <w:rsid w:val="00C67C56"/>
    <w:rsid w:val="00C704B3"/>
    <w:rsid w:val="00C706FD"/>
    <w:rsid w:val="00C70772"/>
    <w:rsid w:val="00C71007"/>
    <w:rsid w:val="00C71548"/>
    <w:rsid w:val="00C717AD"/>
    <w:rsid w:val="00C71E22"/>
    <w:rsid w:val="00C72326"/>
    <w:rsid w:val="00C7259D"/>
    <w:rsid w:val="00C72EC7"/>
    <w:rsid w:val="00C73277"/>
    <w:rsid w:val="00C7390E"/>
    <w:rsid w:val="00C73E6A"/>
    <w:rsid w:val="00C74C91"/>
    <w:rsid w:val="00C74FE6"/>
    <w:rsid w:val="00C75045"/>
    <w:rsid w:val="00C75722"/>
    <w:rsid w:val="00C7592C"/>
    <w:rsid w:val="00C75B02"/>
    <w:rsid w:val="00C764A2"/>
    <w:rsid w:val="00C7655C"/>
    <w:rsid w:val="00C76865"/>
    <w:rsid w:val="00C76B21"/>
    <w:rsid w:val="00C76E88"/>
    <w:rsid w:val="00C7719C"/>
    <w:rsid w:val="00C772A7"/>
    <w:rsid w:val="00C77C1A"/>
    <w:rsid w:val="00C77F4B"/>
    <w:rsid w:val="00C801AC"/>
    <w:rsid w:val="00C80898"/>
    <w:rsid w:val="00C80D1D"/>
    <w:rsid w:val="00C813DF"/>
    <w:rsid w:val="00C836BD"/>
    <w:rsid w:val="00C83965"/>
    <w:rsid w:val="00C83D99"/>
    <w:rsid w:val="00C83E8F"/>
    <w:rsid w:val="00C83ECF"/>
    <w:rsid w:val="00C844A0"/>
    <w:rsid w:val="00C847C3"/>
    <w:rsid w:val="00C84F95"/>
    <w:rsid w:val="00C85335"/>
    <w:rsid w:val="00C85951"/>
    <w:rsid w:val="00C85AD3"/>
    <w:rsid w:val="00C85C67"/>
    <w:rsid w:val="00C867C1"/>
    <w:rsid w:val="00C86955"/>
    <w:rsid w:val="00C900FF"/>
    <w:rsid w:val="00C916D5"/>
    <w:rsid w:val="00C91C3A"/>
    <w:rsid w:val="00C92351"/>
    <w:rsid w:val="00C92420"/>
    <w:rsid w:val="00C92587"/>
    <w:rsid w:val="00C927E8"/>
    <w:rsid w:val="00C92AF6"/>
    <w:rsid w:val="00C92B62"/>
    <w:rsid w:val="00C93645"/>
    <w:rsid w:val="00C941E0"/>
    <w:rsid w:val="00C9423D"/>
    <w:rsid w:val="00C94283"/>
    <w:rsid w:val="00C94507"/>
    <w:rsid w:val="00C9458C"/>
    <w:rsid w:val="00C94689"/>
    <w:rsid w:val="00C9486C"/>
    <w:rsid w:val="00C948B2"/>
    <w:rsid w:val="00C9578A"/>
    <w:rsid w:val="00C95A9D"/>
    <w:rsid w:val="00C95E5A"/>
    <w:rsid w:val="00C96027"/>
    <w:rsid w:val="00C96248"/>
    <w:rsid w:val="00C9659B"/>
    <w:rsid w:val="00C96B51"/>
    <w:rsid w:val="00C9739F"/>
    <w:rsid w:val="00C975DA"/>
    <w:rsid w:val="00CA02F0"/>
    <w:rsid w:val="00CA0347"/>
    <w:rsid w:val="00CA05C7"/>
    <w:rsid w:val="00CA0C06"/>
    <w:rsid w:val="00CA107D"/>
    <w:rsid w:val="00CA219F"/>
    <w:rsid w:val="00CA2C82"/>
    <w:rsid w:val="00CA310E"/>
    <w:rsid w:val="00CA360B"/>
    <w:rsid w:val="00CA3C58"/>
    <w:rsid w:val="00CA3F15"/>
    <w:rsid w:val="00CA41AF"/>
    <w:rsid w:val="00CA48CE"/>
    <w:rsid w:val="00CA4C5A"/>
    <w:rsid w:val="00CA563F"/>
    <w:rsid w:val="00CA59CB"/>
    <w:rsid w:val="00CA5E45"/>
    <w:rsid w:val="00CA65A5"/>
    <w:rsid w:val="00CA684E"/>
    <w:rsid w:val="00CA6944"/>
    <w:rsid w:val="00CA6BCD"/>
    <w:rsid w:val="00CA6E6F"/>
    <w:rsid w:val="00CA6F38"/>
    <w:rsid w:val="00CA743D"/>
    <w:rsid w:val="00CA753C"/>
    <w:rsid w:val="00CA777D"/>
    <w:rsid w:val="00CA7814"/>
    <w:rsid w:val="00CA7B95"/>
    <w:rsid w:val="00CA7E50"/>
    <w:rsid w:val="00CB05DA"/>
    <w:rsid w:val="00CB0935"/>
    <w:rsid w:val="00CB0F08"/>
    <w:rsid w:val="00CB1572"/>
    <w:rsid w:val="00CB191B"/>
    <w:rsid w:val="00CB2664"/>
    <w:rsid w:val="00CB286E"/>
    <w:rsid w:val="00CB2873"/>
    <w:rsid w:val="00CB2A6B"/>
    <w:rsid w:val="00CB35B5"/>
    <w:rsid w:val="00CB37ED"/>
    <w:rsid w:val="00CB3886"/>
    <w:rsid w:val="00CB3A2B"/>
    <w:rsid w:val="00CB3E60"/>
    <w:rsid w:val="00CB46BE"/>
    <w:rsid w:val="00CB5005"/>
    <w:rsid w:val="00CB5AE4"/>
    <w:rsid w:val="00CB5FC5"/>
    <w:rsid w:val="00CB6270"/>
    <w:rsid w:val="00CB654E"/>
    <w:rsid w:val="00CB6608"/>
    <w:rsid w:val="00CB6C76"/>
    <w:rsid w:val="00CB718C"/>
    <w:rsid w:val="00CB7375"/>
    <w:rsid w:val="00CB73F2"/>
    <w:rsid w:val="00CB74F4"/>
    <w:rsid w:val="00CB7524"/>
    <w:rsid w:val="00CB7AEF"/>
    <w:rsid w:val="00CC017B"/>
    <w:rsid w:val="00CC061F"/>
    <w:rsid w:val="00CC071B"/>
    <w:rsid w:val="00CC079D"/>
    <w:rsid w:val="00CC103B"/>
    <w:rsid w:val="00CC1075"/>
    <w:rsid w:val="00CC1328"/>
    <w:rsid w:val="00CC13E0"/>
    <w:rsid w:val="00CC264B"/>
    <w:rsid w:val="00CC2650"/>
    <w:rsid w:val="00CC2A16"/>
    <w:rsid w:val="00CC2ABF"/>
    <w:rsid w:val="00CC2B09"/>
    <w:rsid w:val="00CC3B75"/>
    <w:rsid w:val="00CC3DE7"/>
    <w:rsid w:val="00CC3FA7"/>
    <w:rsid w:val="00CC4145"/>
    <w:rsid w:val="00CC49F2"/>
    <w:rsid w:val="00CC5802"/>
    <w:rsid w:val="00CC5C35"/>
    <w:rsid w:val="00CC5E82"/>
    <w:rsid w:val="00CC6869"/>
    <w:rsid w:val="00CC6D31"/>
    <w:rsid w:val="00CC6E96"/>
    <w:rsid w:val="00CC6F35"/>
    <w:rsid w:val="00CC716D"/>
    <w:rsid w:val="00CC7A53"/>
    <w:rsid w:val="00CC7C65"/>
    <w:rsid w:val="00CC7D82"/>
    <w:rsid w:val="00CD04FE"/>
    <w:rsid w:val="00CD0B78"/>
    <w:rsid w:val="00CD13E2"/>
    <w:rsid w:val="00CD205B"/>
    <w:rsid w:val="00CD22EC"/>
    <w:rsid w:val="00CD2529"/>
    <w:rsid w:val="00CD27F3"/>
    <w:rsid w:val="00CD2893"/>
    <w:rsid w:val="00CD365E"/>
    <w:rsid w:val="00CD4E84"/>
    <w:rsid w:val="00CD4F90"/>
    <w:rsid w:val="00CD52DA"/>
    <w:rsid w:val="00CD582C"/>
    <w:rsid w:val="00CD594B"/>
    <w:rsid w:val="00CD657E"/>
    <w:rsid w:val="00CD6690"/>
    <w:rsid w:val="00CD67D5"/>
    <w:rsid w:val="00CD6C05"/>
    <w:rsid w:val="00CD7538"/>
    <w:rsid w:val="00CD7D18"/>
    <w:rsid w:val="00CE027C"/>
    <w:rsid w:val="00CE0860"/>
    <w:rsid w:val="00CE10DC"/>
    <w:rsid w:val="00CE1105"/>
    <w:rsid w:val="00CE114D"/>
    <w:rsid w:val="00CE17AB"/>
    <w:rsid w:val="00CE186F"/>
    <w:rsid w:val="00CE2380"/>
    <w:rsid w:val="00CE34DA"/>
    <w:rsid w:val="00CE35CA"/>
    <w:rsid w:val="00CE3FFC"/>
    <w:rsid w:val="00CE41FD"/>
    <w:rsid w:val="00CE4898"/>
    <w:rsid w:val="00CE4A73"/>
    <w:rsid w:val="00CE4B42"/>
    <w:rsid w:val="00CE5273"/>
    <w:rsid w:val="00CE52D9"/>
    <w:rsid w:val="00CE5325"/>
    <w:rsid w:val="00CE57A7"/>
    <w:rsid w:val="00CE5E23"/>
    <w:rsid w:val="00CE6935"/>
    <w:rsid w:val="00CE6AF3"/>
    <w:rsid w:val="00CE6BA9"/>
    <w:rsid w:val="00CE6C48"/>
    <w:rsid w:val="00CE6FE7"/>
    <w:rsid w:val="00CE777A"/>
    <w:rsid w:val="00CE7D42"/>
    <w:rsid w:val="00CF050D"/>
    <w:rsid w:val="00CF06A3"/>
    <w:rsid w:val="00CF10A3"/>
    <w:rsid w:val="00CF188A"/>
    <w:rsid w:val="00CF19F1"/>
    <w:rsid w:val="00CF27A0"/>
    <w:rsid w:val="00CF27ED"/>
    <w:rsid w:val="00CF2F3B"/>
    <w:rsid w:val="00CF3176"/>
    <w:rsid w:val="00CF3468"/>
    <w:rsid w:val="00CF3F13"/>
    <w:rsid w:val="00CF40A4"/>
    <w:rsid w:val="00CF4184"/>
    <w:rsid w:val="00CF4AA4"/>
    <w:rsid w:val="00CF4E29"/>
    <w:rsid w:val="00CF5911"/>
    <w:rsid w:val="00CF598B"/>
    <w:rsid w:val="00CF6581"/>
    <w:rsid w:val="00CF6A5B"/>
    <w:rsid w:val="00CF6CAB"/>
    <w:rsid w:val="00CF7068"/>
    <w:rsid w:val="00CF75B3"/>
    <w:rsid w:val="00CF7871"/>
    <w:rsid w:val="00CF7CC7"/>
    <w:rsid w:val="00CF7D48"/>
    <w:rsid w:val="00CF7EA6"/>
    <w:rsid w:val="00D0076B"/>
    <w:rsid w:val="00D008ED"/>
    <w:rsid w:val="00D01588"/>
    <w:rsid w:val="00D015A9"/>
    <w:rsid w:val="00D01E08"/>
    <w:rsid w:val="00D0265A"/>
    <w:rsid w:val="00D02BDA"/>
    <w:rsid w:val="00D02DCA"/>
    <w:rsid w:val="00D0312D"/>
    <w:rsid w:val="00D03886"/>
    <w:rsid w:val="00D03A59"/>
    <w:rsid w:val="00D03C1F"/>
    <w:rsid w:val="00D03D26"/>
    <w:rsid w:val="00D03E48"/>
    <w:rsid w:val="00D03ED1"/>
    <w:rsid w:val="00D04129"/>
    <w:rsid w:val="00D04ECD"/>
    <w:rsid w:val="00D05208"/>
    <w:rsid w:val="00D0570A"/>
    <w:rsid w:val="00D06B27"/>
    <w:rsid w:val="00D07BA5"/>
    <w:rsid w:val="00D103E7"/>
    <w:rsid w:val="00D109F4"/>
    <w:rsid w:val="00D11532"/>
    <w:rsid w:val="00D1344F"/>
    <w:rsid w:val="00D13928"/>
    <w:rsid w:val="00D13CE5"/>
    <w:rsid w:val="00D141BC"/>
    <w:rsid w:val="00D14597"/>
    <w:rsid w:val="00D14AAB"/>
    <w:rsid w:val="00D15431"/>
    <w:rsid w:val="00D15709"/>
    <w:rsid w:val="00D158BD"/>
    <w:rsid w:val="00D15B2B"/>
    <w:rsid w:val="00D16437"/>
    <w:rsid w:val="00D166CE"/>
    <w:rsid w:val="00D17479"/>
    <w:rsid w:val="00D17630"/>
    <w:rsid w:val="00D17A33"/>
    <w:rsid w:val="00D17B73"/>
    <w:rsid w:val="00D17CD3"/>
    <w:rsid w:val="00D21340"/>
    <w:rsid w:val="00D2175E"/>
    <w:rsid w:val="00D21B46"/>
    <w:rsid w:val="00D21BF7"/>
    <w:rsid w:val="00D21CDE"/>
    <w:rsid w:val="00D21E33"/>
    <w:rsid w:val="00D2220E"/>
    <w:rsid w:val="00D2256A"/>
    <w:rsid w:val="00D22601"/>
    <w:rsid w:val="00D22650"/>
    <w:rsid w:val="00D2275C"/>
    <w:rsid w:val="00D228FB"/>
    <w:rsid w:val="00D23235"/>
    <w:rsid w:val="00D239D1"/>
    <w:rsid w:val="00D2428F"/>
    <w:rsid w:val="00D24A8D"/>
    <w:rsid w:val="00D24DE7"/>
    <w:rsid w:val="00D258AF"/>
    <w:rsid w:val="00D25AFB"/>
    <w:rsid w:val="00D25BB3"/>
    <w:rsid w:val="00D2605B"/>
    <w:rsid w:val="00D26492"/>
    <w:rsid w:val="00D269C4"/>
    <w:rsid w:val="00D26AEB"/>
    <w:rsid w:val="00D26FCA"/>
    <w:rsid w:val="00D31562"/>
    <w:rsid w:val="00D3167A"/>
    <w:rsid w:val="00D3188A"/>
    <w:rsid w:val="00D31F5B"/>
    <w:rsid w:val="00D32B0D"/>
    <w:rsid w:val="00D33219"/>
    <w:rsid w:val="00D3372C"/>
    <w:rsid w:val="00D33793"/>
    <w:rsid w:val="00D33B5B"/>
    <w:rsid w:val="00D34077"/>
    <w:rsid w:val="00D341A2"/>
    <w:rsid w:val="00D342C5"/>
    <w:rsid w:val="00D34955"/>
    <w:rsid w:val="00D34D82"/>
    <w:rsid w:val="00D34E9B"/>
    <w:rsid w:val="00D35541"/>
    <w:rsid w:val="00D35C69"/>
    <w:rsid w:val="00D35F74"/>
    <w:rsid w:val="00D36112"/>
    <w:rsid w:val="00D364D2"/>
    <w:rsid w:val="00D3662F"/>
    <w:rsid w:val="00D36EB4"/>
    <w:rsid w:val="00D37EAA"/>
    <w:rsid w:val="00D403E4"/>
    <w:rsid w:val="00D406C3"/>
    <w:rsid w:val="00D411C5"/>
    <w:rsid w:val="00D413DF"/>
    <w:rsid w:val="00D416DD"/>
    <w:rsid w:val="00D41B4D"/>
    <w:rsid w:val="00D42420"/>
    <w:rsid w:val="00D42740"/>
    <w:rsid w:val="00D429DC"/>
    <w:rsid w:val="00D42BD0"/>
    <w:rsid w:val="00D42EA2"/>
    <w:rsid w:val="00D42EDF"/>
    <w:rsid w:val="00D42F4E"/>
    <w:rsid w:val="00D430D1"/>
    <w:rsid w:val="00D43711"/>
    <w:rsid w:val="00D43A3B"/>
    <w:rsid w:val="00D43AF7"/>
    <w:rsid w:val="00D44DBF"/>
    <w:rsid w:val="00D456AC"/>
    <w:rsid w:val="00D45824"/>
    <w:rsid w:val="00D46194"/>
    <w:rsid w:val="00D46531"/>
    <w:rsid w:val="00D46795"/>
    <w:rsid w:val="00D46940"/>
    <w:rsid w:val="00D46954"/>
    <w:rsid w:val="00D46B6A"/>
    <w:rsid w:val="00D473DE"/>
    <w:rsid w:val="00D47406"/>
    <w:rsid w:val="00D47424"/>
    <w:rsid w:val="00D47964"/>
    <w:rsid w:val="00D47CE4"/>
    <w:rsid w:val="00D47DBA"/>
    <w:rsid w:val="00D50958"/>
    <w:rsid w:val="00D50997"/>
    <w:rsid w:val="00D51201"/>
    <w:rsid w:val="00D51C98"/>
    <w:rsid w:val="00D51E4F"/>
    <w:rsid w:val="00D51E9E"/>
    <w:rsid w:val="00D5297B"/>
    <w:rsid w:val="00D533BA"/>
    <w:rsid w:val="00D53446"/>
    <w:rsid w:val="00D537C4"/>
    <w:rsid w:val="00D53937"/>
    <w:rsid w:val="00D53B9C"/>
    <w:rsid w:val="00D53CB8"/>
    <w:rsid w:val="00D5467C"/>
    <w:rsid w:val="00D54848"/>
    <w:rsid w:val="00D54D64"/>
    <w:rsid w:val="00D55082"/>
    <w:rsid w:val="00D55790"/>
    <w:rsid w:val="00D558BC"/>
    <w:rsid w:val="00D565B0"/>
    <w:rsid w:val="00D567A0"/>
    <w:rsid w:val="00D56824"/>
    <w:rsid w:val="00D5692B"/>
    <w:rsid w:val="00D56BCF"/>
    <w:rsid w:val="00D56D61"/>
    <w:rsid w:val="00D56F1C"/>
    <w:rsid w:val="00D57CB8"/>
    <w:rsid w:val="00D60568"/>
    <w:rsid w:val="00D60853"/>
    <w:rsid w:val="00D60AF6"/>
    <w:rsid w:val="00D614FF"/>
    <w:rsid w:val="00D61988"/>
    <w:rsid w:val="00D61FF2"/>
    <w:rsid w:val="00D629E2"/>
    <w:rsid w:val="00D62FEA"/>
    <w:rsid w:val="00D63519"/>
    <w:rsid w:val="00D64429"/>
    <w:rsid w:val="00D6473C"/>
    <w:rsid w:val="00D6477D"/>
    <w:rsid w:val="00D64E40"/>
    <w:rsid w:val="00D659D4"/>
    <w:rsid w:val="00D65AE3"/>
    <w:rsid w:val="00D65D46"/>
    <w:rsid w:val="00D65FBF"/>
    <w:rsid w:val="00D667E9"/>
    <w:rsid w:val="00D669EB"/>
    <w:rsid w:val="00D66CA5"/>
    <w:rsid w:val="00D66F1C"/>
    <w:rsid w:val="00D6712A"/>
    <w:rsid w:val="00D672A5"/>
    <w:rsid w:val="00D6780C"/>
    <w:rsid w:val="00D67984"/>
    <w:rsid w:val="00D67B45"/>
    <w:rsid w:val="00D67E01"/>
    <w:rsid w:val="00D70562"/>
    <w:rsid w:val="00D7059E"/>
    <w:rsid w:val="00D70D50"/>
    <w:rsid w:val="00D717BB"/>
    <w:rsid w:val="00D721A7"/>
    <w:rsid w:val="00D724A5"/>
    <w:rsid w:val="00D72CFB"/>
    <w:rsid w:val="00D72D1F"/>
    <w:rsid w:val="00D732EF"/>
    <w:rsid w:val="00D733A1"/>
    <w:rsid w:val="00D73B61"/>
    <w:rsid w:val="00D73B64"/>
    <w:rsid w:val="00D73C1E"/>
    <w:rsid w:val="00D7439A"/>
    <w:rsid w:val="00D7472E"/>
    <w:rsid w:val="00D74D6B"/>
    <w:rsid w:val="00D74DF8"/>
    <w:rsid w:val="00D74DFB"/>
    <w:rsid w:val="00D750BE"/>
    <w:rsid w:val="00D75557"/>
    <w:rsid w:val="00D7605D"/>
    <w:rsid w:val="00D7608A"/>
    <w:rsid w:val="00D7623D"/>
    <w:rsid w:val="00D76BB8"/>
    <w:rsid w:val="00D770D5"/>
    <w:rsid w:val="00D77359"/>
    <w:rsid w:val="00D80B06"/>
    <w:rsid w:val="00D80FAE"/>
    <w:rsid w:val="00D817B9"/>
    <w:rsid w:val="00D81E09"/>
    <w:rsid w:val="00D81E83"/>
    <w:rsid w:val="00D8241D"/>
    <w:rsid w:val="00D82571"/>
    <w:rsid w:val="00D82967"/>
    <w:rsid w:val="00D83245"/>
    <w:rsid w:val="00D8330A"/>
    <w:rsid w:val="00D833C3"/>
    <w:rsid w:val="00D83872"/>
    <w:rsid w:val="00D83D3F"/>
    <w:rsid w:val="00D84AD2"/>
    <w:rsid w:val="00D85934"/>
    <w:rsid w:val="00D85A58"/>
    <w:rsid w:val="00D85D55"/>
    <w:rsid w:val="00D860F4"/>
    <w:rsid w:val="00D861FF"/>
    <w:rsid w:val="00D8643B"/>
    <w:rsid w:val="00D86818"/>
    <w:rsid w:val="00D86A10"/>
    <w:rsid w:val="00D86ACC"/>
    <w:rsid w:val="00D86F7B"/>
    <w:rsid w:val="00D8780F"/>
    <w:rsid w:val="00D87C70"/>
    <w:rsid w:val="00D90028"/>
    <w:rsid w:val="00D90287"/>
    <w:rsid w:val="00D9113D"/>
    <w:rsid w:val="00D921B4"/>
    <w:rsid w:val="00D9266D"/>
    <w:rsid w:val="00D93A15"/>
    <w:rsid w:val="00D93AC5"/>
    <w:rsid w:val="00D93B8D"/>
    <w:rsid w:val="00D94718"/>
    <w:rsid w:val="00D949EF"/>
    <w:rsid w:val="00D94F98"/>
    <w:rsid w:val="00D94FEB"/>
    <w:rsid w:val="00D95969"/>
    <w:rsid w:val="00D959B7"/>
    <w:rsid w:val="00D95BAA"/>
    <w:rsid w:val="00D95F09"/>
    <w:rsid w:val="00D9601C"/>
    <w:rsid w:val="00D961E4"/>
    <w:rsid w:val="00D96E46"/>
    <w:rsid w:val="00D97381"/>
    <w:rsid w:val="00D973B2"/>
    <w:rsid w:val="00D973C7"/>
    <w:rsid w:val="00D9750B"/>
    <w:rsid w:val="00D97AF5"/>
    <w:rsid w:val="00D97B6C"/>
    <w:rsid w:val="00D97E39"/>
    <w:rsid w:val="00D97EC0"/>
    <w:rsid w:val="00DA014F"/>
    <w:rsid w:val="00DA0607"/>
    <w:rsid w:val="00DA0852"/>
    <w:rsid w:val="00DA0898"/>
    <w:rsid w:val="00DA0EA4"/>
    <w:rsid w:val="00DA12DC"/>
    <w:rsid w:val="00DA16F5"/>
    <w:rsid w:val="00DA1853"/>
    <w:rsid w:val="00DA2454"/>
    <w:rsid w:val="00DA25AC"/>
    <w:rsid w:val="00DA2BBB"/>
    <w:rsid w:val="00DA3146"/>
    <w:rsid w:val="00DA3621"/>
    <w:rsid w:val="00DA3714"/>
    <w:rsid w:val="00DA3A71"/>
    <w:rsid w:val="00DA3BB9"/>
    <w:rsid w:val="00DA4313"/>
    <w:rsid w:val="00DA4C10"/>
    <w:rsid w:val="00DA4C44"/>
    <w:rsid w:val="00DA54A2"/>
    <w:rsid w:val="00DA5BA0"/>
    <w:rsid w:val="00DA6F40"/>
    <w:rsid w:val="00DA7110"/>
    <w:rsid w:val="00DA7438"/>
    <w:rsid w:val="00DA7488"/>
    <w:rsid w:val="00DA76EF"/>
    <w:rsid w:val="00DA785D"/>
    <w:rsid w:val="00DA7DCC"/>
    <w:rsid w:val="00DB094B"/>
    <w:rsid w:val="00DB101C"/>
    <w:rsid w:val="00DB13EB"/>
    <w:rsid w:val="00DB1805"/>
    <w:rsid w:val="00DB198A"/>
    <w:rsid w:val="00DB2419"/>
    <w:rsid w:val="00DB24CB"/>
    <w:rsid w:val="00DB2957"/>
    <w:rsid w:val="00DB2C00"/>
    <w:rsid w:val="00DB3568"/>
    <w:rsid w:val="00DB3645"/>
    <w:rsid w:val="00DB42F7"/>
    <w:rsid w:val="00DB4555"/>
    <w:rsid w:val="00DB5297"/>
    <w:rsid w:val="00DB52B9"/>
    <w:rsid w:val="00DB5497"/>
    <w:rsid w:val="00DB59D1"/>
    <w:rsid w:val="00DB5A60"/>
    <w:rsid w:val="00DB5BAC"/>
    <w:rsid w:val="00DB7036"/>
    <w:rsid w:val="00DB74EF"/>
    <w:rsid w:val="00DB75F6"/>
    <w:rsid w:val="00DB78D9"/>
    <w:rsid w:val="00DB7CDC"/>
    <w:rsid w:val="00DC001C"/>
    <w:rsid w:val="00DC017E"/>
    <w:rsid w:val="00DC03D3"/>
    <w:rsid w:val="00DC04C4"/>
    <w:rsid w:val="00DC0651"/>
    <w:rsid w:val="00DC06BF"/>
    <w:rsid w:val="00DC0943"/>
    <w:rsid w:val="00DC0D37"/>
    <w:rsid w:val="00DC1BA6"/>
    <w:rsid w:val="00DC1E19"/>
    <w:rsid w:val="00DC2663"/>
    <w:rsid w:val="00DC2746"/>
    <w:rsid w:val="00DC3D18"/>
    <w:rsid w:val="00DC3FEE"/>
    <w:rsid w:val="00DC40C4"/>
    <w:rsid w:val="00DC4360"/>
    <w:rsid w:val="00DC48EA"/>
    <w:rsid w:val="00DC4A35"/>
    <w:rsid w:val="00DC5194"/>
    <w:rsid w:val="00DC5311"/>
    <w:rsid w:val="00DC5449"/>
    <w:rsid w:val="00DC559A"/>
    <w:rsid w:val="00DC5C83"/>
    <w:rsid w:val="00DC6418"/>
    <w:rsid w:val="00DC65EE"/>
    <w:rsid w:val="00DC683B"/>
    <w:rsid w:val="00DC6D98"/>
    <w:rsid w:val="00DC7345"/>
    <w:rsid w:val="00DC76CA"/>
    <w:rsid w:val="00DC77E5"/>
    <w:rsid w:val="00DC7FE8"/>
    <w:rsid w:val="00DD036A"/>
    <w:rsid w:val="00DD055C"/>
    <w:rsid w:val="00DD06E3"/>
    <w:rsid w:val="00DD0862"/>
    <w:rsid w:val="00DD09D4"/>
    <w:rsid w:val="00DD09F0"/>
    <w:rsid w:val="00DD1062"/>
    <w:rsid w:val="00DD1103"/>
    <w:rsid w:val="00DD1B5C"/>
    <w:rsid w:val="00DD2112"/>
    <w:rsid w:val="00DD24FC"/>
    <w:rsid w:val="00DD332B"/>
    <w:rsid w:val="00DD351C"/>
    <w:rsid w:val="00DD3586"/>
    <w:rsid w:val="00DD39EA"/>
    <w:rsid w:val="00DD3BA7"/>
    <w:rsid w:val="00DD3C28"/>
    <w:rsid w:val="00DD3C9F"/>
    <w:rsid w:val="00DD4180"/>
    <w:rsid w:val="00DD4C88"/>
    <w:rsid w:val="00DD52DF"/>
    <w:rsid w:val="00DD532D"/>
    <w:rsid w:val="00DD55C6"/>
    <w:rsid w:val="00DD6424"/>
    <w:rsid w:val="00DD68C6"/>
    <w:rsid w:val="00DD6AC9"/>
    <w:rsid w:val="00DD75AE"/>
    <w:rsid w:val="00DD7A76"/>
    <w:rsid w:val="00DE0411"/>
    <w:rsid w:val="00DE084F"/>
    <w:rsid w:val="00DE0C62"/>
    <w:rsid w:val="00DE150F"/>
    <w:rsid w:val="00DE1AB5"/>
    <w:rsid w:val="00DE1D73"/>
    <w:rsid w:val="00DE2097"/>
    <w:rsid w:val="00DE2B90"/>
    <w:rsid w:val="00DE3E0B"/>
    <w:rsid w:val="00DE3EC8"/>
    <w:rsid w:val="00DE441F"/>
    <w:rsid w:val="00DE446C"/>
    <w:rsid w:val="00DE4B9B"/>
    <w:rsid w:val="00DE4DF8"/>
    <w:rsid w:val="00DE5258"/>
    <w:rsid w:val="00DE5D97"/>
    <w:rsid w:val="00DE5DDD"/>
    <w:rsid w:val="00DE5EC1"/>
    <w:rsid w:val="00DE5F3D"/>
    <w:rsid w:val="00DE6314"/>
    <w:rsid w:val="00DE6401"/>
    <w:rsid w:val="00DE6960"/>
    <w:rsid w:val="00DE7673"/>
    <w:rsid w:val="00DE7B3E"/>
    <w:rsid w:val="00DF036F"/>
    <w:rsid w:val="00DF03E1"/>
    <w:rsid w:val="00DF0598"/>
    <w:rsid w:val="00DF0DBA"/>
    <w:rsid w:val="00DF1230"/>
    <w:rsid w:val="00DF1889"/>
    <w:rsid w:val="00DF1990"/>
    <w:rsid w:val="00DF1D7B"/>
    <w:rsid w:val="00DF1F22"/>
    <w:rsid w:val="00DF2283"/>
    <w:rsid w:val="00DF24CA"/>
    <w:rsid w:val="00DF2984"/>
    <w:rsid w:val="00DF2B00"/>
    <w:rsid w:val="00DF370D"/>
    <w:rsid w:val="00DF3B8B"/>
    <w:rsid w:val="00DF42F7"/>
    <w:rsid w:val="00DF4B24"/>
    <w:rsid w:val="00DF537C"/>
    <w:rsid w:val="00DF539D"/>
    <w:rsid w:val="00DF53BE"/>
    <w:rsid w:val="00DF55A2"/>
    <w:rsid w:val="00DF56FC"/>
    <w:rsid w:val="00DF60DA"/>
    <w:rsid w:val="00DF6697"/>
    <w:rsid w:val="00DF6A74"/>
    <w:rsid w:val="00DF72FD"/>
    <w:rsid w:val="00DF74F5"/>
    <w:rsid w:val="00DF7877"/>
    <w:rsid w:val="00DF78F3"/>
    <w:rsid w:val="00E001B2"/>
    <w:rsid w:val="00E0067B"/>
    <w:rsid w:val="00E00A0A"/>
    <w:rsid w:val="00E01172"/>
    <w:rsid w:val="00E01415"/>
    <w:rsid w:val="00E017E5"/>
    <w:rsid w:val="00E02047"/>
    <w:rsid w:val="00E02A48"/>
    <w:rsid w:val="00E02D6D"/>
    <w:rsid w:val="00E0369A"/>
    <w:rsid w:val="00E0375E"/>
    <w:rsid w:val="00E038EA"/>
    <w:rsid w:val="00E039F9"/>
    <w:rsid w:val="00E03A16"/>
    <w:rsid w:val="00E03E12"/>
    <w:rsid w:val="00E03F97"/>
    <w:rsid w:val="00E04646"/>
    <w:rsid w:val="00E04847"/>
    <w:rsid w:val="00E04B25"/>
    <w:rsid w:val="00E052FF"/>
    <w:rsid w:val="00E057D0"/>
    <w:rsid w:val="00E0598B"/>
    <w:rsid w:val="00E0608D"/>
    <w:rsid w:val="00E063DA"/>
    <w:rsid w:val="00E068E0"/>
    <w:rsid w:val="00E07227"/>
    <w:rsid w:val="00E103A9"/>
    <w:rsid w:val="00E105D0"/>
    <w:rsid w:val="00E1078D"/>
    <w:rsid w:val="00E110A9"/>
    <w:rsid w:val="00E11B73"/>
    <w:rsid w:val="00E122D6"/>
    <w:rsid w:val="00E12972"/>
    <w:rsid w:val="00E12E93"/>
    <w:rsid w:val="00E1306E"/>
    <w:rsid w:val="00E132DF"/>
    <w:rsid w:val="00E13726"/>
    <w:rsid w:val="00E137E1"/>
    <w:rsid w:val="00E13880"/>
    <w:rsid w:val="00E1392A"/>
    <w:rsid w:val="00E14A98"/>
    <w:rsid w:val="00E15929"/>
    <w:rsid w:val="00E15B5B"/>
    <w:rsid w:val="00E16674"/>
    <w:rsid w:val="00E16EF3"/>
    <w:rsid w:val="00E16FA3"/>
    <w:rsid w:val="00E17387"/>
    <w:rsid w:val="00E17840"/>
    <w:rsid w:val="00E17875"/>
    <w:rsid w:val="00E20376"/>
    <w:rsid w:val="00E20526"/>
    <w:rsid w:val="00E205EF"/>
    <w:rsid w:val="00E20A6C"/>
    <w:rsid w:val="00E213A4"/>
    <w:rsid w:val="00E223BA"/>
    <w:rsid w:val="00E2252D"/>
    <w:rsid w:val="00E22791"/>
    <w:rsid w:val="00E22DD6"/>
    <w:rsid w:val="00E234D5"/>
    <w:rsid w:val="00E23753"/>
    <w:rsid w:val="00E2391F"/>
    <w:rsid w:val="00E2398E"/>
    <w:rsid w:val="00E23B7A"/>
    <w:rsid w:val="00E23BD5"/>
    <w:rsid w:val="00E240C7"/>
    <w:rsid w:val="00E2429B"/>
    <w:rsid w:val="00E24342"/>
    <w:rsid w:val="00E249C6"/>
    <w:rsid w:val="00E25075"/>
    <w:rsid w:val="00E250B8"/>
    <w:rsid w:val="00E25C02"/>
    <w:rsid w:val="00E26A7F"/>
    <w:rsid w:val="00E26F45"/>
    <w:rsid w:val="00E27171"/>
    <w:rsid w:val="00E27C41"/>
    <w:rsid w:val="00E27D14"/>
    <w:rsid w:val="00E30126"/>
    <w:rsid w:val="00E302C0"/>
    <w:rsid w:val="00E308F3"/>
    <w:rsid w:val="00E30AEE"/>
    <w:rsid w:val="00E30B4C"/>
    <w:rsid w:val="00E30C2B"/>
    <w:rsid w:val="00E30EB8"/>
    <w:rsid w:val="00E31082"/>
    <w:rsid w:val="00E32216"/>
    <w:rsid w:val="00E32A15"/>
    <w:rsid w:val="00E32A4F"/>
    <w:rsid w:val="00E32DB1"/>
    <w:rsid w:val="00E32F72"/>
    <w:rsid w:val="00E338F2"/>
    <w:rsid w:val="00E33E4F"/>
    <w:rsid w:val="00E35915"/>
    <w:rsid w:val="00E35F38"/>
    <w:rsid w:val="00E360DF"/>
    <w:rsid w:val="00E36149"/>
    <w:rsid w:val="00E36219"/>
    <w:rsid w:val="00E36849"/>
    <w:rsid w:val="00E36F28"/>
    <w:rsid w:val="00E376A8"/>
    <w:rsid w:val="00E37BC4"/>
    <w:rsid w:val="00E40659"/>
    <w:rsid w:val="00E408A1"/>
    <w:rsid w:val="00E40B01"/>
    <w:rsid w:val="00E40C56"/>
    <w:rsid w:val="00E41A15"/>
    <w:rsid w:val="00E41C35"/>
    <w:rsid w:val="00E42E4F"/>
    <w:rsid w:val="00E431F8"/>
    <w:rsid w:val="00E431FE"/>
    <w:rsid w:val="00E43B27"/>
    <w:rsid w:val="00E43F7D"/>
    <w:rsid w:val="00E44002"/>
    <w:rsid w:val="00E443CC"/>
    <w:rsid w:val="00E448D6"/>
    <w:rsid w:val="00E44DD7"/>
    <w:rsid w:val="00E4552B"/>
    <w:rsid w:val="00E45995"/>
    <w:rsid w:val="00E4626B"/>
    <w:rsid w:val="00E4675B"/>
    <w:rsid w:val="00E46A18"/>
    <w:rsid w:val="00E474B3"/>
    <w:rsid w:val="00E50039"/>
    <w:rsid w:val="00E50498"/>
    <w:rsid w:val="00E51448"/>
    <w:rsid w:val="00E51529"/>
    <w:rsid w:val="00E51B59"/>
    <w:rsid w:val="00E51E9B"/>
    <w:rsid w:val="00E53275"/>
    <w:rsid w:val="00E5371A"/>
    <w:rsid w:val="00E53C67"/>
    <w:rsid w:val="00E541C9"/>
    <w:rsid w:val="00E544D8"/>
    <w:rsid w:val="00E545BD"/>
    <w:rsid w:val="00E548AA"/>
    <w:rsid w:val="00E54A2C"/>
    <w:rsid w:val="00E54AA6"/>
    <w:rsid w:val="00E54B84"/>
    <w:rsid w:val="00E54CFF"/>
    <w:rsid w:val="00E5536D"/>
    <w:rsid w:val="00E5554F"/>
    <w:rsid w:val="00E55677"/>
    <w:rsid w:val="00E5583A"/>
    <w:rsid w:val="00E564C8"/>
    <w:rsid w:val="00E56BC5"/>
    <w:rsid w:val="00E574BE"/>
    <w:rsid w:val="00E574ED"/>
    <w:rsid w:val="00E57DB1"/>
    <w:rsid w:val="00E60051"/>
    <w:rsid w:val="00E602EE"/>
    <w:rsid w:val="00E6083C"/>
    <w:rsid w:val="00E609C1"/>
    <w:rsid w:val="00E60AD2"/>
    <w:rsid w:val="00E61599"/>
    <w:rsid w:val="00E61960"/>
    <w:rsid w:val="00E61AA5"/>
    <w:rsid w:val="00E61BA5"/>
    <w:rsid w:val="00E6225B"/>
    <w:rsid w:val="00E622EA"/>
    <w:rsid w:val="00E62535"/>
    <w:rsid w:val="00E64447"/>
    <w:rsid w:val="00E64B3E"/>
    <w:rsid w:val="00E64D4E"/>
    <w:rsid w:val="00E650AE"/>
    <w:rsid w:val="00E65448"/>
    <w:rsid w:val="00E65BDB"/>
    <w:rsid w:val="00E667EC"/>
    <w:rsid w:val="00E6727B"/>
    <w:rsid w:val="00E6743F"/>
    <w:rsid w:val="00E67703"/>
    <w:rsid w:val="00E67833"/>
    <w:rsid w:val="00E678CF"/>
    <w:rsid w:val="00E67A58"/>
    <w:rsid w:val="00E67B2D"/>
    <w:rsid w:val="00E67DF3"/>
    <w:rsid w:val="00E67ECC"/>
    <w:rsid w:val="00E7000A"/>
    <w:rsid w:val="00E70033"/>
    <w:rsid w:val="00E7025D"/>
    <w:rsid w:val="00E70645"/>
    <w:rsid w:val="00E70B24"/>
    <w:rsid w:val="00E70D3B"/>
    <w:rsid w:val="00E70ECA"/>
    <w:rsid w:val="00E7102C"/>
    <w:rsid w:val="00E71A58"/>
    <w:rsid w:val="00E723FA"/>
    <w:rsid w:val="00E725F4"/>
    <w:rsid w:val="00E726F9"/>
    <w:rsid w:val="00E72B71"/>
    <w:rsid w:val="00E742B0"/>
    <w:rsid w:val="00E7485E"/>
    <w:rsid w:val="00E74C41"/>
    <w:rsid w:val="00E75856"/>
    <w:rsid w:val="00E7588C"/>
    <w:rsid w:val="00E76101"/>
    <w:rsid w:val="00E76639"/>
    <w:rsid w:val="00E7664E"/>
    <w:rsid w:val="00E76D5E"/>
    <w:rsid w:val="00E77FAC"/>
    <w:rsid w:val="00E808FB"/>
    <w:rsid w:val="00E809B6"/>
    <w:rsid w:val="00E80CB3"/>
    <w:rsid w:val="00E80E5F"/>
    <w:rsid w:val="00E8122C"/>
    <w:rsid w:val="00E81754"/>
    <w:rsid w:val="00E81889"/>
    <w:rsid w:val="00E81A8A"/>
    <w:rsid w:val="00E82549"/>
    <w:rsid w:val="00E82909"/>
    <w:rsid w:val="00E83A44"/>
    <w:rsid w:val="00E83FC1"/>
    <w:rsid w:val="00E85401"/>
    <w:rsid w:val="00E85CF0"/>
    <w:rsid w:val="00E85D97"/>
    <w:rsid w:val="00E86F1B"/>
    <w:rsid w:val="00E86F50"/>
    <w:rsid w:val="00E87403"/>
    <w:rsid w:val="00E8761D"/>
    <w:rsid w:val="00E8779E"/>
    <w:rsid w:val="00E87AD0"/>
    <w:rsid w:val="00E87CC4"/>
    <w:rsid w:val="00E9066A"/>
    <w:rsid w:val="00E9098B"/>
    <w:rsid w:val="00E90A91"/>
    <w:rsid w:val="00E9173D"/>
    <w:rsid w:val="00E917BE"/>
    <w:rsid w:val="00E9199E"/>
    <w:rsid w:val="00E92094"/>
    <w:rsid w:val="00E92527"/>
    <w:rsid w:val="00E92872"/>
    <w:rsid w:val="00E928A9"/>
    <w:rsid w:val="00E9299B"/>
    <w:rsid w:val="00E92A9D"/>
    <w:rsid w:val="00E92C4E"/>
    <w:rsid w:val="00E92D5C"/>
    <w:rsid w:val="00E92EA2"/>
    <w:rsid w:val="00E93DF0"/>
    <w:rsid w:val="00E94247"/>
    <w:rsid w:val="00E94844"/>
    <w:rsid w:val="00E9499B"/>
    <w:rsid w:val="00E949E6"/>
    <w:rsid w:val="00E94DA9"/>
    <w:rsid w:val="00E94FBE"/>
    <w:rsid w:val="00E9500B"/>
    <w:rsid w:val="00E9542B"/>
    <w:rsid w:val="00E95F4C"/>
    <w:rsid w:val="00E9637C"/>
    <w:rsid w:val="00E96F89"/>
    <w:rsid w:val="00E96FFD"/>
    <w:rsid w:val="00E97622"/>
    <w:rsid w:val="00E97832"/>
    <w:rsid w:val="00E97B07"/>
    <w:rsid w:val="00E97DDF"/>
    <w:rsid w:val="00EA001D"/>
    <w:rsid w:val="00EA0162"/>
    <w:rsid w:val="00EA017A"/>
    <w:rsid w:val="00EA052E"/>
    <w:rsid w:val="00EA1372"/>
    <w:rsid w:val="00EA183A"/>
    <w:rsid w:val="00EA1A0D"/>
    <w:rsid w:val="00EA1A8A"/>
    <w:rsid w:val="00EA1BB0"/>
    <w:rsid w:val="00EA1CBF"/>
    <w:rsid w:val="00EA1F37"/>
    <w:rsid w:val="00EA1F50"/>
    <w:rsid w:val="00EA2CBF"/>
    <w:rsid w:val="00EA4BAE"/>
    <w:rsid w:val="00EA50AD"/>
    <w:rsid w:val="00EA5E51"/>
    <w:rsid w:val="00EA5F9A"/>
    <w:rsid w:val="00EA6122"/>
    <w:rsid w:val="00EA6486"/>
    <w:rsid w:val="00EA6AC4"/>
    <w:rsid w:val="00EA6FAC"/>
    <w:rsid w:val="00EA7314"/>
    <w:rsid w:val="00EA7829"/>
    <w:rsid w:val="00EA791A"/>
    <w:rsid w:val="00EA7BAF"/>
    <w:rsid w:val="00EB1496"/>
    <w:rsid w:val="00EB15DE"/>
    <w:rsid w:val="00EB1815"/>
    <w:rsid w:val="00EB1CA1"/>
    <w:rsid w:val="00EB20F9"/>
    <w:rsid w:val="00EB21D5"/>
    <w:rsid w:val="00EB3822"/>
    <w:rsid w:val="00EB394A"/>
    <w:rsid w:val="00EB3A21"/>
    <w:rsid w:val="00EB3CA6"/>
    <w:rsid w:val="00EB3F27"/>
    <w:rsid w:val="00EB40F6"/>
    <w:rsid w:val="00EB4852"/>
    <w:rsid w:val="00EB4906"/>
    <w:rsid w:val="00EB500C"/>
    <w:rsid w:val="00EB5276"/>
    <w:rsid w:val="00EB5468"/>
    <w:rsid w:val="00EB5540"/>
    <w:rsid w:val="00EB56FB"/>
    <w:rsid w:val="00EB5748"/>
    <w:rsid w:val="00EB59B9"/>
    <w:rsid w:val="00EB6070"/>
    <w:rsid w:val="00EB6494"/>
    <w:rsid w:val="00EB65EC"/>
    <w:rsid w:val="00EB71ED"/>
    <w:rsid w:val="00EB7229"/>
    <w:rsid w:val="00EB741F"/>
    <w:rsid w:val="00EB7A7E"/>
    <w:rsid w:val="00EB7B45"/>
    <w:rsid w:val="00EC0FC4"/>
    <w:rsid w:val="00EC19B0"/>
    <w:rsid w:val="00EC1DB2"/>
    <w:rsid w:val="00EC2F7E"/>
    <w:rsid w:val="00EC40C6"/>
    <w:rsid w:val="00EC4408"/>
    <w:rsid w:val="00EC4985"/>
    <w:rsid w:val="00EC4E2B"/>
    <w:rsid w:val="00EC4ED0"/>
    <w:rsid w:val="00EC5706"/>
    <w:rsid w:val="00EC6CB9"/>
    <w:rsid w:val="00EC7804"/>
    <w:rsid w:val="00EC797B"/>
    <w:rsid w:val="00EC7AEB"/>
    <w:rsid w:val="00EC7B20"/>
    <w:rsid w:val="00ED0355"/>
    <w:rsid w:val="00ED05BC"/>
    <w:rsid w:val="00ED08CB"/>
    <w:rsid w:val="00ED17C1"/>
    <w:rsid w:val="00ED1DFE"/>
    <w:rsid w:val="00ED2935"/>
    <w:rsid w:val="00ED3267"/>
    <w:rsid w:val="00ED3FB7"/>
    <w:rsid w:val="00ED4058"/>
    <w:rsid w:val="00ED48F9"/>
    <w:rsid w:val="00ED4E95"/>
    <w:rsid w:val="00ED58C4"/>
    <w:rsid w:val="00ED5E8E"/>
    <w:rsid w:val="00ED61D6"/>
    <w:rsid w:val="00ED6960"/>
    <w:rsid w:val="00ED76D7"/>
    <w:rsid w:val="00EE0248"/>
    <w:rsid w:val="00EE09CE"/>
    <w:rsid w:val="00EE0E0D"/>
    <w:rsid w:val="00EE14C4"/>
    <w:rsid w:val="00EE1959"/>
    <w:rsid w:val="00EE25D7"/>
    <w:rsid w:val="00EE31CF"/>
    <w:rsid w:val="00EE3BC1"/>
    <w:rsid w:val="00EE4DF1"/>
    <w:rsid w:val="00EE55CF"/>
    <w:rsid w:val="00EE56C5"/>
    <w:rsid w:val="00EE5EA7"/>
    <w:rsid w:val="00EE6215"/>
    <w:rsid w:val="00EE75B1"/>
    <w:rsid w:val="00EE7601"/>
    <w:rsid w:val="00EF019F"/>
    <w:rsid w:val="00EF05FF"/>
    <w:rsid w:val="00EF0873"/>
    <w:rsid w:val="00EF150E"/>
    <w:rsid w:val="00EF1BF8"/>
    <w:rsid w:val="00EF1E09"/>
    <w:rsid w:val="00EF2310"/>
    <w:rsid w:val="00EF24AB"/>
    <w:rsid w:val="00EF2760"/>
    <w:rsid w:val="00EF2926"/>
    <w:rsid w:val="00EF3068"/>
    <w:rsid w:val="00EF30A5"/>
    <w:rsid w:val="00EF3536"/>
    <w:rsid w:val="00EF3E5A"/>
    <w:rsid w:val="00EF3FA7"/>
    <w:rsid w:val="00EF40A5"/>
    <w:rsid w:val="00EF4330"/>
    <w:rsid w:val="00EF4530"/>
    <w:rsid w:val="00EF4B75"/>
    <w:rsid w:val="00EF4C66"/>
    <w:rsid w:val="00EF5519"/>
    <w:rsid w:val="00EF5B2C"/>
    <w:rsid w:val="00EF5CC4"/>
    <w:rsid w:val="00EF5EE9"/>
    <w:rsid w:val="00EF60C8"/>
    <w:rsid w:val="00EF71C7"/>
    <w:rsid w:val="00EF7903"/>
    <w:rsid w:val="00EF7BE5"/>
    <w:rsid w:val="00EF7C7B"/>
    <w:rsid w:val="00EF7D7F"/>
    <w:rsid w:val="00F0000C"/>
    <w:rsid w:val="00F009FE"/>
    <w:rsid w:val="00F00A76"/>
    <w:rsid w:val="00F00B29"/>
    <w:rsid w:val="00F014E0"/>
    <w:rsid w:val="00F0174B"/>
    <w:rsid w:val="00F01944"/>
    <w:rsid w:val="00F02794"/>
    <w:rsid w:val="00F039B1"/>
    <w:rsid w:val="00F03CCA"/>
    <w:rsid w:val="00F0423E"/>
    <w:rsid w:val="00F04703"/>
    <w:rsid w:val="00F049BA"/>
    <w:rsid w:val="00F049E1"/>
    <w:rsid w:val="00F0560A"/>
    <w:rsid w:val="00F0565D"/>
    <w:rsid w:val="00F0575C"/>
    <w:rsid w:val="00F059E7"/>
    <w:rsid w:val="00F05D3E"/>
    <w:rsid w:val="00F0623C"/>
    <w:rsid w:val="00F065AB"/>
    <w:rsid w:val="00F06A5A"/>
    <w:rsid w:val="00F06CD2"/>
    <w:rsid w:val="00F06FF2"/>
    <w:rsid w:val="00F07583"/>
    <w:rsid w:val="00F075B5"/>
    <w:rsid w:val="00F07728"/>
    <w:rsid w:val="00F07845"/>
    <w:rsid w:val="00F105F3"/>
    <w:rsid w:val="00F1110D"/>
    <w:rsid w:val="00F115FB"/>
    <w:rsid w:val="00F11722"/>
    <w:rsid w:val="00F11B05"/>
    <w:rsid w:val="00F12051"/>
    <w:rsid w:val="00F12166"/>
    <w:rsid w:val="00F122EA"/>
    <w:rsid w:val="00F12D9B"/>
    <w:rsid w:val="00F13206"/>
    <w:rsid w:val="00F132FE"/>
    <w:rsid w:val="00F13393"/>
    <w:rsid w:val="00F13553"/>
    <w:rsid w:val="00F1357C"/>
    <w:rsid w:val="00F13668"/>
    <w:rsid w:val="00F1370E"/>
    <w:rsid w:val="00F13CE4"/>
    <w:rsid w:val="00F14E2E"/>
    <w:rsid w:val="00F14F96"/>
    <w:rsid w:val="00F159FB"/>
    <w:rsid w:val="00F15A19"/>
    <w:rsid w:val="00F15C9A"/>
    <w:rsid w:val="00F15CF2"/>
    <w:rsid w:val="00F1609D"/>
    <w:rsid w:val="00F161F1"/>
    <w:rsid w:val="00F16488"/>
    <w:rsid w:val="00F1666E"/>
    <w:rsid w:val="00F16BD4"/>
    <w:rsid w:val="00F16D12"/>
    <w:rsid w:val="00F17417"/>
    <w:rsid w:val="00F175AC"/>
    <w:rsid w:val="00F17F1A"/>
    <w:rsid w:val="00F203CE"/>
    <w:rsid w:val="00F206C2"/>
    <w:rsid w:val="00F20A61"/>
    <w:rsid w:val="00F20CBA"/>
    <w:rsid w:val="00F20D3D"/>
    <w:rsid w:val="00F20E9B"/>
    <w:rsid w:val="00F21ADF"/>
    <w:rsid w:val="00F21CA4"/>
    <w:rsid w:val="00F21F34"/>
    <w:rsid w:val="00F223AD"/>
    <w:rsid w:val="00F22B95"/>
    <w:rsid w:val="00F230DC"/>
    <w:rsid w:val="00F24837"/>
    <w:rsid w:val="00F2489D"/>
    <w:rsid w:val="00F24D1D"/>
    <w:rsid w:val="00F254CD"/>
    <w:rsid w:val="00F2562E"/>
    <w:rsid w:val="00F25651"/>
    <w:rsid w:val="00F25C37"/>
    <w:rsid w:val="00F2639A"/>
    <w:rsid w:val="00F26AD4"/>
    <w:rsid w:val="00F26CE4"/>
    <w:rsid w:val="00F273EE"/>
    <w:rsid w:val="00F27411"/>
    <w:rsid w:val="00F27558"/>
    <w:rsid w:val="00F276EF"/>
    <w:rsid w:val="00F27B63"/>
    <w:rsid w:val="00F30525"/>
    <w:rsid w:val="00F3057E"/>
    <w:rsid w:val="00F305E5"/>
    <w:rsid w:val="00F30A14"/>
    <w:rsid w:val="00F30C03"/>
    <w:rsid w:val="00F30DA1"/>
    <w:rsid w:val="00F3144F"/>
    <w:rsid w:val="00F316D6"/>
    <w:rsid w:val="00F31ECF"/>
    <w:rsid w:val="00F31FD1"/>
    <w:rsid w:val="00F323D4"/>
    <w:rsid w:val="00F3263F"/>
    <w:rsid w:val="00F32692"/>
    <w:rsid w:val="00F32BBC"/>
    <w:rsid w:val="00F32CE7"/>
    <w:rsid w:val="00F32E90"/>
    <w:rsid w:val="00F339D3"/>
    <w:rsid w:val="00F33CCB"/>
    <w:rsid w:val="00F342B9"/>
    <w:rsid w:val="00F342D7"/>
    <w:rsid w:val="00F3436A"/>
    <w:rsid w:val="00F35747"/>
    <w:rsid w:val="00F35888"/>
    <w:rsid w:val="00F35A8B"/>
    <w:rsid w:val="00F35AA6"/>
    <w:rsid w:val="00F36291"/>
    <w:rsid w:val="00F37071"/>
    <w:rsid w:val="00F3715F"/>
    <w:rsid w:val="00F372C8"/>
    <w:rsid w:val="00F37A22"/>
    <w:rsid w:val="00F37BC8"/>
    <w:rsid w:val="00F37DC8"/>
    <w:rsid w:val="00F37FF9"/>
    <w:rsid w:val="00F407A3"/>
    <w:rsid w:val="00F40B92"/>
    <w:rsid w:val="00F40CCF"/>
    <w:rsid w:val="00F40CEE"/>
    <w:rsid w:val="00F40E70"/>
    <w:rsid w:val="00F40FD7"/>
    <w:rsid w:val="00F412D9"/>
    <w:rsid w:val="00F41544"/>
    <w:rsid w:val="00F422A1"/>
    <w:rsid w:val="00F424E8"/>
    <w:rsid w:val="00F4252F"/>
    <w:rsid w:val="00F42897"/>
    <w:rsid w:val="00F42955"/>
    <w:rsid w:val="00F429A3"/>
    <w:rsid w:val="00F42C37"/>
    <w:rsid w:val="00F43605"/>
    <w:rsid w:val="00F4377D"/>
    <w:rsid w:val="00F438BF"/>
    <w:rsid w:val="00F43992"/>
    <w:rsid w:val="00F43A67"/>
    <w:rsid w:val="00F43B13"/>
    <w:rsid w:val="00F444D8"/>
    <w:rsid w:val="00F44809"/>
    <w:rsid w:val="00F44A72"/>
    <w:rsid w:val="00F44D0B"/>
    <w:rsid w:val="00F4599D"/>
    <w:rsid w:val="00F46068"/>
    <w:rsid w:val="00F46136"/>
    <w:rsid w:val="00F46416"/>
    <w:rsid w:val="00F467CB"/>
    <w:rsid w:val="00F474AE"/>
    <w:rsid w:val="00F47AD3"/>
    <w:rsid w:val="00F47EEB"/>
    <w:rsid w:val="00F50B55"/>
    <w:rsid w:val="00F50E58"/>
    <w:rsid w:val="00F51698"/>
    <w:rsid w:val="00F51852"/>
    <w:rsid w:val="00F5189C"/>
    <w:rsid w:val="00F51A08"/>
    <w:rsid w:val="00F52D68"/>
    <w:rsid w:val="00F53127"/>
    <w:rsid w:val="00F53897"/>
    <w:rsid w:val="00F53BA6"/>
    <w:rsid w:val="00F53C70"/>
    <w:rsid w:val="00F53E1C"/>
    <w:rsid w:val="00F5458C"/>
    <w:rsid w:val="00F54EBA"/>
    <w:rsid w:val="00F550A6"/>
    <w:rsid w:val="00F555F1"/>
    <w:rsid w:val="00F556DA"/>
    <w:rsid w:val="00F561F9"/>
    <w:rsid w:val="00F563DB"/>
    <w:rsid w:val="00F566C2"/>
    <w:rsid w:val="00F56707"/>
    <w:rsid w:val="00F56FDB"/>
    <w:rsid w:val="00F57925"/>
    <w:rsid w:val="00F57A07"/>
    <w:rsid w:val="00F57A6A"/>
    <w:rsid w:val="00F57BE1"/>
    <w:rsid w:val="00F6017D"/>
    <w:rsid w:val="00F60315"/>
    <w:rsid w:val="00F60337"/>
    <w:rsid w:val="00F60474"/>
    <w:rsid w:val="00F606A5"/>
    <w:rsid w:val="00F609E0"/>
    <w:rsid w:val="00F60EA2"/>
    <w:rsid w:val="00F60EC4"/>
    <w:rsid w:val="00F61044"/>
    <w:rsid w:val="00F61322"/>
    <w:rsid w:val="00F617AC"/>
    <w:rsid w:val="00F61B44"/>
    <w:rsid w:val="00F61B65"/>
    <w:rsid w:val="00F61F4D"/>
    <w:rsid w:val="00F62CE0"/>
    <w:rsid w:val="00F630F1"/>
    <w:rsid w:val="00F63AE1"/>
    <w:rsid w:val="00F63DAD"/>
    <w:rsid w:val="00F64552"/>
    <w:rsid w:val="00F649A8"/>
    <w:rsid w:val="00F65512"/>
    <w:rsid w:val="00F656CC"/>
    <w:rsid w:val="00F6583E"/>
    <w:rsid w:val="00F65DCA"/>
    <w:rsid w:val="00F65EF8"/>
    <w:rsid w:val="00F66472"/>
    <w:rsid w:val="00F665DC"/>
    <w:rsid w:val="00F66D78"/>
    <w:rsid w:val="00F670C9"/>
    <w:rsid w:val="00F671F5"/>
    <w:rsid w:val="00F67545"/>
    <w:rsid w:val="00F67910"/>
    <w:rsid w:val="00F67CCE"/>
    <w:rsid w:val="00F700A1"/>
    <w:rsid w:val="00F702A7"/>
    <w:rsid w:val="00F7043F"/>
    <w:rsid w:val="00F706DB"/>
    <w:rsid w:val="00F70E87"/>
    <w:rsid w:val="00F70EC8"/>
    <w:rsid w:val="00F7113B"/>
    <w:rsid w:val="00F711DD"/>
    <w:rsid w:val="00F712E1"/>
    <w:rsid w:val="00F71449"/>
    <w:rsid w:val="00F7188E"/>
    <w:rsid w:val="00F719F6"/>
    <w:rsid w:val="00F71B54"/>
    <w:rsid w:val="00F71E0F"/>
    <w:rsid w:val="00F72269"/>
    <w:rsid w:val="00F72447"/>
    <w:rsid w:val="00F727A7"/>
    <w:rsid w:val="00F72F62"/>
    <w:rsid w:val="00F7301E"/>
    <w:rsid w:val="00F73693"/>
    <w:rsid w:val="00F73D77"/>
    <w:rsid w:val="00F73FBE"/>
    <w:rsid w:val="00F74B96"/>
    <w:rsid w:val="00F752CF"/>
    <w:rsid w:val="00F754F8"/>
    <w:rsid w:val="00F75765"/>
    <w:rsid w:val="00F75BDD"/>
    <w:rsid w:val="00F7650A"/>
    <w:rsid w:val="00F77764"/>
    <w:rsid w:val="00F779C9"/>
    <w:rsid w:val="00F77A9F"/>
    <w:rsid w:val="00F77AC1"/>
    <w:rsid w:val="00F77D0B"/>
    <w:rsid w:val="00F804AA"/>
    <w:rsid w:val="00F80AA9"/>
    <w:rsid w:val="00F80DFA"/>
    <w:rsid w:val="00F816A5"/>
    <w:rsid w:val="00F817B8"/>
    <w:rsid w:val="00F81A59"/>
    <w:rsid w:val="00F81C72"/>
    <w:rsid w:val="00F81D4E"/>
    <w:rsid w:val="00F81EED"/>
    <w:rsid w:val="00F8231D"/>
    <w:rsid w:val="00F82C38"/>
    <w:rsid w:val="00F82DBE"/>
    <w:rsid w:val="00F8300F"/>
    <w:rsid w:val="00F839BA"/>
    <w:rsid w:val="00F83E40"/>
    <w:rsid w:val="00F84265"/>
    <w:rsid w:val="00F844B8"/>
    <w:rsid w:val="00F84542"/>
    <w:rsid w:val="00F8472E"/>
    <w:rsid w:val="00F84798"/>
    <w:rsid w:val="00F84C0A"/>
    <w:rsid w:val="00F84C84"/>
    <w:rsid w:val="00F85101"/>
    <w:rsid w:val="00F853C7"/>
    <w:rsid w:val="00F855CA"/>
    <w:rsid w:val="00F858D7"/>
    <w:rsid w:val="00F85E18"/>
    <w:rsid w:val="00F86B52"/>
    <w:rsid w:val="00F875F4"/>
    <w:rsid w:val="00F87863"/>
    <w:rsid w:val="00F90984"/>
    <w:rsid w:val="00F90DCE"/>
    <w:rsid w:val="00F90EDB"/>
    <w:rsid w:val="00F91351"/>
    <w:rsid w:val="00F91DF8"/>
    <w:rsid w:val="00F92203"/>
    <w:rsid w:val="00F92209"/>
    <w:rsid w:val="00F92237"/>
    <w:rsid w:val="00F9288E"/>
    <w:rsid w:val="00F92A57"/>
    <w:rsid w:val="00F92B96"/>
    <w:rsid w:val="00F937CD"/>
    <w:rsid w:val="00F938AF"/>
    <w:rsid w:val="00F93E19"/>
    <w:rsid w:val="00F945BB"/>
    <w:rsid w:val="00F94A24"/>
    <w:rsid w:val="00F94A6E"/>
    <w:rsid w:val="00F94E10"/>
    <w:rsid w:val="00F95BE6"/>
    <w:rsid w:val="00F95C6F"/>
    <w:rsid w:val="00F95C8C"/>
    <w:rsid w:val="00F95E9E"/>
    <w:rsid w:val="00F971B1"/>
    <w:rsid w:val="00F97753"/>
    <w:rsid w:val="00F97B2D"/>
    <w:rsid w:val="00FA0193"/>
    <w:rsid w:val="00FA10E1"/>
    <w:rsid w:val="00FA11D6"/>
    <w:rsid w:val="00FA12FD"/>
    <w:rsid w:val="00FA13E1"/>
    <w:rsid w:val="00FA2E54"/>
    <w:rsid w:val="00FA3234"/>
    <w:rsid w:val="00FA35D4"/>
    <w:rsid w:val="00FA45E2"/>
    <w:rsid w:val="00FA46D4"/>
    <w:rsid w:val="00FA4F34"/>
    <w:rsid w:val="00FA507B"/>
    <w:rsid w:val="00FA5174"/>
    <w:rsid w:val="00FA5221"/>
    <w:rsid w:val="00FA557C"/>
    <w:rsid w:val="00FA6087"/>
    <w:rsid w:val="00FA66C7"/>
    <w:rsid w:val="00FA6EA1"/>
    <w:rsid w:val="00FA6EC5"/>
    <w:rsid w:val="00FA7048"/>
    <w:rsid w:val="00FA733C"/>
    <w:rsid w:val="00FA755F"/>
    <w:rsid w:val="00FA7A10"/>
    <w:rsid w:val="00FA7BB8"/>
    <w:rsid w:val="00FB000A"/>
    <w:rsid w:val="00FB00DE"/>
    <w:rsid w:val="00FB106C"/>
    <w:rsid w:val="00FB106E"/>
    <w:rsid w:val="00FB11F4"/>
    <w:rsid w:val="00FB134C"/>
    <w:rsid w:val="00FB1740"/>
    <w:rsid w:val="00FB1D17"/>
    <w:rsid w:val="00FB1E9B"/>
    <w:rsid w:val="00FB20EC"/>
    <w:rsid w:val="00FB285F"/>
    <w:rsid w:val="00FB3142"/>
    <w:rsid w:val="00FB38AA"/>
    <w:rsid w:val="00FB3B1A"/>
    <w:rsid w:val="00FB43D2"/>
    <w:rsid w:val="00FB451D"/>
    <w:rsid w:val="00FB4E07"/>
    <w:rsid w:val="00FB5A91"/>
    <w:rsid w:val="00FB5CB4"/>
    <w:rsid w:val="00FB6693"/>
    <w:rsid w:val="00FB6859"/>
    <w:rsid w:val="00FB6D53"/>
    <w:rsid w:val="00FB7865"/>
    <w:rsid w:val="00FB7869"/>
    <w:rsid w:val="00FB7CBB"/>
    <w:rsid w:val="00FC0204"/>
    <w:rsid w:val="00FC1005"/>
    <w:rsid w:val="00FC1655"/>
    <w:rsid w:val="00FC17AE"/>
    <w:rsid w:val="00FC1C7A"/>
    <w:rsid w:val="00FC2043"/>
    <w:rsid w:val="00FC21EC"/>
    <w:rsid w:val="00FC259F"/>
    <w:rsid w:val="00FC290E"/>
    <w:rsid w:val="00FC2E00"/>
    <w:rsid w:val="00FC34A5"/>
    <w:rsid w:val="00FC359A"/>
    <w:rsid w:val="00FC38F8"/>
    <w:rsid w:val="00FC42C1"/>
    <w:rsid w:val="00FC439E"/>
    <w:rsid w:val="00FC4B0A"/>
    <w:rsid w:val="00FC54A4"/>
    <w:rsid w:val="00FC5F82"/>
    <w:rsid w:val="00FC6644"/>
    <w:rsid w:val="00FC679A"/>
    <w:rsid w:val="00FC6902"/>
    <w:rsid w:val="00FC6B60"/>
    <w:rsid w:val="00FC751B"/>
    <w:rsid w:val="00FC75BF"/>
    <w:rsid w:val="00FC76D4"/>
    <w:rsid w:val="00FC7936"/>
    <w:rsid w:val="00FC79D1"/>
    <w:rsid w:val="00FC7C45"/>
    <w:rsid w:val="00FC7E73"/>
    <w:rsid w:val="00FC7F8E"/>
    <w:rsid w:val="00FD076E"/>
    <w:rsid w:val="00FD0B6B"/>
    <w:rsid w:val="00FD0D29"/>
    <w:rsid w:val="00FD12FE"/>
    <w:rsid w:val="00FD16CB"/>
    <w:rsid w:val="00FD18B2"/>
    <w:rsid w:val="00FD26D8"/>
    <w:rsid w:val="00FD280B"/>
    <w:rsid w:val="00FD2A46"/>
    <w:rsid w:val="00FD2C38"/>
    <w:rsid w:val="00FD31B8"/>
    <w:rsid w:val="00FD3CF7"/>
    <w:rsid w:val="00FD41D7"/>
    <w:rsid w:val="00FD44D7"/>
    <w:rsid w:val="00FD458F"/>
    <w:rsid w:val="00FD463D"/>
    <w:rsid w:val="00FD46C8"/>
    <w:rsid w:val="00FD4A05"/>
    <w:rsid w:val="00FD5714"/>
    <w:rsid w:val="00FD5975"/>
    <w:rsid w:val="00FD5D1E"/>
    <w:rsid w:val="00FD5D27"/>
    <w:rsid w:val="00FD667E"/>
    <w:rsid w:val="00FD6CA7"/>
    <w:rsid w:val="00FD6DAF"/>
    <w:rsid w:val="00FD76D4"/>
    <w:rsid w:val="00FD7C5A"/>
    <w:rsid w:val="00FD7E67"/>
    <w:rsid w:val="00FE0BC0"/>
    <w:rsid w:val="00FE105D"/>
    <w:rsid w:val="00FE1195"/>
    <w:rsid w:val="00FE13A2"/>
    <w:rsid w:val="00FE14B8"/>
    <w:rsid w:val="00FE14C2"/>
    <w:rsid w:val="00FE1EFF"/>
    <w:rsid w:val="00FE2577"/>
    <w:rsid w:val="00FE2F21"/>
    <w:rsid w:val="00FE3038"/>
    <w:rsid w:val="00FE32BE"/>
    <w:rsid w:val="00FE3675"/>
    <w:rsid w:val="00FE404E"/>
    <w:rsid w:val="00FE424D"/>
    <w:rsid w:val="00FE4459"/>
    <w:rsid w:val="00FE4812"/>
    <w:rsid w:val="00FE48AF"/>
    <w:rsid w:val="00FE48E6"/>
    <w:rsid w:val="00FE545B"/>
    <w:rsid w:val="00FE5A57"/>
    <w:rsid w:val="00FE5BF5"/>
    <w:rsid w:val="00FE5E49"/>
    <w:rsid w:val="00FE66D7"/>
    <w:rsid w:val="00FE69B6"/>
    <w:rsid w:val="00FE7195"/>
    <w:rsid w:val="00FE752A"/>
    <w:rsid w:val="00FE773E"/>
    <w:rsid w:val="00FE7A93"/>
    <w:rsid w:val="00FE7CAC"/>
    <w:rsid w:val="00FF021C"/>
    <w:rsid w:val="00FF049F"/>
    <w:rsid w:val="00FF0D6D"/>
    <w:rsid w:val="00FF15EC"/>
    <w:rsid w:val="00FF162B"/>
    <w:rsid w:val="00FF1D43"/>
    <w:rsid w:val="00FF1D45"/>
    <w:rsid w:val="00FF2390"/>
    <w:rsid w:val="00FF2F1C"/>
    <w:rsid w:val="00FF347D"/>
    <w:rsid w:val="00FF372C"/>
    <w:rsid w:val="00FF3786"/>
    <w:rsid w:val="00FF3B0F"/>
    <w:rsid w:val="00FF3E6D"/>
    <w:rsid w:val="00FF446D"/>
    <w:rsid w:val="00FF47CF"/>
    <w:rsid w:val="00FF4862"/>
    <w:rsid w:val="00FF4F88"/>
    <w:rsid w:val="00FF5579"/>
    <w:rsid w:val="00FF58E1"/>
    <w:rsid w:val="00FF5AD6"/>
    <w:rsid w:val="00FF6545"/>
    <w:rsid w:val="00FF655C"/>
    <w:rsid w:val="00FF6692"/>
    <w:rsid w:val="00FF66BD"/>
    <w:rsid w:val="00FF6AC6"/>
    <w:rsid w:val="00FF7408"/>
    <w:rsid w:val="00FF756A"/>
    <w:rsid w:val="00FF79F8"/>
    <w:rsid w:val="00FF7F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82D"/>
    <w:pPr>
      <w:spacing w:after="200" w:line="276" w:lineRule="auto"/>
    </w:pPr>
    <w:rPr>
      <w:rFonts w:eastAsia="Times New Roman"/>
      <w:lang w:val="uk-UA" w:eastAsia="uk-UA"/>
    </w:rPr>
  </w:style>
  <w:style w:type="paragraph" w:styleId="Heading2">
    <w:name w:val="heading 2"/>
    <w:basedOn w:val="Normal"/>
    <w:next w:val="Normal"/>
    <w:link w:val="Heading2Char1"/>
    <w:uiPriority w:val="99"/>
    <w:qFormat/>
    <w:locked/>
    <w:rsid w:val="00A61F14"/>
    <w:pPr>
      <w:keepNext/>
      <w:spacing w:before="240" w:after="60" w:line="240" w:lineRule="auto"/>
      <w:outlineLvl w:val="1"/>
    </w:pPr>
    <w:rPr>
      <w:rFonts w:ascii="Arial" w:eastAsia="Calibri" w:hAnsi="Arial" w:cs="Arial"/>
      <w:b/>
      <w:bCs/>
      <w:i/>
      <w:iCs/>
      <w:sz w:val="28"/>
      <w:szCs w:val="28"/>
      <w:lang w:val="ru-RU" w:eastAsia="ru-RU"/>
    </w:rPr>
  </w:style>
  <w:style w:type="paragraph" w:styleId="Heading5">
    <w:name w:val="heading 5"/>
    <w:basedOn w:val="a"/>
    <w:next w:val="a"/>
    <w:link w:val="Heading5Char"/>
    <w:uiPriority w:val="99"/>
    <w:qFormat/>
    <w:rsid w:val="0010382D"/>
    <w:pPr>
      <w:keepNext/>
      <w:spacing w:line="300" w:lineRule="atLeast"/>
      <w:ind w:firstLine="567"/>
      <w:jc w:val="center"/>
      <w:outlineLvl w:val="4"/>
    </w:pPr>
    <w:rPr>
      <w:b/>
      <w:sz w:val="28"/>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F231D"/>
    <w:rPr>
      <w:rFonts w:asciiTheme="majorHAnsi" w:eastAsiaTheme="majorEastAsia" w:hAnsiTheme="majorHAnsi" w:cstheme="majorBidi"/>
      <w:b/>
      <w:bCs/>
      <w:i/>
      <w:iCs/>
      <w:sz w:val="28"/>
      <w:szCs w:val="28"/>
      <w:lang w:val="uk-UA" w:eastAsia="uk-UA"/>
    </w:rPr>
  </w:style>
  <w:style w:type="character" w:customStyle="1" w:styleId="Heading5Char">
    <w:name w:val="Heading 5 Char"/>
    <w:basedOn w:val="DefaultParagraphFont"/>
    <w:link w:val="Heading5"/>
    <w:uiPriority w:val="99"/>
    <w:locked/>
    <w:rsid w:val="0010382D"/>
    <w:rPr>
      <w:rFonts w:ascii="Arial" w:eastAsia="Times New Roman" w:hAnsi="Arial" w:cs="Tahoma"/>
      <w:b/>
      <w:sz w:val="24"/>
      <w:szCs w:val="24"/>
      <w:lang w:val="en-US" w:eastAsia="ru-RU"/>
    </w:rPr>
  </w:style>
  <w:style w:type="paragraph" w:customStyle="1" w:styleId="a">
    <w:name w:val="Базовый"/>
    <w:uiPriority w:val="99"/>
    <w:rsid w:val="0010382D"/>
    <w:pPr>
      <w:widowControl w:val="0"/>
      <w:tabs>
        <w:tab w:val="left" w:pos="709"/>
      </w:tabs>
      <w:suppressAutoHyphens/>
      <w:spacing w:line="200" w:lineRule="atLeast"/>
    </w:pPr>
    <w:rPr>
      <w:rFonts w:ascii="Arial" w:hAnsi="Arial" w:cs="Tahoma"/>
      <w:sz w:val="20"/>
      <w:szCs w:val="24"/>
    </w:rPr>
  </w:style>
  <w:style w:type="paragraph" w:customStyle="1" w:styleId="FR1">
    <w:name w:val="FR1"/>
    <w:uiPriority w:val="99"/>
    <w:rsid w:val="0010382D"/>
    <w:pPr>
      <w:widowControl w:val="0"/>
      <w:tabs>
        <w:tab w:val="left" w:pos="749"/>
      </w:tabs>
      <w:suppressAutoHyphens/>
      <w:spacing w:line="300" w:lineRule="atLeast"/>
      <w:ind w:left="40" w:firstLine="400"/>
      <w:jc w:val="both"/>
    </w:pPr>
    <w:rPr>
      <w:rFonts w:ascii="Times New Roman" w:hAnsi="Times New Roman"/>
      <w:sz w:val="16"/>
      <w:szCs w:val="20"/>
      <w:lang w:val="uk-UA"/>
    </w:rPr>
  </w:style>
  <w:style w:type="paragraph" w:styleId="Footer">
    <w:name w:val="footer"/>
    <w:basedOn w:val="a"/>
    <w:link w:val="FooterChar"/>
    <w:uiPriority w:val="99"/>
    <w:rsid w:val="0010382D"/>
    <w:pPr>
      <w:suppressLineNumbers/>
      <w:tabs>
        <w:tab w:val="center" w:pos="4818"/>
        <w:tab w:val="right" w:pos="9637"/>
      </w:tabs>
    </w:pPr>
  </w:style>
  <w:style w:type="character" w:customStyle="1" w:styleId="FooterChar">
    <w:name w:val="Footer Char"/>
    <w:basedOn w:val="DefaultParagraphFont"/>
    <w:link w:val="Footer"/>
    <w:uiPriority w:val="99"/>
    <w:locked/>
    <w:rsid w:val="0010382D"/>
    <w:rPr>
      <w:rFonts w:ascii="Arial" w:eastAsia="Times New Roman" w:hAnsi="Arial" w:cs="Tahoma"/>
      <w:sz w:val="24"/>
      <w:szCs w:val="24"/>
      <w:lang w:val="ru-RU" w:eastAsia="ru-RU"/>
    </w:rPr>
  </w:style>
  <w:style w:type="paragraph" w:styleId="BodyTextIndent3">
    <w:name w:val="Body Text Indent 3"/>
    <w:basedOn w:val="a"/>
    <w:link w:val="BodyTextIndent3Char"/>
    <w:uiPriority w:val="99"/>
    <w:rsid w:val="0010382D"/>
    <w:pPr>
      <w:ind w:firstLine="540"/>
      <w:jc w:val="both"/>
    </w:pPr>
    <w:rPr>
      <w:sz w:val="28"/>
      <w:lang w:val="uk-UA"/>
    </w:rPr>
  </w:style>
  <w:style w:type="character" w:customStyle="1" w:styleId="BodyTextIndent3Char">
    <w:name w:val="Body Text Indent 3 Char"/>
    <w:basedOn w:val="DefaultParagraphFont"/>
    <w:link w:val="BodyTextIndent3"/>
    <w:uiPriority w:val="99"/>
    <w:locked/>
    <w:rsid w:val="0010382D"/>
    <w:rPr>
      <w:rFonts w:ascii="Arial" w:eastAsia="Times New Roman" w:hAnsi="Arial" w:cs="Tahoma"/>
      <w:sz w:val="24"/>
      <w:szCs w:val="24"/>
      <w:lang w:eastAsia="ru-RU"/>
    </w:rPr>
  </w:style>
  <w:style w:type="paragraph" w:styleId="BodyText">
    <w:name w:val="Body Text"/>
    <w:basedOn w:val="Normal"/>
    <w:link w:val="BodyTextChar"/>
    <w:uiPriority w:val="99"/>
    <w:semiHidden/>
    <w:rsid w:val="0010382D"/>
    <w:pPr>
      <w:spacing w:after="120"/>
    </w:pPr>
  </w:style>
  <w:style w:type="character" w:customStyle="1" w:styleId="BodyTextChar">
    <w:name w:val="Body Text Char"/>
    <w:basedOn w:val="DefaultParagraphFont"/>
    <w:link w:val="BodyText"/>
    <w:uiPriority w:val="99"/>
    <w:semiHidden/>
    <w:locked/>
    <w:rsid w:val="0010382D"/>
    <w:rPr>
      <w:rFonts w:eastAsia="Times New Roman" w:cs="Times New Roman"/>
      <w:lang w:eastAsia="uk-UA"/>
    </w:rPr>
  </w:style>
  <w:style w:type="paragraph" w:styleId="ListParagraph">
    <w:name w:val="List Paragraph"/>
    <w:basedOn w:val="Normal"/>
    <w:uiPriority w:val="99"/>
    <w:qFormat/>
    <w:rsid w:val="0010382D"/>
    <w:pPr>
      <w:ind w:left="720"/>
      <w:contextualSpacing/>
    </w:pPr>
  </w:style>
  <w:style w:type="paragraph" w:customStyle="1" w:styleId="CharCharCharChar">
    <w:name w:val="Char Знак Знак Char Знак Знак Char Знак Знак Char Знак Знак Знак Знак"/>
    <w:basedOn w:val="Normal"/>
    <w:uiPriority w:val="99"/>
    <w:rsid w:val="009F03CE"/>
    <w:pPr>
      <w:spacing w:after="0" w:line="240" w:lineRule="auto"/>
    </w:pPr>
    <w:rPr>
      <w:rFonts w:ascii="Verdana" w:hAnsi="Verdana" w:cs="Verdana"/>
      <w:sz w:val="20"/>
      <w:szCs w:val="20"/>
      <w:lang w:val="en-US" w:eastAsia="en-US"/>
    </w:rPr>
  </w:style>
  <w:style w:type="paragraph" w:styleId="BodyTextIndent2">
    <w:name w:val="Body Text Indent 2"/>
    <w:basedOn w:val="Normal"/>
    <w:link w:val="BodyTextIndent2Char"/>
    <w:uiPriority w:val="99"/>
    <w:rsid w:val="00A61F14"/>
    <w:pPr>
      <w:spacing w:after="120" w:line="480" w:lineRule="auto"/>
      <w:ind w:left="283"/>
    </w:pPr>
  </w:style>
  <w:style w:type="character" w:customStyle="1" w:styleId="BodyTextIndent2Char">
    <w:name w:val="Body Text Indent 2 Char"/>
    <w:basedOn w:val="DefaultParagraphFont"/>
    <w:link w:val="BodyTextIndent2"/>
    <w:uiPriority w:val="99"/>
    <w:semiHidden/>
    <w:rsid w:val="004F231D"/>
    <w:rPr>
      <w:rFonts w:eastAsia="Times New Roman"/>
      <w:lang w:val="uk-UA" w:eastAsia="uk-UA"/>
    </w:rPr>
  </w:style>
  <w:style w:type="character" w:customStyle="1" w:styleId="Heading2Char1">
    <w:name w:val="Heading 2 Char1"/>
    <w:link w:val="Heading2"/>
    <w:uiPriority w:val="99"/>
    <w:locked/>
    <w:rsid w:val="00A61F14"/>
    <w:rPr>
      <w:rFonts w:ascii="Arial" w:hAnsi="Arial"/>
      <w:b/>
      <w:i/>
      <w:sz w:val="28"/>
      <w:lang w:val="ru-RU" w:eastAsia="ru-RU"/>
    </w:rPr>
  </w:style>
</w:styles>
</file>

<file path=word/webSettings.xml><?xml version="1.0" encoding="utf-8"?>
<w:webSettings xmlns:r="http://schemas.openxmlformats.org/officeDocument/2006/relationships" xmlns:w="http://schemas.openxmlformats.org/wordprocessingml/2006/main">
  <w:divs>
    <w:div w:id="984820382">
      <w:marLeft w:val="0"/>
      <w:marRight w:val="0"/>
      <w:marTop w:val="0"/>
      <w:marBottom w:val="0"/>
      <w:divBdr>
        <w:top w:val="none" w:sz="0" w:space="0" w:color="auto"/>
        <w:left w:val="none" w:sz="0" w:space="0" w:color="auto"/>
        <w:bottom w:val="none" w:sz="0" w:space="0" w:color="auto"/>
        <w:right w:val="none" w:sz="0" w:space="0" w:color="auto"/>
      </w:divBdr>
    </w:div>
    <w:div w:id="984820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921</TotalTime>
  <Pages>15</Pages>
  <Words>5726</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Барановський</dc:creator>
  <cp:keywords/>
  <dc:description/>
  <cp:lastModifiedBy>каф</cp:lastModifiedBy>
  <cp:revision>11</cp:revision>
  <dcterms:created xsi:type="dcterms:W3CDTF">2016-02-24T14:45:00Z</dcterms:created>
  <dcterms:modified xsi:type="dcterms:W3CDTF">2017-04-06T10:34:00Z</dcterms:modified>
</cp:coreProperties>
</file>