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2BB" w:rsidRPr="001165A1" w:rsidRDefault="002F62BB" w:rsidP="001165A1">
      <w:pPr>
        <w:spacing w:after="0" w:line="240" w:lineRule="auto"/>
        <w:jc w:val="center"/>
        <w:rPr>
          <w:rFonts w:ascii="Times New Roman" w:hAnsi="Times New Roman"/>
          <w:b/>
          <w:sz w:val="28"/>
          <w:szCs w:val="28"/>
        </w:rPr>
      </w:pPr>
      <w:r w:rsidRPr="001165A1">
        <w:rPr>
          <w:rFonts w:ascii="Times New Roman" w:hAnsi="Times New Roman"/>
          <w:b/>
          <w:sz w:val="28"/>
          <w:szCs w:val="28"/>
        </w:rPr>
        <w:t>МІНІСТЕРСТВО ОСВІТИ І НАУКИ УКРАЇНИ</w:t>
      </w:r>
    </w:p>
    <w:p w:rsidR="002F62BB" w:rsidRPr="001165A1" w:rsidRDefault="002F62BB" w:rsidP="001165A1">
      <w:pPr>
        <w:spacing w:after="0" w:line="240" w:lineRule="auto"/>
        <w:jc w:val="center"/>
        <w:rPr>
          <w:rFonts w:ascii="Times New Roman" w:hAnsi="Times New Roman"/>
          <w:b/>
          <w:sz w:val="28"/>
          <w:szCs w:val="28"/>
        </w:rPr>
      </w:pPr>
      <w:r w:rsidRPr="001165A1">
        <w:rPr>
          <w:rFonts w:ascii="Times New Roman" w:hAnsi="Times New Roman"/>
          <w:b/>
          <w:sz w:val="28"/>
          <w:szCs w:val="28"/>
        </w:rPr>
        <w:t>Ніжинський державний університет</w:t>
      </w:r>
    </w:p>
    <w:p w:rsidR="002F62BB" w:rsidRPr="001165A1" w:rsidRDefault="002F62BB" w:rsidP="001165A1">
      <w:pPr>
        <w:spacing w:after="0" w:line="240" w:lineRule="auto"/>
        <w:jc w:val="center"/>
        <w:rPr>
          <w:rFonts w:ascii="Times New Roman" w:hAnsi="Times New Roman"/>
          <w:b/>
          <w:sz w:val="28"/>
          <w:szCs w:val="28"/>
        </w:rPr>
      </w:pPr>
      <w:r w:rsidRPr="001165A1">
        <w:rPr>
          <w:rFonts w:ascii="Times New Roman" w:hAnsi="Times New Roman"/>
          <w:b/>
          <w:sz w:val="28"/>
          <w:szCs w:val="28"/>
        </w:rPr>
        <w:t>імені Миколи Гоголя</w:t>
      </w:r>
    </w:p>
    <w:p w:rsidR="002F62BB" w:rsidRPr="001165A1" w:rsidRDefault="002F62BB" w:rsidP="001165A1">
      <w:pPr>
        <w:spacing w:after="0" w:line="240" w:lineRule="auto"/>
        <w:rPr>
          <w:rFonts w:ascii="Times New Roman" w:hAnsi="Times New Roman"/>
          <w:sz w:val="28"/>
          <w:szCs w:val="28"/>
        </w:rPr>
      </w:pPr>
    </w:p>
    <w:p w:rsidR="002F62BB" w:rsidRDefault="002F62BB" w:rsidP="001165A1">
      <w:pPr>
        <w:spacing w:after="0" w:line="240" w:lineRule="auto"/>
        <w:rPr>
          <w:rFonts w:ascii="Times New Roman" w:hAnsi="Times New Roman"/>
          <w:sz w:val="28"/>
          <w:szCs w:val="28"/>
        </w:rPr>
      </w:pPr>
    </w:p>
    <w:p w:rsidR="002F62BB" w:rsidRPr="001165A1" w:rsidRDefault="002F62BB" w:rsidP="001165A1">
      <w:pPr>
        <w:spacing w:after="0" w:line="240" w:lineRule="auto"/>
        <w:rPr>
          <w:rFonts w:ascii="Times New Roman" w:hAnsi="Times New Roman"/>
          <w:sz w:val="28"/>
          <w:szCs w:val="28"/>
        </w:rPr>
      </w:pPr>
    </w:p>
    <w:p w:rsidR="002F62BB" w:rsidRPr="001165A1" w:rsidRDefault="002F62BB" w:rsidP="001165A1">
      <w:pPr>
        <w:spacing w:after="0" w:line="240" w:lineRule="auto"/>
        <w:ind w:left="5040"/>
        <w:rPr>
          <w:rFonts w:ascii="Times New Roman" w:hAnsi="Times New Roman"/>
          <w:sz w:val="28"/>
          <w:szCs w:val="28"/>
        </w:rPr>
      </w:pPr>
      <w:r w:rsidRPr="001165A1">
        <w:rPr>
          <w:rFonts w:ascii="Times New Roman" w:hAnsi="Times New Roman"/>
          <w:sz w:val="28"/>
          <w:szCs w:val="28"/>
        </w:rPr>
        <w:t>«ЗАТВЕРДЖУЮ»</w:t>
      </w:r>
    </w:p>
    <w:p w:rsidR="002F62BB" w:rsidRPr="001165A1" w:rsidRDefault="002F62BB" w:rsidP="001165A1">
      <w:pPr>
        <w:spacing w:after="0" w:line="240" w:lineRule="auto"/>
        <w:ind w:left="5040"/>
        <w:rPr>
          <w:rFonts w:ascii="Times New Roman" w:hAnsi="Times New Roman"/>
          <w:sz w:val="28"/>
          <w:szCs w:val="28"/>
        </w:rPr>
      </w:pPr>
      <w:r w:rsidRPr="001165A1">
        <w:rPr>
          <w:rFonts w:ascii="Times New Roman" w:hAnsi="Times New Roman"/>
          <w:sz w:val="28"/>
          <w:szCs w:val="28"/>
        </w:rPr>
        <w:t xml:space="preserve">Голова Приймальної комісії, </w:t>
      </w:r>
    </w:p>
    <w:p w:rsidR="002F62BB" w:rsidRPr="001165A1" w:rsidRDefault="002F62BB" w:rsidP="001165A1">
      <w:pPr>
        <w:spacing w:after="0" w:line="240" w:lineRule="auto"/>
        <w:ind w:left="5040"/>
        <w:rPr>
          <w:rFonts w:ascii="Times New Roman" w:hAnsi="Times New Roman"/>
          <w:sz w:val="28"/>
          <w:szCs w:val="28"/>
        </w:rPr>
      </w:pPr>
      <w:r w:rsidRPr="001165A1">
        <w:rPr>
          <w:rFonts w:ascii="Times New Roman" w:hAnsi="Times New Roman"/>
          <w:sz w:val="28"/>
          <w:szCs w:val="28"/>
        </w:rPr>
        <w:t xml:space="preserve">ректор  університету </w:t>
      </w:r>
    </w:p>
    <w:p w:rsidR="002F62BB" w:rsidRPr="001165A1" w:rsidRDefault="002F62BB" w:rsidP="001165A1">
      <w:pPr>
        <w:spacing w:after="0" w:line="240" w:lineRule="auto"/>
        <w:ind w:left="5040"/>
        <w:rPr>
          <w:rFonts w:ascii="Times New Roman" w:hAnsi="Times New Roman"/>
          <w:sz w:val="28"/>
          <w:szCs w:val="28"/>
        </w:rPr>
      </w:pPr>
      <w:r w:rsidRPr="001165A1">
        <w:rPr>
          <w:rFonts w:ascii="Times New Roman" w:hAnsi="Times New Roman"/>
          <w:sz w:val="28"/>
          <w:szCs w:val="28"/>
        </w:rPr>
        <w:t>________________ О.Г. Самойленко</w:t>
      </w:r>
    </w:p>
    <w:p w:rsidR="002F62BB" w:rsidRPr="001165A1" w:rsidRDefault="002F62BB" w:rsidP="001165A1">
      <w:pPr>
        <w:spacing w:after="0" w:line="240" w:lineRule="auto"/>
        <w:ind w:left="5040"/>
        <w:rPr>
          <w:rFonts w:ascii="Times New Roman" w:hAnsi="Times New Roman"/>
          <w:sz w:val="28"/>
          <w:szCs w:val="28"/>
        </w:rPr>
      </w:pPr>
      <w:r w:rsidRPr="001165A1">
        <w:rPr>
          <w:rFonts w:ascii="Times New Roman" w:hAnsi="Times New Roman"/>
          <w:sz w:val="28"/>
          <w:szCs w:val="28"/>
        </w:rPr>
        <w:t>«___» ___________ 2017р.</w:t>
      </w:r>
    </w:p>
    <w:p w:rsidR="002F62BB" w:rsidRDefault="002F62BB" w:rsidP="00DE3D45">
      <w:pPr>
        <w:spacing w:after="0"/>
        <w:jc w:val="center"/>
        <w:rPr>
          <w:rFonts w:ascii="Times New Roman" w:hAnsi="Times New Roman"/>
          <w:sz w:val="24"/>
          <w:szCs w:val="24"/>
        </w:rPr>
      </w:pPr>
    </w:p>
    <w:p w:rsidR="002F62BB" w:rsidRDefault="002F62BB" w:rsidP="00DE3D45">
      <w:pPr>
        <w:spacing w:after="0"/>
        <w:jc w:val="center"/>
        <w:rPr>
          <w:rFonts w:ascii="Times New Roman" w:hAnsi="Times New Roman"/>
          <w:sz w:val="24"/>
          <w:szCs w:val="24"/>
        </w:rPr>
      </w:pPr>
    </w:p>
    <w:p w:rsidR="002F62BB" w:rsidRDefault="002F62BB" w:rsidP="00DE3D45">
      <w:pPr>
        <w:spacing w:after="0"/>
        <w:jc w:val="center"/>
        <w:rPr>
          <w:rFonts w:ascii="Times New Roman" w:hAnsi="Times New Roman"/>
          <w:sz w:val="24"/>
          <w:szCs w:val="24"/>
        </w:rPr>
      </w:pPr>
    </w:p>
    <w:p w:rsidR="002F62BB" w:rsidRPr="001165A1" w:rsidRDefault="002F62BB" w:rsidP="00DE3D45">
      <w:pPr>
        <w:spacing w:after="0"/>
        <w:jc w:val="center"/>
        <w:rPr>
          <w:rFonts w:ascii="Times New Roman" w:hAnsi="Times New Roman"/>
          <w:sz w:val="24"/>
          <w:szCs w:val="24"/>
        </w:rPr>
      </w:pPr>
    </w:p>
    <w:p w:rsidR="002F62BB" w:rsidRPr="001165A1" w:rsidRDefault="002F62BB" w:rsidP="00DE3D45">
      <w:pPr>
        <w:spacing w:after="0"/>
        <w:jc w:val="center"/>
        <w:rPr>
          <w:rFonts w:ascii="Times New Roman" w:hAnsi="Times New Roman"/>
          <w:b/>
          <w:bCs/>
          <w:sz w:val="32"/>
          <w:szCs w:val="32"/>
        </w:rPr>
      </w:pPr>
      <w:r w:rsidRPr="001165A1">
        <w:rPr>
          <w:rFonts w:ascii="Times New Roman" w:hAnsi="Times New Roman"/>
          <w:b/>
          <w:bCs/>
          <w:sz w:val="32"/>
          <w:szCs w:val="32"/>
        </w:rPr>
        <w:t xml:space="preserve">ПРОГРАМА </w:t>
      </w:r>
    </w:p>
    <w:p w:rsidR="002F62BB" w:rsidRPr="001165A1" w:rsidRDefault="002F62BB" w:rsidP="00DE3D45">
      <w:pPr>
        <w:spacing w:after="0"/>
        <w:jc w:val="center"/>
        <w:rPr>
          <w:rFonts w:ascii="Times New Roman" w:hAnsi="Times New Roman"/>
          <w:b/>
          <w:bCs/>
          <w:sz w:val="32"/>
          <w:szCs w:val="32"/>
        </w:rPr>
      </w:pPr>
      <w:r w:rsidRPr="001165A1">
        <w:rPr>
          <w:rFonts w:ascii="Times New Roman" w:hAnsi="Times New Roman"/>
          <w:b/>
          <w:bCs/>
          <w:sz w:val="32"/>
          <w:szCs w:val="32"/>
        </w:rPr>
        <w:t>ФАХОВИХ ВСТУПНИХ ВИПРОБУВАНЬ З ГЕОГРАФІЇ</w:t>
      </w:r>
    </w:p>
    <w:p w:rsidR="002F62BB" w:rsidRPr="001165A1" w:rsidRDefault="002F62BB" w:rsidP="00DE3D45">
      <w:pPr>
        <w:spacing w:after="0"/>
        <w:jc w:val="center"/>
        <w:rPr>
          <w:rFonts w:ascii="Times New Roman" w:hAnsi="Times New Roman"/>
          <w:b/>
          <w:bCs/>
          <w:sz w:val="28"/>
          <w:szCs w:val="28"/>
        </w:rPr>
      </w:pPr>
      <w:r w:rsidRPr="001165A1">
        <w:rPr>
          <w:rFonts w:ascii="Times New Roman" w:hAnsi="Times New Roman"/>
          <w:b/>
          <w:bCs/>
          <w:sz w:val="28"/>
          <w:szCs w:val="28"/>
        </w:rPr>
        <w:t>ГАЛУЗЬ ЗНАНЬ: 10 ПРИРОДНИЧІ НАУКИ</w:t>
      </w:r>
    </w:p>
    <w:p w:rsidR="002F62BB" w:rsidRPr="001165A1" w:rsidRDefault="002F62BB" w:rsidP="00DE3D45">
      <w:pPr>
        <w:spacing w:after="0"/>
        <w:jc w:val="center"/>
        <w:rPr>
          <w:rFonts w:ascii="Times New Roman" w:hAnsi="Times New Roman"/>
          <w:b/>
          <w:bCs/>
          <w:sz w:val="28"/>
          <w:szCs w:val="28"/>
        </w:rPr>
      </w:pPr>
      <w:r w:rsidRPr="001165A1">
        <w:rPr>
          <w:rFonts w:ascii="Times New Roman" w:hAnsi="Times New Roman"/>
          <w:b/>
          <w:bCs/>
          <w:sz w:val="28"/>
          <w:szCs w:val="28"/>
        </w:rPr>
        <w:t>СПЕЦІАЛЬНІСТЬ: 106 ГЕОГРАФІЯ</w:t>
      </w:r>
    </w:p>
    <w:p w:rsidR="002F62BB" w:rsidRPr="001165A1" w:rsidRDefault="002F62BB" w:rsidP="00DE3D45">
      <w:pPr>
        <w:spacing w:after="0"/>
        <w:jc w:val="center"/>
        <w:rPr>
          <w:rFonts w:ascii="Times New Roman" w:hAnsi="Times New Roman"/>
          <w:b/>
          <w:bCs/>
          <w:sz w:val="28"/>
          <w:szCs w:val="28"/>
        </w:rPr>
      </w:pPr>
      <w:r w:rsidRPr="001165A1">
        <w:rPr>
          <w:rFonts w:ascii="Times New Roman" w:hAnsi="Times New Roman"/>
          <w:b/>
          <w:bCs/>
          <w:sz w:val="28"/>
          <w:szCs w:val="28"/>
        </w:rPr>
        <w:t xml:space="preserve">ОСВІТНІЙ </w:t>
      </w:r>
      <w:r>
        <w:rPr>
          <w:rFonts w:ascii="Times New Roman" w:hAnsi="Times New Roman"/>
          <w:b/>
          <w:bCs/>
          <w:sz w:val="28"/>
          <w:szCs w:val="28"/>
        </w:rPr>
        <w:t>СТУПІНЬ</w:t>
      </w:r>
      <w:r w:rsidRPr="001165A1">
        <w:rPr>
          <w:rFonts w:ascii="Times New Roman" w:hAnsi="Times New Roman"/>
          <w:b/>
          <w:bCs/>
          <w:sz w:val="28"/>
          <w:szCs w:val="28"/>
        </w:rPr>
        <w:t>: БАКАЛАВР</w:t>
      </w:r>
    </w:p>
    <w:p w:rsidR="002F62BB" w:rsidRPr="001165A1" w:rsidRDefault="002F62BB" w:rsidP="00DE3D45">
      <w:pPr>
        <w:spacing w:after="0"/>
        <w:jc w:val="center"/>
        <w:rPr>
          <w:rFonts w:ascii="Times New Roman" w:hAnsi="Times New Roman"/>
          <w:b/>
          <w:bCs/>
          <w:sz w:val="28"/>
          <w:szCs w:val="28"/>
        </w:rPr>
      </w:pPr>
      <w:r w:rsidRPr="001165A1">
        <w:rPr>
          <w:rFonts w:ascii="Times New Roman" w:hAnsi="Times New Roman"/>
          <w:b/>
          <w:bCs/>
          <w:sz w:val="28"/>
          <w:szCs w:val="28"/>
        </w:rPr>
        <w:t>ФОРМА НАВЧАННЯ: ДЕННА, ЗАОЧНА</w:t>
      </w:r>
    </w:p>
    <w:p w:rsidR="002F62BB" w:rsidRPr="001165A1" w:rsidRDefault="002F62BB" w:rsidP="00DE3D45">
      <w:pPr>
        <w:spacing w:after="0"/>
        <w:jc w:val="center"/>
        <w:rPr>
          <w:rFonts w:ascii="Times New Roman" w:hAnsi="Times New Roman"/>
          <w:b/>
          <w:bCs/>
          <w:sz w:val="24"/>
          <w:szCs w:val="24"/>
        </w:rPr>
      </w:pPr>
    </w:p>
    <w:p w:rsidR="002F62BB" w:rsidRPr="001165A1" w:rsidRDefault="002F62BB" w:rsidP="00DE3D45">
      <w:pPr>
        <w:spacing w:after="0"/>
        <w:jc w:val="center"/>
        <w:rPr>
          <w:rFonts w:ascii="Times New Roman" w:hAnsi="Times New Roman"/>
          <w:b/>
          <w:bCs/>
          <w:sz w:val="24"/>
          <w:szCs w:val="24"/>
        </w:rPr>
      </w:pPr>
    </w:p>
    <w:p w:rsidR="002F62BB" w:rsidRPr="001165A1" w:rsidRDefault="002F62BB" w:rsidP="00DE3D45">
      <w:pPr>
        <w:pStyle w:val="FR1"/>
        <w:spacing w:line="240" w:lineRule="atLeast"/>
        <w:ind w:hanging="40"/>
        <w:jc w:val="center"/>
        <w:rPr>
          <w:sz w:val="32"/>
          <w:szCs w:val="32"/>
        </w:rPr>
      </w:pPr>
    </w:p>
    <w:p w:rsidR="002F62BB" w:rsidRPr="001165A1" w:rsidRDefault="002F62BB" w:rsidP="00DE3D45">
      <w:pPr>
        <w:spacing w:after="240"/>
        <w:jc w:val="center"/>
        <w:rPr>
          <w:rFonts w:ascii="Times New Roman" w:hAnsi="Times New Roman"/>
          <w:sz w:val="24"/>
          <w:szCs w:val="24"/>
        </w:rPr>
      </w:pPr>
    </w:p>
    <w:p w:rsidR="002F62BB" w:rsidRPr="001165A1" w:rsidRDefault="002F62BB" w:rsidP="00DE3D45">
      <w:pPr>
        <w:spacing w:after="0" w:line="240" w:lineRule="auto"/>
        <w:jc w:val="center"/>
        <w:rPr>
          <w:rFonts w:ascii="Times New Roman" w:hAnsi="Times New Roman"/>
          <w:sz w:val="24"/>
          <w:szCs w:val="24"/>
        </w:rPr>
      </w:pP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 xml:space="preserve">Розглянуто та схвалено на засіданні </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кафедри географії</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20 лютого 2017 р.</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Протокол №8</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Затверджено вченою радою</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природничо-географічного факультету</w:t>
      </w:r>
    </w:p>
    <w:p w:rsidR="002F62BB" w:rsidRPr="001165A1" w:rsidRDefault="002F62BB" w:rsidP="001165A1">
      <w:pPr>
        <w:spacing w:after="0" w:line="240" w:lineRule="auto"/>
        <w:ind w:left="5040"/>
        <w:rPr>
          <w:rFonts w:ascii="Times New Roman" w:hAnsi="Times New Roman"/>
          <w:sz w:val="24"/>
          <w:szCs w:val="24"/>
        </w:rPr>
      </w:pPr>
      <w:r w:rsidRPr="001165A1">
        <w:rPr>
          <w:rFonts w:ascii="Times New Roman" w:hAnsi="Times New Roman"/>
          <w:sz w:val="24"/>
          <w:szCs w:val="24"/>
        </w:rPr>
        <w:t>01 березня 2017 р., протокол №6</w:t>
      </w:r>
    </w:p>
    <w:p w:rsidR="002F62BB" w:rsidRDefault="002F62BB" w:rsidP="00EC48A3">
      <w:pPr>
        <w:jc w:val="center"/>
        <w:rPr>
          <w:rFonts w:ascii="Times New Roman" w:hAnsi="Times New Roman"/>
          <w:sz w:val="24"/>
          <w:szCs w:val="24"/>
        </w:rPr>
      </w:pPr>
    </w:p>
    <w:p w:rsidR="002F62BB" w:rsidRDefault="002F62BB" w:rsidP="00EC48A3">
      <w:pPr>
        <w:jc w:val="center"/>
        <w:rPr>
          <w:rFonts w:ascii="Times New Roman" w:hAnsi="Times New Roman"/>
          <w:sz w:val="24"/>
          <w:szCs w:val="24"/>
        </w:rPr>
      </w:pPr>
    </w:p>
    <w:p w:rsidR="002F62BB" w:rsidRDefault="002F62BB" w:rsidP="00EC48A3">
      <w:pPr>
        <w:jc w:val="center"/>
        <w:rPr>
          <w:rFonts w:ascii="Times New Roman" w:hAnsi="Times New Roman"/>
          <w:sz w:val="24"/>
          <w:szCs w:val="24"/>
        </w:rPr>
      </w:pPr>
    </w:p>
    <w:p w:rsidR="002F62BB" w:rsidRPr="001165A1" w:rsidRDefault="002F62BB" w:rsidP="00EC48A3">
      <w:pPr>
        <w:jc w:val="center"/>
        <w:rPr>
          <w:rFonts w:ascii="Times New Roman" w:hAnsi="Times New Roman"/>
          <w:sz w:val="24"/>
          <w:szCs w:val="24"/>
        </w:rPr>
      </w:pPr>
    </w:p>
    <w:p w:rsidR="002F62BB" w:rsidRPr="001165A1" w:rsidRDefault="002F62BB" w:rsidP="00DE3D45">
      <w:pPr>
        <w:jc w:val="center"/>
        <w:rPr>
          <w:rFonts w:ascii="Times New Roman" w:hAnsi="Times New Roman"/>
          <w:sz w:val="24"/>
          <w:szCs w:val="24"/>
        </w:rPr>
      </w:pPr>
    </w:p>
    <w:p w:rsidR="002F62BB" w:rsidRPr="001165A1" w:rsidRDefault="002F62BB" w:rsidP="00DE3D45">
      <w:pPr>
        <w:jc w:val="center"/>
        <w:rPr>
          <w:rFonts w:ascii="Times New Roman" w:hAnsi="Times New Roman"/>
          <w:sz w:val="24"/>
          <w:szCs w:val="24"/>
        </w:rPr>
      </w:pPr>
    </w:p>
    <w:p w:rsidR="002F62BB" w:rsidRPr="001165A1" w:rsidRDefault="002F62BB" w:rsidP="00DE3D45">
      <w:pPr>
        <w:jc w:val="center"/>
        <w:rPr>
          <w:rFonts w:ascii="Times New Roman" w:hAnsi="Times New Roman"/>
          <w:b/>
          <w:sz w:val="28"/>
          <w:szCs w:val="28"/>
        </w:rPr>
      </w:pPr>
      <w:r>
        <w:rPr>
          <w:noProof/>
          <w:lang w:val="ru-RU" w:eastAsia="ru-RU"/>
        </w:rPr>
        <w:pict>
          <v:oval id="Овал 3" o:spid="_x0000_s1026" style="position:absolute;left:0;text-align:left;margin-left:470.6pt;margin-top:19.65pt;width:24pt;height:28.5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" fillcolor="window" strokecolor="window" strokeweight="2pt">
            <v:path arrowok="t"/>
          </v:oval>
        </w:pict>
      </w:r>
      <w:r w:rsidRPr="001165A1">
        <w:rPr>
          <w:rFonts w:ascii="Times New Roman" w:hAnsi="Times New Roman"/>
          <w:b/>
          <w:sz w:val="28"/>
          <w:szCs w:val="28"/>
        </w:rPr>
        <w:t>Ніжин - 2017</w:t>
      </w:r>
    </w:p>
    <w:p w:rsidR="002F62BB" w:rsidRPr="001165A1" w:rsidRDefault="002F62BB" w:rsidP="00DE3D45">
      <w:pPr>
        <w:pStyle w:val="a"/>
        <w:ind w:firstLine="851"/>
        <w:jc w:val="both"/>
        <w:rPr>
          <w:rFonts w:ascii="Times New Roman" w:hAnsi="Times New Roman" w:cs="Times New Roman"/>
          <w:lang w:val="uk-UA"/>
        </w:rPr>
      </w:pPr>
      <w:r w:rsidRPr="001165A1">
        <w:rPr>
          <w:rFonts w:ascii="Times New Roman" w:hAnsi="Times New Roman" w:cs="Times New Roman"/>
          <w:sz w:val="24"/>
          <w:lang w:val="uk-UA"/>
        </w:rPr>
        <w:t>Програма фахових вступних випробувань на здобуття освітньо-кваліфікаційного рівня бакалавр у галузі знань 10 “Природничі науки”, спеціальності 106“Географія” (географія). – НДУ імені Миколи Гоголя, 2017 р. – 13 с.</w:t>
      </w:r>
    </w:p>
    <w:p w:rsidR="002F62BB" w:rsidRPr="001165A1" w:rsidRDefault="002F62BB" w:rsidP="00DE3D45">
      <w:pPr>
        <w:pStyle w:val="FR1"/>
        <w:spacing w:line="240" w:lineRule="atLeast"/>
        <w:ind w:left="1960" w:firstLine="0"/>
        <w:jc w:val="left"/>
      </w:pPr>
    </w:p>
    <w:p w:rsidR="002F62BB" w:rsidRPr="001165A1" w:rsidRDefault="002F62BB" w:rsidP="00DE3D45">
      <w:pPr>
        <w:pStyle w:val="FR1"/>
        <w:spacing w:line="240" w:lineRule="atLeast"/>
        <w:ind w:left="1960" w:firstLine="0"/>
        <w:jc w:val="left"/>
      </w:pPr>
    </w:p>
    <w:p w:rsidR="002F62BB" w:rsidRPr="001165A1" w:rsidRDefault="002F62BB" w:rsidP="00DE3D45">
      <w:pPr>
        <w:pStyle w:val="FR1"/>
        <w:spacing w:line="240" w:lineRule="atLeast"/>
      </w:pPr>
    </w:p>
    <w:p w:rsidR="002F62BB" w:rsidRPr="001165A1" w:rsidRDefault="002F62BB" w:rsidP="00DE3D45">
      <w:pPr>
        <w:pStyle w:val="FR1"/>
        <w:spacing w:line="240" w:lineRule="atLeast"/>
      </w:pPr>
      <w:bookmarkStart w:id="0" w:name="_GoBack"/>
      <w:bookmarkEnd w:id="0"/>
    </w:p>
    <w:p w:rsidR="002F62BB" w:rsidRPr="001165A1" w:rsidRDefault="002F62BB" w:rsidP="00DE3D45">
      <w:pPr>
        <w:pStyle w:val="FR1"/>
        <w:spacing w:line="240" w:lineRule="atLeast"/>
      </w:pPr>
    </w:p>
    <w:p w:rsidR="002F62BB" w:rsidRPr="001165A1" w:rsidRDefault="002F62BB" w:rsidP="00DE3D45">
      <w:pPr>
        <w:pStyle w:val="FR1"/>
        <w:spacing w:line="240" w:lineRule="atLeast"/>
      </w:pPr>
    </w:p>
    <w:p w:rsidR="002F62BB" w:rsidRPr="001165A1" w:rsidRDefault="002F62BB" w:rsidP="00DE3D45">
      <w:pPr>
        <w:pStyle w:val="FR1"/>
        <w:spacing w:line="240" w:lineRule="atLeast"/>
        <w:ind w:left="0" w:firstLine="851"/>
      </w:pPr>
    </w:p>
    <w:p w:rsidR="002F62BB" w:rsidRPr="001165A1" w:rsidRDefault="002F62BB" w:rsidP="00DE3D45">
      <w:pPr>
        <w:pStyle w:val="FR1"/>
        <w:spacing w:line="240" w:lineRule="atLeast"/>
        <w:ind w:left="0" w:firstLine="851"/>
        <w:rPr>
          <w:sz w:val="24"/>
          <w:szCs w:val="24"/>
        </w:rPr>
      </w:pPr>
      <w:r w:rsidRPr="001165A1">
        <w:rPr>
          <w:sz w:val="24"/>
          <w:szCs w:val="24"/>
        </w:rPr>
        <w:t>Укладачі: д.г.н., проф., зав. каф. географії Барановський М.О.</w:t>
      </w:r>
    </w:p>
    <w:p w:rsidR="002F62BB" w:rsidRPr="001165A1" w:rsidRDefault="002F62BB" w:rsidP="00DE3D45">
      <w:pPr>
        <w:pStyle w:val="FR1"/>
        <w:spacing w:line="240" w:lineRule="atLeast"/>
        <w:ind w:left="0" w:firstLine="851"/>
      </w:pPr>
      <w:r w:rsidRPr="001165A1">
        <w:rPr>
          <w:sz w:val="24"/>
          <w:szCs w:val="24"/>
        </w:rPr>
        <w:tab/>
        <w:t xml:space="preserve">        д.г.н., проф. Смаль В.В.</w:t>
      </w:r>
    </w:p>
    <w:p w:rsidR="002F62BB" w:rsidRPr="001165A1" w:rsidRDefault="002F62BB" w:rsidP="00DE3D45">
      <w:pPr>
        <w:pStyle w:val="FR1"/>
        <w:spacing w:line="240" w:lineRule="atLeast"/>
        <w:ind w:left="0" w:firstLine="1938"/>
      </w:pPr>
      <w:r w:rsidRPr="001165A1">
        <w:rPr>
          <w:sz w:val="24"/>
          <w:szCs w:val="24"/>
        </w:rPr>
        <w:t>к.г.н., доц. географії Барановська О.В.</w:t>
      </w:r>
    </w:p>
    <w:p w:rsidR="002F62BB" w:rsidRPr="001165A1" w:rsidRDefault="002F62BB" w:rsidP="00DE3D45">
      <w:pPr>
        <w:pStyle w:val="FR1"/>
        <w:spacing w:line="240" w:lineRule="atLeast"/>
        <w:ind w:left="0" w:firstLine="1938"/>
      </w:pPr>
      <w:r w:rsidRPr="001165A1">
        <w:rPr>
          <w:sz w:val="24"/>
          <w:szCs w:val="24"/>
        </w:rPr>
        <w:t>к.г.н., доц. географії Філоненко Ю.М.</w:t>
      </w:r>
    </w:p>
    <w:p w:rsidR="002F62BB" w:rsidRPr="001165A1" w:rsidRDefault="002F62BB" w:rsidP="00DE3D45">
      <w:pPr>
        <w:pStyle w:val="FR1"/>
        <w:spacing w:line="240" w:lineRule="atLeast"/>
        <w:ind w:left="0" w:firstLine="1938"/>
      </w:pPr>
      <w:r w:rsidRPr="001165A1">
        <w:rPr>
          <w:sz w:val="24"/>
          <w:szCs w:val="24"/>
        </w:rPr>
        <w:t>к.г.н., доц. Афоніна О.О.</w:t>
      </w:r>
    </w:p>
    <w:p w:rsidR="002F62BB" w:rsidRPr="001165A1" w:rsidRDefault="002F62BB" w:rsidP="00DE3D45">
      <w:pPr>
        <w:pStyle w:val="FR1"/>
        <w:spacing w:line="240" w:lineRule="atLeast"/>
        <w:ind w:left="0" w:firstLine="1938"/>
      </w:pPr>
      <w:r w:rsidRPr="001165A1">
        <w:rPr>
          <w:sz w:val="24"/>
          <w:szCs w:val="24"/>
        </w:rPr>
        <w:t>к.г.н., доц. Остапчук В.В.</w:t>
      </w:r>
    </w:p>
    <w:p w:rsidR="002F62BB" w:rsidRPr="001165A1" w:rsidRDefault="002F62BB" w:rsidP="00DE3D45">
      <w:pPr>
        <w:pStyle w:val="FR1"/>
        <w:tabs>
          <w:tab w:val="left" w:pos="4695"/>
        </w:tabs>
        <w:spacing w:line="240" w:lineRule="atLeast"/>
        <w:ind w:left="0" w:firstLine="1938"/>
      </w:pPr>
      <w:r w:rsidRPr="001165A1">
        <w:rPr>
          <w:sz w:val="24"/>
          <w:szCs w:val="24"/>
        </w:rPr>
        <w:tab/>
      </w:r>
    </w:p>
    <w:p w:rsidR="002F62BB" w:rsidRPr="001165A1" w:rsidRDefault="002F62BB" w:rsidP="00DE3D45">
      <w:pPr>
        <w:pStyle w:val="FR1"/>
        <w:spacing w:line="240" w:lineRule="atLeast"/>
        <w:ind w:left="0" w:firstLine="851"/>
      </w:pPr>
    </w:p>
    <w:p w:rsidR="002F62BB" w:rsidRPr="001165A1" w:rsidRDefault="002F62BB" w:rsidP="00DE3D45">
      <w:pPr>
        <w:pStyle w:val="a"/>
        <w:ind w:firstLine="851"/>
        <w:rPr>
          <w:rFonts w:ascii="Times New Roman" w:hAnsi="Times New Roman" w:cs="Times New Roman"/>
          <w:lang w:val="uk-UA"/>
        </w:rPr>
      </w:pPr>
    </w:p>
    <w:p w:rsidR="002F62BB" w:rsidRPr="001165A1" w:rsidRDefault="002F62BB" w:rsidP="00DE3D45">
      <w:pPr>
        <w:pStyle w:val="FR1"/>
        <w:spacing w:line="240" w:lineRule="atLeast"/>
        <w:ind w:left="0" w:firstLine="851"/>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spacing w:line="240" w:lineRule="atLeast"/>
        <w:ind w:left="0" w:firstLine="2410"/>
      </w:pPr>
    </w:p>
    <w:p w:rsidR="002F62BB" w:rsidRPr="001165A1" w:rsidRDefault="002F62BB" w:rsidP="00DE3D45">
      <w:pPr>
        <w:pStyle w:val="FR1"/>
        <w:tabs>
          <w:tab w:val="center" w:pos="-4788"/>
          <w:tab w:val="left" w:pos="9291"/>
        </w:tabs>
        <w:spacing w:line="240" w:lineRule="atLeast"/>
        <w:ind w:left="0" w:firstLine="0"/>
        <w:jc w:val="center"/>
      </w:pPr>
      <w:r>
        <w:rPr>
          <w:noProof/>
          <w:lang w:val="ru-RU"/>
        </w:rPr>
        <w:pict>
          <v:roundrect id="Скругленный прямоугольник 2" o:spid="_x0000_s1027" style="position:absolute;left:0;text-align:left;margin-left:480.5pt;margin-top:-53.6pt;width:24.95pt;height:28.3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" strokecolor="white"/>
        </w:pict>
      </w:r>
      <w:r w:rsidRPr="001165A1">
        <w:rPr>
          <w:b/>
          <w:sz w:val="24"/>
          <w:szCs w:val="24"/>
        </w:rPr>
        <w:t>ЗМІСТ</w:t>
      </w:r>
    </w:p>
    <w:p w:rsidR="002F62BB" w:rsidRPr="001165A1" w:rsidRDefault="002F62BB" w:rsidP="00DE3D45">
      <w:pPr>
        <w:pStyle w:val="FR1"/>
        <w:spacing w:line="240" w:lineRule="atLeast"/>
        <w:ind w:left="0" w:firstLine="0"/>
      </w:pPr>
    </w:p>
    <w:p w:rsidR="002F62BB" w:rsidRPr="001165A1" w:rsidRDefault="002F62BB" w:rsidP="00DE3D45">
      <w:pPr>
        <w:pStyle w:val="FR1"/>
        <w:tabs>
          <w:tab w:val="left" w:pos="9356"/>
        </w:tabs>
        <w:spacing w:line="360" w:lineRule="auto"/>
        <w:ind w:left="0" w:firstLine="0"/>
      </w:pPr>
      <w:r w:rsidRPr="001165A1">
        <w:rPr>
          <w:sz w:val="24"/>
          <w:szCs w:val="24"/>
        </w:rPr>
        <w:t>П</w:t>
      </w:r>
      <w:r>
        <w:rPr>
          <w:noProof/>
          <w:lang w:val="ru-RU"/>
        </w:rPr>
        <w:pict>
          <v:rect id="Прямоугольник 1" o:spid="_x0000_s1028" style="position:absolute;left:0;text-align:left;margin-left:467.4pt;margin-top:684.6pt;width:34.15pt;height:35.9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" strokecolor="white" strokeweight=".26mm"/>
        </w:pict>
      </w:r>
      <w:r w:rsidRPr="001165A1">
        <w:rPr>
          <w:sz w:val="24"/>
          <w:szCs w:val="24"/>
        </w:rPr>
        <w:t>ояснювальна записка ………………………………………………………………………..</w:t>
      </w:r>
      <w:r w:rsidRPr="001165A1">
        <w:rPr>
          <w:sz w:val="24"/>
          <w:szCs w:val="24"/>
        </w:rPr>
        <w:tab/>
        <w:t xml:space="preserve">4  </w:t>
      </w:r>
      <w:r w:rsidRPr="001165A1">
        <w:rPr>
          <w:sz w:val="24"/>
          <w:szCs w:val="24"/>
        </w:rPr>
        <w:tab/>
      </w:r>
    </w:p>
    <w:p w:rsidR="002F62BB" w:rsidRPr="001165A1" w:rsidRDefault="002F62BB" w:rsidP="00DE3D45">
      <w:pPr>
        <w:pStyle w:val="FR1"/>
        <w:tabs>
          <w:tab w:val="left" w:pos="9356"/>
        </w:tabs>
        <w:spacing w:line="360" w:lineRule="auto"/>
        <w:ind w:left="0" w:firstLine="0"/>
      </w:pPr>
      <w:r w:rsidRPr="001165A1">
        <w:rPr>
          <w:sz w:val="24"/>
          <w:szCs w:val="24"/>
        </w:rPr>
        <w:t>І. Основні вимоги до знань і умінь ………………………………………………………….</w:t>
      </w:r>
      <w:r w:rsidRPr="001165A1">
        <w:rPr>
          <w:sz w:val="24"/>
          <w:szCs w:val="24"/>
        </w:rPr>
        <w:tab/>
        <w:t>4</w:t>
      </w:r>
    </w:p>
    <w:p w:rsidR="002F62BB" w:rsidRPr="001165A1" w:rsidRDefault="002F62BB" w:rsidP="00DE3D45">
      <w:pPr>
        <w:pStyle w:val="FR1"/>
        <w:tabs>
          <w:tab w:val="left" w:pos="8789"/>
          <w:tab w:val="left" w:pos="9356"/>
        </w:tabs>
        <w:spacing w:line="360" w:lineRule="auto"/>
        <w:ind w:left="0" w:firstLine="0"/>
      </w:pPr>
      <w:r w:rsidRPr="001165A1">
        <w:rPr>
          <w:sz w:val="24"/>
          <w:szCs w:val="24"/>
        </w:rPr>
        <w:t>ІІ. Критерії оцінювання знань і вмінь …………………………………………………..</w:t>
      </w:r>
      <w:r w:rsidRPr="001165A1">
        <w:rPr>
          <w:sz w:val="24"/>
          <w:szCs w:val="24"/>
        </w:rPr>
        <w:tab/>
        <w:t>……</w:t>
      </w:r>
      <w:r w:rsidRPr="001165A1">
        <w:rPr>
          <w:sz w:val="24"/>
          <w:szCs w:val="24"/>
        </w:rPr>
        <w:tab/>
        <w:t>5</w:t>
      </w:r>
    </w:p>
    <w:p w:rsidR="002F62BB" w:rsidRPr="001165A1" w:rsidRDefault="002F62BB" w:rsidP="00DE3D45">
      <w:pPr>
        <w:pStyle w:val="FR1"/>
        <w:tabs>
          <w:tab w:val="left" w:pos="8789"/>
          <w:tab w:val="left" w:pos="9356"/>
        </w:tabs>
        <w:spacing w:line="360" w:lineRule="auto"/>
        <w:ind w:left="0" w:firstLine="0"/>
      </w:pPr>
      <w:r w:rsidRPr="001165A1">
        <w:rPr>
          <w:sz w:val="24"/>
          <w:szCs w:val="24"/>
        </w:rPr>
        <w:t>ІІІ. Форма проведення вступного іспиту, структура завдань ………………….………..</w:t>
      </w:r>
      <w:r w:rsidRPr="001165A1">
        <w:rPr>
          <w:sz w:val="24"/>
          <w:szCs w:val="24"/>
        </w:rPr>
        <w:tab/>
        <w:t>6</w:t>
      </w:r>
    </w:p>
    <w:p w:rsidR="002F62BB" w:rsidRPr="001165A1" w:rsidRDefault="002F62BB" w:rsidP="00DE3D45">
      <w:pPr>
        <w:pStyle w:val="FR1"/>
        <w:tabs>
          <w:tab w:val="left" w:pos="8789"/>
          <w:tab w:val="left" w:pos="9356"/>
          <w:tab w:val="right" w:pos="10206"/>
        </w:tabs>
        <w:spacing w:line="360" w:lineRule="auto"/>
        <w:ind w:left="0" w:firstLine="0"/>
      </w:pPr>
      <w:r w:rsidRPr="001165A1">
        <w:rPr>
          <w:sz w:val="24"/>
          <w:szCs w:val="24"/>
          <w:lang w:val="en-US"/>
        </w:rPr>
        <w:t>IV</w:t>
      </w:r>
      <w:r w:rsidRPr="001165A1">
        <w:rPr>
          <w:sz w:val="24"/>
          <w:szCs w:val="24"/>
        </w:rPr>
        <w:t>. Зміст навчального матеріалу ……………………………………………………….</w:t>
      </w:r>
      <w:r w:rsidRPr="001165A1">
        <w:rPr>
          <w:sz w:val="24"/>
          <w:szCs w:val="24"/>
        </w:rPr>
        <w:tab/>
        <w:t>……</w:t>
      </w:r>
      <w:r w:rsidRPr="001165A1">
        <w:rPr>
          <w:sz w:val="24"/>
          <w:szCs w:val="24"/>
        </w:rPr>
        <w:tab/>
        <w:t>8</w:t>
      </w:r>
      <w:r w:rsidRPr="001165A1">
        <w:rPr>
          <w:sz w:val="24"/>
          <w:szCs w:val="24"/>
        </w:rPr>
        <w:tab/>
      </w:r>
    </w:p>
    <w:p w:rsidR="002F62BB" w:rsidRPr="001165A1" w:rsidRDefault="002F62BB" w:rsidP="00DE3D45">
      <w:pPr>
        <w:pStyle w:val="FR1"/>
        <w:tabs>
          <w:tab w:val="left" w:pos="9356"/>
        </w:tabs>
        <w:spacing w:line="360" w:lineRule="auto"/>
        <w:ind w:left="0" w:firstLine="0"/>
      </w:pPr>
      <w:r w:rsidRPr="001165A1">
        <w:rPr>
          <w:sz w:val="24"/>
          <w:szCs w:val="24"/>
        </w:rPr>
        <w:t xml:space="preserve">      1. Загальна географія …………………………………………………………………….</w:t>
      </w:r>
      <w:r w:rsidRPr="001165A1">
        <w:rPr>
          <w:sz w:val="24"/>
          <w:szCs w:val="24"/>
        </w:rPr>
        <w:tab/>
        <w:t>8</w:t>
      </w:r>
    </w:p>
    <w:p w:rsidR="002F62BB" w:rsidRPr="001165A1" w:rsidRDefault="002F62BB" w:rsidP="00DE3D45">
      <w:pPr>
        <w:pStyle w:val="FR1"/>
        <w:tabs>
          <w:tab w:val="clear" w:pos="749"/>
          <w:tab w:val="left" w:pos="9356"/>
        </w:tabs>
        <w:spacing w:line="360" w:lineRule="auto"/>
        <w:ind w:left="0" w:firstLine="0"/>
      </w:pPr>
      <w:r w:rsidRPr="001165A1">
        <w:rPr>
          <w:sz w:val="24"/>
          <w:szCs w:val="24"/>
        </w:rPr>
        <w:t xml:space="preserve">      2. Географія материків і океанів  …………………………………..……………………</w:t>
      </w:r>
      <w:r w:rsidRPr="001165A1">
        <w:rPr>
          <w:sz w:val="24"/>
          <w:szCs w:val="24"/>
        </w:rPr>
        <w:tab/>
        <w:t>9</w:t>
      </w:r>
    </w:p>
    <w:p w:rsidR="002F62BB" w:rsidRPr="001165A1" w:rsidRDefault="002F62BB" w:rsidP="00DE3D45">
      <w:pPr>
        <w:pStyle w:val="FR1"/>
        <w:tabs>
          <w:tab w:val="left" w:pos="9356"/>
        </w:tabs>
        <w:spacing w:line="360" w:lineRule="auto"/>
        <w:ind w:left="0" w:firstLine="0"/>
        <w:rPr>
          <w:sz w:val="24"/>
          <w:szCs w:val="24"/>
        </w:rPr>
      </w:pPr>
      <w:r w:rsidRPr="001165A1">
        <w:rPr>
          <w:sz w:val="24"/>
          <w:szCs w:val="24"/>
        </w:rPr>
        <w:t xml:space="preserve">      3. Фізична географія України ……………………………………………………………. 9</w:t>
      </w:r>
    </w:p>
    <w:p w:rsidR="002F62BB" w:rsidRPr="001165A1" w:rsidRDefault="002F62BB" w:rsidP="00DE3D45">
      <w:pPr>
        <w:pStyle w:val="FR1"/>
        <w:tabs>
          <w:tab w:val="left" w:pos="9356"/>
        </w:tabs>
        <w:spacing w:line="360" w:lineRule="auto"/>
        <w:ind w:left="426" w:firstLine="0"/>
        <w:rPr>
          <w:sz w:val="24"/>
          <w:szCs w:val="24"/>
        </w:rPr>
      </w:pPr>
      <w:r w:rsidRPr="001165A1">
        <w:rPr>
          <w:sz w:val="24"/>
          <w:szCs w:val="24"/>
        </w:rPr>
        <w:t>4. Економічна та соціальна географія світу ………………………………………….. 10</w:t>
      </w:r>
    </w:p>
    <w:p w:rsidR="002F62BB" w:rsidRPr="001165A1" w:rsidRDefault="002F62BB" w:rsidP="00DE3D45">
      <w:pPr>
        <w:pStyle w:val="FR1"/>
        <w:tabs>
          <w:tab w:val="left" w:pos="9356"/>
        </w:tabs>
        <w:spacing w:line="360" w:lineRule="auto"/>
        <w:ind w:left="426" w:firstLine="0"/>
        <w:rPr>
          <w:sz w:val="24"/>
          <w:szCs w:val="24"/>
        </w:rPr>
      </w:pPr>
      <w:r w:rsidRPr="001165A1">
        <w:rPr>
          <w:sz w:val="24"/>
          <w:szCs w:val="24"/>
        </w:rPr>
        <w:t>5. Економічна та соціальна географія світу ………………………………………..… 11</w:t>
      </w:r>
    </w:p>
    <w:p w:rsidR="002F62BB" w:rsidRPr="001165A1" w:rsidRDefault="002F62BB" w:rsidP="00DE3D45">
      <w:pPr>
        <w:pStyle w:val="FR1"/>
        <w:tabs>
          <w:tab w:val="clear" w:pos="749"/>
          <w:tab w:val="left" w:pos="9356"/>
        </w:tabs>
        <w:spacing w:line="360" w:lineRule="auto"/>
        <w:ind w:left="0" w:firstLine="0"/>
      </w:pPr>
      <w:r w:rsidRPr="001165A1">
        <w:rPr>
          <w:sz w:val="24"/>
          <w:szCs w:val="24"/>
        </w:rPr>
        <w:t>V. Список рекомендованої літератури ……………………………………………………..</w:t>
      </w:r>
      <w:r w:rsidRPr="001165A1">
        <w:rPr>
          <w:sz w:val="24"/>
          <w:szCs w:val="24"/>
        </w:rPr>
        <w:tab/>
        <w:t>13</w:t>
      </w:r>
    </w:p>
    <w:p w:rsidR="002F62BB" w:rsidRPr="001165A1" w:rsidRDefault="002F62BB" w:rsidP="00DE3D45">
      <w:pPr>
        <w:pStyle w:val="FR1"/>
        <w:spacing w:line="360" w:lineRule="auto"/>
        <w:ind w:left="0" w:firstLine="0"/>
        <w:jc w:val="center"/>
      </w:pPr>
    </w:p>
    <w:p w:rsidR="002F62BB" w:rsidRPr="001165A1" w:rsidRDefault="002F62BB" w:rsidP="00DE3D45">
      <w:pPr>
        <w:pStyle w:val="FR1"/>
        <w:spacing w:line="360" w:lineRule="auto"/>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tLeast"/>
        <w:ind w:left="0" w:firstLine="0"/>
        <w:jc w:val="center"/>
      </w:pPr>
    </w:p>
    <w:p w:rsidR="002F62BB" w:rsidRPr="001165A1" w:rsidRDefault="002F62BB" w:rsidP="00DE3D45">
      <w:pPr>
        <w:pStyle w:val="FR1"/>
        <w:spacing w:line="240" w:lineRule="auto"/>
        <w:ind w:left="0" w:firstLine="0"/>
        <w:jc w:val="center"/>
      </w:pPr>
    </w:p>
    <w:p w:rsidR="002F62BB" w:rsidRPr="001165A1" w:rsidRDefault="002F62BB" w:rsidP="00DE3D45">
      <w:pPr>
        <w:pStyle w:val="a"/>
        <w:shd w:val="clear" w:color="auto" w:fill="FFFFFF"/>
        <w:spacing w:line="240" w:lineRule="auto"/>
        <w:ind w:left="-57"/>
        <w:jc w:val="center"/>
        <w:rPr>
          <w:rFonts w:ascii="Times New Roman" w:hAnsi="Times New Roman" w:cs="Times New Roman"/>
          <w:b/>
          <w:bCs/>
          <w:kern w:val="65520"/>
          <w:sz w:val="24"/>
          <w:lang w:val="uk-UA"/>
        </w:rPr>
      </w:pPr>
    </w:p>
    <w:p w:rsidR="002F62BB" w:rsidRPr="001165A1" w:rsidRDefault="002F62BB" w:rsidP="00DE3D45">
      <w:pPr>
        <w:pStyle w:val="a"/>
        <w:shd w:val="clear" w:color="auto" w:fill="FFFFFF"/>
        <w:spacing w:line="240" w:lineRule="auto"/>
        <w:ind w:left="-57"/>
        <w:jc w:val="center"/>
        <w:rPr>
          <w:rFonts w:ascii="Times New Roman" w:hAnsi="Times New Roman" w:cs="Times New Roman"/>
          <w:b/>
          <w:bCs/>
          <w:kern w:val="65520"/>
          <w:sz w:val="24"/>
          <w:lang w:val="uk-UA"/>
        </w:rPr>
      </w:pPr>
    </w:p>
    <w:p w:rsidR="002F62BB" w:rsidRPr="001165A1" w:rsidRDefault="002F62BB" w:rsidP="00DE3D45">
      <w:pPr>
        <w:pStyle w:val="a"/>
        <w:shd w:val="clear" w:color="auto" w:fill="FFFFFF"/>
        <w:spacing w:line="240" w:lineRule="auto"/>
        <w:ind w:left="-57"/>
        <w:jc w:val="center"/>
        <w:rPr>
          <w:rFonts w:ascii="Times New Roman" w:hAnsi="Times New Roman" w:cs="Times New Roman"/>
          <w:b/>
          <w:bCs/>
          <w:kern w:val="65520"/>
          <w:sz w:val="24"/>
          <w:lang w:val="uk-UA"/>
        </w:rPr>
      </w:pPr>
      <w:r w:rsidRPr="001165A1">
        <w:rPr>
          <w:rFonts w:ascii="Times New Roman" w:hAnsi="Times New Roman" w:cs="Times New Roman"/>
          <w:b/>
          <w:bCs/>
          <w:kern w:val="65520"/>
          <w:sz w:val="24"/>
          <w:lang w:val="uk-UA"/>
        </w:rPr>
        <w:t>Пояснювальна записка</w:t>
      </w:r>
    </w:p>
    <w:p w:rsidR="002F62BB" w:rsidRPr="001165A1" w:rsidRDefault="002F62BB" w:rsidP="00DE3D45">
      <w:pPr>
        <w:pStyle w:val="a"/>
        <w:shd w:val="clear" w:color="auto" w:fill="FFFFFF"/>
        <w:spacing w:line="240" w:lineRule="auto"/>
        <w:ind w:left="-57"/>
        <w:jc w:val="both"/>
        <w:rPr>
          <w:rFonts w:ascii="Times New Roman" w:hAnsi="Times New Roman" w:cs="Times New Roman"/>
          <w:lang w:val="uk-UA"/>
        </w:rPr>
      </w:pPr>
    </w:p>
    <w:p w:rsidR="002F62BB" w:rsidRPr="001165A1" w:rsidRDefault="002F62BB" w:rsidP="00DE3D45">
      <w:pPr>
        <w:pStyle w:val="a"/>
        <w:shd w:val="clear" w:color="auto" w:fill="FFFFFF"/>
        <w:spacing w:line="240" w:lineRule="auto"/>
        <w:ind w:left="-57"/>
        <w:jc w:val="both"/>
        <w:rPr>
          <w:rFonts w:ascii="Times New Roman" w:hAnsi="Times New Roman" w:cs="Times New Roman"/>
          <w:lang w:val="uk-UA"/>
        </w:rPr>
      </w:pPr>
    </w:p>
    <w:p w:rsidR="002F62BB" w:rsidRPr="001165A1" w:rsidRDefault="002F62BB" w:rsidP="00DE3D45">
      <w:pPr>
        <w:pStyle w:val="a"/>
        <w:shd w:val="clear" w:color="auto" w:fill="FFFFFF"/>
        <w:spacing w:line="240" w:lineRule="auto"/>
        <w:ind w:right="45"/>
        <w:jc w:val="both"/>
        <w:rPr>
          <w:rFonts w:ascii="Times New Roman" w:hAnsi="Times New Roman" w:cs="Times New Roman"/>
          <w:sz w:val="24"/>
          <w:lang w:val="uk-UA"/>
        </w:rPr>
      </w:pPr>
      <w:r w:rsidRPr="001165A1">
        <w:rPr>
          <w:rFonts w:ascii="Times New Roman" w:hAnsi="Times New Roman" w:cs="Times New Roman"/>
          <w:sz w:val="24"/>
          <w:lang w:val="uk-UA"/>
        </w:rPr>
        <w:tab/>
        <w:t xml:space="preserve">Програма вступного іспиту з географії включає найважливіші розділи шкільних курсів “Загальна географія”, “Фізична географія материків і океанів”, “Фізична географія України”, “Економічна та соціальна географія України” та “Економічна та соціальна географія світу”.   </w:t>
      </w:r>
    </w:p>
    <w:p w:rsidR="002F62BB" w:rsidRPr="001165A1" w:rsidRDefault="002F62BB" w:rsidP="00DE3D45">
      <w:pPr>
        <w:pStyle w:val="a"/>
        <w:shd w:val="clear" w:color="auto" w:fill="FFFFFF"/>
        <w:spacing w:line="240" w:lineRule="auto"/>
        <w:ind w:right="45"/>
        <w:jc w:val="both"/>
        <w:rPr>
          <w:rFonts w:ascii="Times New Roman" w:hAnsi="Times New Roman" w:cs="Times New Roman"/>
          <w:lang w:val="uk-UA"/>
        </w:rPr>
      </w:pPr>
      <w:r w:rsidRPr="001165A1">
        <w:rPr>
          <w:rFonts w:ascii="Times New Roman" w:hAnsi="Times New Roman" w:cs="Times New Roman"/>
          <w:sz w:val="24"/>
          <w:lang w:val="uk-UA"/>
        </w:rPr>
        <w:tab/>
        <w:t xml:space="preserve">Обсяг і зміст навчальної програми з вищезазначених курсів узгоджено з діючими програмами, що дозволяє скорегувати міжпредметні зв’язки. </w:t>
      </w:r>
    </w:p>
    <w:p w:rsidR="002F62BB" w:rsidRPr="001165A1" w:rsidRDefault="002F62BB" w:rsidP="00DE3D45">
      <w:pPr>
        <w:pStyle w:val="a"/>
        <w:shd w:val="clear" w:color="auto" w:fill="FFFFFF"/>
        <w:spacing w:line="240" w:lineRule="auto"/>
        <w:ind w:right="45" w:firstLine="701"/>
        <w:jc w:val="both"/>
        <w:rPr>
          <w:rFonts w:ascii="Times New Roman" w:hAnsi="Times New Roman" w:cs="Times New Roman"/>
        </w:rPr>
      </w:pPr>
      <w:r w:rsidRPr="001165A1">
        <w:rPr>
          <w:rFonts w:ascii="Times New Roman" w:hAnsi="Times New Roman" w:cs="Times New Roman"/>
          <w:sz w:val="24"/>
          <w:lang w:val="uk-UA"/>
        </w:rPr>
        <w:t xml:space="preserve">На вступному іспиті з географії абітурієнт має показати розуміння </w:t>
      </w:r>
      <w:r w:rsidRPr="001165A1">
        <w:rPr>
          <w:rFonts w:ascii="Times New Roman" w:hAnsi="Times New Roman" w:cs="Times New Roman"/>
          <w:kern w:val="65535"/>
          <w:sz w:val="24"/>
          <w:lang w:val="uk-UA"/>
        </w:rPr>
        <w:t>основних законів природи, закономірностей розміщення населення, галузей господарства, знання елементів географічної номенклатури.</w:t>
      </w:r>
    </w:p>
    <w:p w:rsidR="002F62BB" w:rsidRPr="001165A1" w:rsidRDefault="002F62BB" w:rsidP="00DE3D45">
      <w:pPr>
        <w:pStyle w:val="a"/>
        <w:shd w:val="clear" w:color="auto" w:fill="FFFFFF"/>
        <w:spacing w:line="240" w:lineRule="auto"/>
        <w:ind w:left="5" w:right="45" w:firstLine="710"/>
        <w:jc w:val="both"/>
        <w:rPr>
          <w:rFonts w:ascii="Times New Roman" w:hAnsi="Times New Roman" w:cs="Times New Roman"/>
        </w:rPr>
      </w:pPr>
      <w:r w:rsidRPr="001165A1">
        <w:rPr>
          <w:rFonts w:ascii="Times New Roman" w:hAnsi="Times New Roman" w:cs="Times New Roman"/>
          <w:sz w:val="24"/>
          <w:lang w:val="uk-UA"/>
        </w:rPr>
        <w:t xml:space="preserve">Водночас він має продемонструвати своє вміння орієнтуватися в фактичному матеріалі, використовувати набуті знання на практиці, зокрема для пояснення особливостей розміщення підприємств тих чи інших галузей економіки, розв’язання картографічних задач тощо.  </w:t>
      </w:r>
    </w:p>
    <w:p w:rsidR="002F62BB" w:rsidRPr="001165A1" w:rsidRDefault="002F62BB" w:rsidP="00DE3D45">
      <w:pPr>
        <w:pStyle w:val="a"/>
        <w:shd w:val="clear" w:color="auto" w:fill="FFFFFF"/>
        <w:spacing w:line="240" w:lineRule="auto"/>
        <w:ind w:left="5" w:right="29" w:firstLine="701"/>
        <w:jc w:val="both"/>
        <w:rPr>
          <w:rFonts w:ascii="Times New Roman" w:hAnsi="Times New Roman" w:cs="Times New Roman"/>
          <w:lang w:val="uk-UA"/>
        </w:rPr>
      </w:pPr>
      <w:r w:rsidRPr="001165A1">
        <w:rPr>
          <w:rFonts w:ascii="Times New Roman" w:hAnsi="Times New Roman" w:cs="Times New Roman"/>
          <w:kern w:val="65535"/>
          <w:sz w:val="24"/>
          <w:lang w:val="uk-UA"/>
        </w:rPr>
        <w:t xml:space="preserve">Попри те, що дана програма охоплює увесь курс шкільної географії, </w:t>
      </w:r>
      <w:r w:rsidRPr="001165A1">
        <w:rPr>
          <w:rFonts w:ascii="Times New Roman" w:hAnsi="Times New Roman" w:cs="Times New Roman"/>
          <w:sz w:val="24"/>
          <w:lang w:val="uk-UA"/>
        </w:rPr>
        <w:t xml:space="preserve">перевага надається питанням творчого характеру, які дозволяють перевірити не лише знання абітурієнтом фактів, подій, географічних об’єктів, а й уміння логічно мислити, виявляти певні закономірності у перебігу природних і соціально-економічних процесів. </w:t>
      </w:r>
    </w:p>
    <w:p w:rsidR="002F62BB" w:rsidRPr="001165A1" w:rsidRDefault="002F62BB" w:rsidP="00DE3D45">
      <w:pPr>
        <w:pStyle w:val="a"/>
        <w:spacing w:line="240" w:lineRule="auto"/>
        <w:jc w:val="both"/>
        <w:rPr>
          <w:rFonts w:ascii="Times New Roman" w:hAnsi="Times New Roman" w:cs="Times New Roman"/>
          <w:lang w:val="uk-UA"/>
        </w:rPr>
      </w:pPr>
      <w:r w:rsidRPr="001165A1">
        <w:rPr>
          <w:rFonts w:ascii="Times New Roman" w:hAnsi="Times New Roman" w:cs="Times New Roman"/>
          <w:sz w:val="24"/>
          <w:lang w:val="uk-UA"/>
        </w:rPr>
        <w:t>.</w:t>
      </w:r>
    </w:p>
    <w:p w:rsidR="002F62BB" w:rsidRPr="001165A1" w:rsidRDefault="002F62BB" w:rsidP="00DE3D45">
      <w:pPr>
        <w:pStyle w:val="Heading5"/>
        <w:keepNext/>
        <w:widowControl w:val="0"/>
        <w:numPr>
          <w:ilvl w:val="4"/>
          <w:numId w:val="1"/>
        </w:numPr>
        <w:tabs>
          <w:tab w:val="left" w:pos="709"/>
        </w:tabs>
        <w:suppressAutoHyphens/>
        <w:spacing w:before="0" w:after="0" w:line="240" w:lineRule="auto"/>
        <w:ind w:left="0" w:firstLine="567"/>
        <w:jc w:val="center"/>
        <w:rPr>
          <w:rFonts w:ascii="Times New Roman" w:hAnsi="Times New Roman"/>
          <w:sz w:val="24"/>
        </w:rPr>
      </w:pPr>
      <w:r w:rsidRPr="001165A1">
        <w:rPr>
          <w:rFonts w:ascii="Times New Roman" w:hAnsi="Times New Roman"/>
          <w:sz w:val="24"/>
        </w:rPr>
        <w:t>І. Основні вимоги до знань та умінь</w:t>
      </w:r>
    </w:p>
    <w:p w:rsidR="002F62BB" w:rsidRPr="001165A1" w:rsidRDefault="002F62BB" w:rsidP="00DE3D45">
      <w:pPr>
        <w:pStyle w:val="a"/>
        <w:spacing w:line="240" w:lineRule="auto"/>
        <w:jc w:val="center"/>
        <w:rPr>
          <w:rFonts w:ascii="Times New Roman" w:hAnsi="Times New Roman" w:cs="Times New Roman"/>
          <w:lang w:val="uk-UA"/>
        </w:rPr>
      </w:pPr>
    </w:p>
    <w:p w:rsidR="002F62BB" w:rsidRPr="001165A1" w:rsidRDefault="002F62BB" w:rsidP="00DE3D45">
      <w:pPr>
        <w:pStyle w:val="Heading5"/>
        <w:keepNext/>
        <w:widowControl w:val="0"/>
        <w:numPr>
          <w:ilvl w:val="4"/>
          <w:numId w:val="1"/>
        </w:numPr>
        <w:tabs>
          <w:tab w:val="left" w:pos="709"/>
        </w:tabs>
        <w:suppressAutoHyphens/>
        <w:spacing w:before="0" w:after="0" w:line="240" w:lineRule="auto"/>
        <w:ind w:left="0" w:firstLine="567"/>
        <w:jc w:val="center"/>
        <w:rPr>
          <w:rFonts w:ascii="Times New Roman" w:hAnsi="Times New Roman"/>
          <w:sz w:val="24"/>
        </w:rPr>
      </w:pPr>
      <w:r w:rsidRPr="001165A1">
        <w:rPr>
          <w:rFonts w:ascii="Times New Roman" w:hAnsi="Times New Roman"/>
          <w:sz w:val="24"/>
        </w:rPr>
        <w:t>1.1. Абітурієнти повинні знати:</w:t>
      </w:r>
    </w:p>
    <w:p w:rsidR="002F62BB" w:rsidRPr="001165A1" w:rsidRDefault="002F62BB" w:rsidP="00DE3D45">
      <w:pPr>
        <w:pStyle w:val="a"/>
        <w:jc w:val="both"/>
        <w:rPr>
          <w:rFonts w:ascii="Times New Roman" w:hAnsi="Times New Roman" w:cs="Times New Roman"/>
          <w:lang w:val="uk-UA"/>
        </w:rPr>
      </w:pPr>
    </w:p>
    <w:p w:rsidR="002F62BB" w:rsidRPr="001165A1" w:rsidRDefault="002F62BB" w:rsidP="00DE3D45">
      <w:pPr>
        <w:pStyle w:val="a"/>
        <w:numPr>
          <w:ilvl w:val="0"/>
          <w:numId w:val="2"/>
        </w:numPr>
        <w:shd w:val="clear" w:color="auto" w:fill="FFFFFF"/>
        <w:spacing w:line="240" w:lineRule="auto"/>
        <w:ind w:left="709" w:right="19" w:hanging="709"/>
        <w:jc w:val="both"/>
        <w:rPr>
          <w:rFonts w:ascii="Times New Roman" w:hAnsi="Times New Roman" w:cs="Times New Roman"/>
        </w:rPr>
      </w:pPr>
      <w:r w:rsidRPr="001165A1">
        <w:rPr>
          <w:rFonts w:ascii="Times New Roman" w:hAnsi="Times New Roman" w:cs="Times New Roman"/>
          <w:sz w:val="24"/>
          <w:lang w:val="uk-UA"/>
        </w:rPr>
        <w:t>закономірності осьового обертання та орбітального руху Землі, їх наслідки та значення для процесів, що відбуваються в географічній оболонці;</w:t>
      </w:r>
    </w:p>
    <w:p w:rsidR="002F62BB" w:rsidRPr="001165A1" w:rsidRDefault="002F62BB" w:rsidP="00DE3D45">
      <w:pPr>
        <w:pStyle w:val="a"/>
        <w:numPr>
          <w:ilvl w:val="0"/>
          <w:numId w:val="2"/>
        </w:numPr>
        <w:shd w:val="clear" w:color="auto" w:fill="FFFFFF"/>
        <w:tabs>
          <w:tab w:val="left" w:pos="1099"/>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будову атмосфери та інших оболонок Землі;</w:t>
      </w:r>
    </w:p>
    <w:p w:rsidR="002F62BB" w:rsidRPr="001165A1" w:rsidRDefault="002F62BB" w:rsidP="00DE3D45">
      <w:pPr>
        <w:pStyle w:val="a"/>
        <w:numPr>
          <w:ilvl w:val="0"/>
          <w:numId w:val="2"/>
        </w:numPr>
        <w:shd w:val="clear" w:color="auto" w:fill="FFFFFF"/>
        <w:tabs>
          <w:tab w:val="left" w:pos="1099"/>
        </w:tabs>
        <w:spacing w:line="240" w:lineRule="auto"/>
        <w:ind w:left="709" w:right="19" w:hanging="709"/>
        <w:jc w:val="both"/>
        <w:rPr>
          <w:rFonts w:ascii="Times New Roman" w:hAnsi="Times New Roman" w:cs="Times New Roman"/>
        </w:rPr>
      </w:pPr>
      <w:r w:rsidRPr="001165A1">
        <w:rPr>
          <w:rFonts w:ascii="Times New Roman" w:hAnsi="Times New Roman" w:cs="Times New Roman"/>
          <w:sz w:val="24"/>
          <w:lang w:val="uk-UA"/>
        </w:rPr>
        <w:t>основні закономірності загальної циркуляції атмосфери, поняття про повітряні маси та атмосферні фронти;</w:t>
      </w:r>
    </w:p>
    <w:p w:rsidR="002F62BB" w:rsidRPr="001165A1" w:rsidRDefault="002F62BB" w:rsidP="00DE3D45">
      <w:pPr>
        <w:pStyle w:val="a"/>
        <w:numPr>
          <w:ilvl w:val="0"/>
          <w:numId w:val="2"/>
        </w:numPr>
        <w:shd w:val="clear" w:color="auto" w:fill="FFFFFF"/>
        <w:tabs>
          <w:tab w:val="left" w:pos="-2376"/>
        </w:tabs>
        <w:spacing w:line="240" w:lineRule="auto"/>
        <w:jc w:val="both"/>
        <w:rPr>
          <w:rFonts w:ascii="Times New Roman" w:hAnsi="Times New Roman" w:cs="Times New Roman"/>
        </w:rPr>
      </w:pPr>
      <w:r w:rsidRPr="001165A1">
        <w:rPr>
          <w:rFonts w:ascii="Times New Roman" w:hAnsi="Times New Roman" w:cs="Times New Roman"/>
          <w:kern w:val="65533"/>
          <w:sz w:val="24"/>
          <w:lang w:val="uk-UA"/>
        </w:rPr>
        <w:t>класифікацію кліматів Землі;</w:t>
      </w:r>
    </w:p>
    <w:p w:rsidR="002F62BB" w:rsidRPr="001165A1" w:rsidRDefault="002F62BB" w:rsidP="00DE3D45">
      <w:pPr>
        <w:pStyle w:val="a"/>
        <w:numPr>
          <w:ilvl w:val="0"/>
          <w:numId w:val="2"/>
        </w:numPr>
        <w:shd w:val="clear" w:color="auto" w:fill="FFFFFF"/>
        <w:tabs>
          <w:tab w:val="left" w:pos="1099"/>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внутрішню будову Землі і типи земної кори;</w:t>
      </w:r>
    </w:p>
    <w:p w:rsidR="002F62BB" w:rsidRPr="001165A1" w:rsidRDefault="002F62BB" w:rsidP="00DE3D45">
      <w:pPr>
        <w:pStyle w:val="a"/>
        <w:numPr>
          <w:ilvl w:val="0"/>
          <w:numId w:val="2"/>
        </w:numPr>
        <w:shd w:val="clear" w:color="auto" w:fill="FFFFFF"/>
        <w:tabs>
          <w:tab w:val="left" w:pos="1099"/>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основні структурні елементи земної кори;</w:t>
      </w:r>
    </w:p>
    <w:p w:rsidR="002F62BB" w:rsidRPr="001165A1" w:rsidRDefault="002F62BB" w:rsidP="00DE3D45">
      <w:pPr>
        <w:pStyle w:val="a"/>
        <w:numPr>
          <w:ilvl w:val="0"/>
          <w:numId w:val="2"/>
        </w:numPr>
        <w:shd w:val="clear" w:color="auto" w:fill="FFFFFF"/>
        <w:tabs>
          <w:tab w:val="left" w:pos="1099"/>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особливості еволюції геологічної історії Землі;</w:t>
      </w:r>
    </w:p>
    <w:p w:rsidR="002F62BB" w:rsidRPr="001165A1" w:rsidRDefault="002F62BB" w:rsidP="00DE3D45">
      <w:pPr>
        <w:pStyle w:val="a"/>
        <w:numPr>
          <w:ilvl w:val="0"/>
          <w:numId w:val="2"/>
        </w:numPr>
        <w:shd w:val="clear" w:color="auto" w:fill="FFFFFF"/>
        <w:tabs>
          <w:tab w:val="left" w:pos="1099"/>
        </w:tabs>
        <w:spacing w:line="240" w:lineRule="auto"/>
        <w:jc w:val="both"/>
        <w:rPr>
          <w:rFonts w:ascii="Times New Roman" w:hAnsi="Times New Roman" w:cs="Times New Roman"/>
        </w:rPr>
      </w:pPr>
      <w:r w:rsidRPr="001165A1">
        <w:rPr>
          <w:rFonts w:ascii="Times New Roman" w:hAnsi="Times New Roman" w:cs="Times New Roman"/>
          <w:kern w:val="65535"/>
          <w:sz w:val="24"/>
          <w:lang w:val="uk-UA"/>
        </w:rPr>
        <w:t>форми, елементи форм та типи рельєфу, фактори рельєфоутворення;</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sz w:val="24"/>
          <w:lang w:val="uk-UA"/>
        </w:rPr>
        <w:t xml:space="preserve">поняття про біосферу, закономірності поширення живої речовини на Землі </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sz w:val="24"/>
          <w:lang w:val="uk-UA"/>
        </w:rPr>
        <w:t>структуру та різновидності ґрунтів, загальні закономірності географії ґрунтів;</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4"/>
          <w:sz w:val="24"/>
          <w:lang w:val="uk-UA"/>
        </w:rPr>
        <w:t>загальні географічні закономірності Землі;</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4"/>
          <w:sz w:val="24"/>
          <w:lang w:val="uk-UA"/>
        </w:rPr>
        <w:t>фізико-географічну характеристику всіх материків і океанів;</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5"/>
          <w:sz w:val="24"/>
          <w:lang w:val="uk-UA"/>
        </w:rPr>
        <w:t>географічне положення, рельєф, клімат та геологічну будову України;</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4"/>
          <w:sz w:val="24"/>
          <w:lang w:val="uk-UA"/>
        </w:rPr>
        <w:t>внутрішні води України, рослинний і тваринний світ;</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4"/>
          <w:sz w:val="24"/>
          <w:lang w:val="uk-UA"/>
        </w:rPr>
        <w:t>класифікацію ландшафтів України, фізико-географічне районування;</w:t>
      </w:r>
    </w:p>
    <w:p w:rsidR="002F62BB" w:rsidRPr="001165A1" w:rsidRDefault="002F62BB" w:rsidP="00DE3D45">
      <w:pPr>
        <w:pStyle w:val="a"/>
        <w:numPr>
          <w:ilvl w:val="1"/>
          <w:numId w:val="2"/>
        </w:numPr>
        <w:shd w:val="clear" w:color="auto" w:fill="FFFFFF"/>
        <w:spacing w:line="240" w:lineRule="auto"/>
        <w:ind w:left="709" w:hanging="661"/>
        <w:jc w:val="both"/>
        <w:rPr>
          <w:rFonts w:ascii="Times New Roman" w:hAnsi="Times New Roman" w:cs="Times New Roman"/>
        </w:rPr>
      </w:pPr>
      <w:r w:rsidRPr="001165A1">
        <w:rPr>
          <w:rFonts w:ascii="Times New Roman" w:hAnsi="Times New Roman" w:cs="Times New Roman"/>
          <w:kern w:val="65535"/>
          <w:sz w:val="24"/>
          <w:lang w:val="uk-UA"/>
        </w:rPr>
        <w:t>економіко-географічне положення, природно-ресурсний потенціал та населення України;</w:t>
      </w:r>
    </w:p>
    <w:p w:rsidR="002F62BB" w:rsidRPr="001165A1" w:rsidRDefault="002F62BB" w:rsidP="00DE3D45">
      <w:pPr>
        <w:pStyle w:val="a"/>
        <w:numPr>
          <w:ilvl w:val="0"/>
          <w:numId w:val="2"/>
        </w:numPr>
        <w:shd w:val="clear" w:color="auto" w:fill="FFFFFF"/>
        <w:spacing w:line="240" w:lineRule="auto"/>
        <w:ind w:left="709" w:hanging="709"/>
        <w:jc w:val="both"/>
        <w:rPr>
          <w:rFonts w:ascii="Times New Roman" w:hAnsi="Times New Roman" w:cs="Times New Roman"/>
        </w:rPr>
      </w:pPr>
      <w:r w:rsidRPr="001165A1">
        <w:rPr>
          <w:rFonts w:ascii="Times New Roman" w:hAnsi="Times New Roman" w:cs="Times New Roman"/>
          <w:sz w:val="24"/>
          <w:lang w:val="uk-UA"/>
        </w:rPr>
        <w:t>галузеву   та   територіальну   структуру   господарства   України,  її провідних міжгалузевих промислових комплексів;</w:t>
      </w:r>
    </w:p>
    <w:p w:rsidR="002F62BB" w:rsidRPr="001165A1" w:rsidRDefault="002F62BB" w:rsidP="00DE3D45">
      <w:pPr>
        <w:pStyle w:val="a"/>
        <w:numPr>
          <w:ilvl w:val="0"/>
          <w:numId w:val="2"/>
        </w:numPr>
        <w:shd w:val="clear" w:color="auto" w:fill="FFFFFF"/>
        <w:spacing w:line="240" w:lineRule="auto"/>
        <w:ind w:left="709" w:hanging="709"/>
        <w:jc w:val="both"/>
        <w:rPr>
          <w:rFonts w:ascii="Times New Roman" w:hAnsi="Times New Roman" w:cs="Times New Roman"/>
        </w:rPr>
      </w:pPr>
      <w:r w:rsidRPr="001165A1">
        <w:rPr>
          <w:rFonts w:ascii="Times New Roman" w:hAnsi="Times New Roman" w:cs="Times New Roman"/>
          <w:sz w:val="24"/>
          <w:lang w:val="uk-UA"/>
        </w:rPr>
        <w:t xml:space="preserve">структуру   та   особливості   розвитку   </w:t>
      </w:r>
      <w:r w:rsidRPr="001165A1">
        <w:rPr>
          <w:rFonts w:ascii="Times New Roman" w:hAnsi="Times New Roman" w:cs="Times New Roman"/>
          <w:sz w:val="24"/>
        </w:rPr>
        <w:t xml:space="preserve">АПК   </w:t>
      </w:r>
      <w:r w:rsidRPr="001165A1">
        <w:rPr>
          <w:rFonts w:ascii="Times New Roman" w:hAnsi="Times New Roman" w:cs="Times New Roman"/>
          <w:sz w:val="24"/>
          <w:lang w:val="uk-UA"/>
        </w:rPr>
        <w:t>країни,   транспорту   та зовнішньоекономічних зв’язків;</w:t>
      </w:r>
    </w:p>
    <w:p w:rsidR="002F62BB" w:rsidRPr="001165A1" w:rsidRDefault="002F62BB" w:rsidP="00DE3D45">
      <w:pPr>
        <w:pStyle w:val="a"/>
        <w:numPr>
          <w:ilvl w:val="0"/>
          <w:numId w:val="2"/>
        </w:numPr>
        <w:shd w:val="clear" w:color="auto" w:fill="FFFFFF"/>
        <w:spacing w:line="240" w:lineRule="auto"/>
        <w:ind w:left="709" w:hanging="709"/>
        <w:jc w:val="both"/>
        <w:rPr>
          <w:rFonts w:ascii="Times New Roman" w:hAnsi="Times New Roman" w:cs="Times New Roman"/>
        </w:rPr>
      </w:pPr>
      <w:r w:rsidRPr="001165A1">
        <w:rPr>
          <w:rFonts w:ascii="Times New Roman" w:hAnsi="Times New Roman" w:cs="Times New Roman"/>
          <w:sz w:val="24"/>
          <w:lang w:val="uk-UA"/>
        </w:rPr>
        <w:t>стан екологічної ситуації в Україні, регіональні відмінності у рівні її гостроти;</w:t>
      </w:r>
    </w:p>
    <w:p w:rsidR="002F62BB" w:rsidRPr="001165A1" w:rsidRDefault="002F62BB" w:rsidP="00DE3D45">
      <w:pPr>
        <w:pStyle w:val="a"/>
        <w:numPr>
          <w:ilvl w:val="0"/>
          <w:numId w:val="2"/>
        </w:numPr>
        <w:shd w:val="clear" w:color="auto" w:fill="FFFFFF"/>
        <w:spacing w:line="240" w:lineRule="auto"/>
        <w:jc w:val="both"/>
        <w:rPr>
          <w:rFonts w:ascii="Times New Roman" w:hAnsi="Times New Roman" w:cs="Times New Roman"/>
        </w:rPr>
      </w:pPr>
      <w:r w:rsidRPr="001165A1">
        <w:rPr>
          <w:rFonts w:ascii="Times New Roman" w:hAnsi="Times New Roman" w:cs="Times New Roman"/>
          <w:kern w:val="65534"/>
          <w:sz w:val="24"/>
          <w:lang w:val="uk-UA"/>
        </w:rPr>
        <w:t>економіко-географічну характеристику районів України;</w:t>
      </w:r>
    </w:p>
    <w:p w:rsidR="002F62BB" w:rsidRPr="001165A1" w:rsidRDefault="002F62BB" w:rsidP="00DE3D45">
      <w:pPr>
        <w:pStyle w:val="a"/>
        <w:numPr>
          <w:ilvl w:val="0"/>
          <w:numId w:val="2"/>
        </w:numPr>
        <w:shd w:val="clear" w:color="auto" w:fill="FFFFFF"/>
        <w:spacing w:line="240" w:lineRule="auto"/>
        <w:rPr>
          <w:rFonts w:ascii="Times New Roman" w:hAnsi="Times New Roman" w:cs="Times New Roman"/>
        </w:rPr>
      </w:pPr>
      <w:r w:rsidRPr="001165A1">
        <w:rPr>
          <w:rFonts w:ascii="Times New Roman" w:hAnsi="Times New Roman" w:cs="Times New Roman"/>
          <w:kern w:val="65534"/>
          <w:sz w:val="24"/>
          <w:lang w:val="uk-UA"/>
        </w:rPr>
        <w:t>етапи формування політичної карти світу;</w:t>
      </w:r>
    </w:p>
    <w:p w:rsidR="002F62BB" w:rsidRPr="001165A1" w:rsidRDefault="002F62BB" w:rsidP="00DE3D45">
      <w:pPr>
        <w:pStyle w:val="a"/>
        <w:numPr>
          <w:ilvl w:val="0"/>
          <w:numId w:val="2"/>
        </w:numPr>
        <w:shd w:val="clear" w:color="auto" w:fill="FFFFFF"/>
        <w:spacing w:line="240" w:lineRule="auto"/>
        <w:rPr>
          <w:rFonts w:ascii="Times New Roman" w:hAnsi="Times New Roman" w:cs="Times New Roman"/>
        </w:rPr>
      </w:pPr>
      <w:r w:rsidRPr="001165A1">
        <w:rPr>
          <w:rFonts w:ascii="Times New Roman" w:hAnsi="Times New Roman" w:cs="Times New Roman"/>
          <w:kern w:val="65534"/>
          <w:sz w:val="24"/>
          <w:lang w:val="uk-UA"/>
        </w:rPr>
        <w:t>типізацію країн світу за різними ознаками;</w:t>
      </w:r>
    </w:p>
    <w:p w:rsidR="002F62BB" w:rsidRPr="001165A1" w:rsidRDefault="002F62BB" w:rsidP="00DE3D45">
      <w:pPr>
        <w:pStyle w:val="a"/>
        <w:numPr>
          <w:ilvl w:val="0"/>
          <w:numId w:val="2"/>
        </w:numPr>
        <w:shd w:val="clear" w:color="auto" w:fill="FFFFFF"/>
        <w:spacing w:line="240" w:lineRule="auto"/>
        <w:rPr>
          <w:rFonts w:ascii="Times New Roman" w:hAnsi="Times New Roman" w:cs="Times New Roman"/>
        </w:rPr>
      </w:pPr>
      <w:r w:rsidRPr="001165A1">
        <w:rPr>
          <w:rFonts w:ascii="Times New Roman" w:hAnsi="Times New Roman" w:cs="Times New Roman"/>
          <w:kern w:val="65534"/>
          <w:sz w:val="24"/>
          <w:lang w:val="uk-UA"/>
        </w:rPr>
        <w:t>закономірності розміщення природних ресурсів;</w:t>
      </w:r>
    </w:p>
    <w:p w:rsidR="002F62BB" w:rsidRPr="001165A1" w:rsidRDefault="002F62BB" w:rsidP="00DE3D45">
      <w:pPr>
        <w:pStyle w:val="a"/>
        <w:numPr>
          <w:ilvl w:val="0"/>
          <w:numId w:val="2"/>
        </w:numPr>
        <w:shd w:val="clear" w:color="auto" w:fill="FFFFFF"/>
        <w:spacing w:line="240" w:lineRule="auto"/>
        <w:rPr>
          <w:rFonts w:ascii="Times New Roman" w:hAnsi="Times New Roman" w:cs="Times New Roman"/>
        </w:rPr>
      </w:pPr>
      <w:r w:rsidRPr="001165A1">
        <w:rPr>
          <w:rFonts w:ascii="Times New Roman" w:hAnsi="Times New Roman" w:cs="Times New Roman"/>
          <w:kern w:val="65534"/>
          <w:sz w:val="24"/>
          <w:lang w:val="uk-UA"/>
        </w:rPr>
        <w:t>особливості динаміки та природного руху населення світу;</w:t>
      </w:r>
    </w:p>
    <w:p w:rsidR="002F62BB" w:rsidRPr="001165A1" w:rsidRDefault="002F62BB" w:rsidP="00DE3D45">
      <w:pPr>
        <w:pStyle w:val="a"/>
        <w:numPr>
          <w:ilvl w:val="2"/>
          <w:numId w:val="2"/>
        </w:numPr>
        <w:shd w:val="clear" w:color="auto" w:fill="FFFFFF"/>
        <w:spacing w:line="240" w:lineRule="auto"/>
        <w:ind w:left="709" w:hanging="360"/>
        <w:rPr>
          <w:rFonts w:ascii="Times New Roman" w:hAnsi="Times New Roman" w:cs="Times New Roman"/>
        </w:rPr>
      </w:pPr>
      <w:r w:rsidRPr="001165A1">
        <w:rPr>
          <w:rFonts w:ascii="Times New Roman" w:hAnsi="Times New Roman" w:cs="Times New Roman"/>
          <w:sz w:val="24"/>
          <w:lang w:val="uk-UA"/>
        </w:rPr>
        <w:t>закономірності   розміщення   людей   на   Землі,   особливості   світових урбанізаційних процесів;</w:t>
      </w:r>
    </w:p>
    <w:p w:rsidR="002F62BB" w:rsidRPr="001165A1" w:rsidRDefault="002F62BB" w:rsidP="00DE3D45">
      <w:pPr>
        <w:pStyle w:val="a"/>
        <w:numPr>
          <w:ilvl w:val="0"/>
          <w:numId w:val="2"/>
        </w:numPr>
        <w:shd w:val="clear" w:color="auto" w:fill="FFFFFF"/>
        <w:spacing w:line="240" w:lineRule="auto"/>
        <w:ind w:hanging="408"/>
        <w:rPr>
          <w:rFonts w:ascii="Times New Roman" w:hAnsi="Times New Roman" w:cs="Times New Roman"/>
        </w:rPr>
      </w:pPr>
      <w:r w:rsidRPr="001165A1">
        <w:rPr>
          <w:rFonts w:ascii="Times New Roman" w:hAnsi="Times New Roman" w:cs="Times New Roman"/>
          <w:sz w:val="24"/>
          <w:lang w:val="uk-UA"/>
        </w:rPr>
        <w:t>характеристику   світового    господарства,   його   основних   складових частин;</w:t>
      </w:r>
    </w:p>
    <w:p w:rsidR="002F62BB" w:rsidRPr="001165A1" w:rsidRDefault="002F62BB" w:rsidP="00DE3D45">
      <w:pPr>
        <w:pStyle w:val="a"/>
        <w:numPr>
          <w:ilvl w:val="0"/>
          <w:numId w:val="2"/>
        </w:numPr>
        <w:shd w:val="clear" w:color="auto" w:fill="FFFFFF"/>
        <w:spacing w:line="240" w:lineRule="auto"/>
        <w:ind w:left="709" w:hanging="709"/>
        <w:rPr>
          <w:rFonts w:ascii="Times New Roman" w:hAnsi="Times New Roman" w:cs="Times New Roman"/>
        </w:rPr>
      </w:pPr>
      <w:r w:rsidRPr="001165A1">
        <w:rPr>
          <w:rFonts w:ascii="Times New Roman" w:hAnsi="Times New Roman" w:cs="Times New Roman"/>
          <w:sz w:val="24"/>
          <w:lang w:val="uk-UA"/>
        </w:rPr>
        <w:t>характеристику галузей промисловості та сільського господарства світу, транспорту, зовнішньоекономічних зв’язків;</w:t>
      </w:r>
    </w:p>
    <w:p w:rsidR="002F62BB" w:rsidRPr="001165A1" w:rsidRDefault="002F62BB" w:rsidP="00DE3D45">
      <w:pPr>
        <w:pStyle w:val="a"/>
        <w:numPr>
          <w:ilvl w:val="0"/>
          <w:numId w:val="2"/>
        </w:numPr>
        <w:shd w:val="clear" w:color="auto" w:fill="FFFFFF"/>
        <w:spacing w:line="240" w:lineRule="auto"/>
        <w:ind w:left="709" w:hanging="709"/>
        <w:rPr>
          <w:rFonts w:ascii="Times New Roman" w:hAnsi="Times New Roman" w:cs="Times New Roman"/>
        </w:rPr>
      </w:pPr>
      <w:r w:rsidRPr="001165A1">
        <w:rPr>
          <w:rFonts w:ascii="Times New Roman" w:hAnsi="Times New Roman" w:cs="Times New Roman"/>
          <w:sz w:val="24"/>
          <w:lang w:val="uk-UA"/>
        </w:rPr>
        <w:t>особливості    ЕГП    країн    і    регіонів    світу,    економіко-географічну характеристику провідних держав світу.</w:t>
      </w:r>
    </w:p>
    <w:p w:rsidR="002F62BB" w:rsidRPr="001165A1" w:rsidRDefault="002F62BB" w:rsidP="00DE3D45">
      <w:pPr>
        <w:pStyle w:val="a"/>
        <w:spacing w:line="240" w:lineRule="auto"/>
        <w:rPr>
          <w:rFonts w:ascii="Times New Roman" w:hAnsi="Times New Roman" w:cs="Times New Roman"/>
        </w:rPr>
      </w:pPr>
    </w:p>
    <w:p w:rsidR="002F62BB" w:rsidRPr="001165A1" w:rsidRDefault="002F62BB" w:rsidP="00DE3D45">
      <w:pPr>
        <w:pStyle w:val="BodyTextIndent3"/>
        <w:spacing w:line="240" w:lineRule="auto"/>
        <w:jc w:val="center"/>
        <w:rPr>
          <w:rFonts w:ascii="Times New Roman" w:hAnsi="Times New Roman"/>
          <w:b/>
          <w:i/>
          <w:sz w:val="24"/>
        </w:rPr>
      </w:pPr>
      <w:r w:rsidRPr="001165A1">
        <w:rPr>
          <w:rFonts w:ascii="Times New Roman" w:hAnsi="Times New Roman"/>
          <w:b/>
          <w:i/>
          <w:sz w:val="24"/>
        </w:rPr>
        <w:t>1.2. Абітурієнти повинні володіти такими навичками та уміннями:</w:t>
      </w:r>
    </w:p>
    <w:p w:rsidR="002F62BB" w:rsidRPr="001165A1" w:rsidRDefault="002F62BB" w:rsidP="00DE3D45">
      <w:pPr>
        <w:pStyle w:val="BodyTextIndent3"/>
        <w:spacing w:line="240" w:lineRule="auto"/>
        <w:jc w:val="center"/>
        <w:rPr>
          <w:rFonts w:ascii="Times New Roman" w:hAnsi="Times New Roman"/>
        </w:rPr>
      </w:pPr>
    </w:p>
    <w:p w:rsidR="002F62BB" w:rsidRPr="001165A1" w:rsidRDefault="002F62BB" w:rsidP="00DE3D45">
      <w:pPr>
        <w:pStyle w:val="a"/>
        <w:shd w:val="clear" w:color="auto" w:fill="FFFFFF"/>
        <w:tabs>
          <w:tab w:val="clear" w:pos="709"/>
          <w:tab w:val="left" w:pos="284"/>
        </w:tabs>
        <w:spacing w:line="240" w:lineRule="auto"/>
        <w:ind w:left="379" w:hanging="346"/>
        <w:jc w:val="both"/>
        <w:rPr>
          <w:rFonts w:ascii="Times New Roman" w:hAnsi="Times New Roman" w:cs="Times New Roman"/>
          <w:sz w:val="24"/>
          <w:lang w:val="uk-UA"/>
        </w:rPr>
      </w:pPr>
      <w:r w:rsidRPr="001165A1">
        <w:rPr>
          <w:rFonts w:ascii="Times New Roman" w:hAnsi="Times New Roman" w:cs="Times New Roman"/>
          <w:sz w:val="24"/>
        </w:rPr>
        <w:t>♦</w:t>
      </w:r>
      <w:r w:rsidRPr="001165A1">
        <w:rPr>
          <w:rFonts w:ascii="Times New Roman" w:hAnsi="Times New Roman" w:cs="Times New Roman"/>
          <w:sz w:val="24"/>
          <w:lang w:val="uk-UA"/>
        </w:rPr>
        <w:t>користуватися     географічними     картами    та    атласами,     визначати географічні координати;</w:t>
      </w:r>
    </w:p>
    <w:p w:rsidR="002F62BB" w:rsidRPr="001165A1" w:rsidRDefault="002F62BB" w:rsidP="00DE3D45">
      <w:pPr>
        <w:pStyle w:val="a"/>
        <w:numPr>
          <w:ilvl w:val="0"/>
          <w:numId w:val="3"/>
        </w:numPr>
        <w:shd w:val="clear" w:color="auto" w:fill="FFFFFF"/>
        <w:tabs>
          <w:tab w:val="left" w:pos="346"/>
        </w:tabs>
        <w:spacing w:line="240" w:lineRule="auto"/>
        <w:ind w:left="379" w:hanging="346"/>
        <w:jc w:val="both"/>
        <w:rPr>
          <w:rFonts w:ascii="Times New Roman" w:hAnsi="Times New Roman" w:cs="Times New Roman"/>
        </w:rPr>
      </w:pPr>
      <w:r w:rsidRPr="001165A1">
        <w:rPr>
          <w:rFonts w:ascii="Times New Roman" w:hAnsi="Times New Roman" w:cs="Times New Roman"/>
          <w:kern w:val="65534"/>
          <w:sz w:val="24"/>
          <w:lang w:val="uk-UA"/>
        </w:rPr>
        <w:t>визначати за допомогою топографічної карти абсолютну та відносну висоти;</w:t>
      </w:r>
    </w:p>
    <w:p w:rsidR="002F62BB" w:rsidRPr="001165A1" w:rsidRDefault="002F62BB" w:rsidP="00DE3D45">
      <w:pPr>
        <w:pStyle w:val="a"/>
        <w:numPr>
          <w:ilvl w:val="0"/>
          <w:numId w:val="3"/>
        </w:numPr>
        <w:shd w:val="clear" w:color="auto" w:fill="FFFFFF"/>
        <w:tabs>
          <w:tab w:val="left" w:pos="346"/>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аналізувати таблиці, тематичні карти, кліматодіаграми;</w:t>
      </w:r>
    </w:p>
    <w:p w:rsidR="002F62BB" w:rsidRPr="001165A1" w:rsidRDefault="002F62BB" w:rsidP="00DE3D45">
      <w:pPr>
        <w:pStyle w:val="a"/>
        <w:numPr>
          <w:ilvl w:val="0"/>
          <w:numId w:val="3"/>
        </w:numPr>
        <w:shd w:val="clear" w:color="auto" w:fill="FFFFFF"/>
        <w:tabs>
          <w:tab w:val="clear" w:pos="709"/>
          <w:tab w:val="left" w:pos="284"/>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встановлювати залежність між рельєфом та тектонічною будовою;</w:t>
      </w:r>
    </w:p>
    <w:p w:rsidR="002F62BB" w:rsidRPr="001165A1" w:rsidRDefault="002F62BB" w:rsidP="00DE3D45">
      <w:pPr>
        <w:pStyle w:val="a"/>
        <w:numPr>
          <w:ilvl w:val="0"/>
          <w:numId w:val="3"/>
        </w:numPr>
        <w:shd w:val="clear" w:color="auto" w:fill="FFFFFF"/>
        <w:tabs>
          <w:tab w:val="left" w:pos="346"/>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характеризувати географічні пояси суші й океану за типовою схемою;</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24" w:hanging="346"/>
        <w:jc w:val="both"/>
        <w:rPr>
          <w:rFonts w:ascii="Times New Roman" w:hAnsi="Times New Roman" w:cs="Times New Roman"/>
        </w:rPr>
      </w:pPr>
      <w:r w:rsidRPr="001165A1">
        <w:rPr>
          <w:rFonts w:ascii="Times New Roman" w:hAnsi="Times New Roman" w:cs="Times New Roman"/>
          <w:kern w:val="65535"/>
          <w:sz w:val="24"/>
          <w:lang w:val="uk-UA"/>
        </w:rPr>
        <w:t xml:space="preserve">давати характеристику географічного положення океану та материка за </w:t>
      </w:r>
      <w:r w:rsidRPr="001165A1">
        <w:rPr>
          <w:rFonts w:ascii="Times New Roman" w:hAnsi="Times New Roman" w:cs="Times New Roman"/>
          <w:sz w:val="24"/>
          <w:lang w:val="uk-UA"/>
        </w:rPr>
        <w:t>типовим планом;</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29" w:hanging="346"/>
        <w:jc w:val="both"/>
        <w:rPr>
          <w:rFonts w:ascii="Times New Roman" w:hAnsi="Times New Roman" w:cs="Times New Roman"/>
        </w:rPr>
      </w:pPr>
      <w:r w:rsidRPr="001165A1">
        <w:rPr>
          <w:rFonts w:ascii="Times New Roman" w:hAnsi="Times New Roman" w:cs="Times New Roman"/>
          <w:sz w:val="24"/>
          <w:lang w:val="uk-UA"/>
        </w:rPr>
        <w:t>давати загальну фізико-географічну характеристику материків і океанів за типовим планом;</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29" w:hanging="346"/>
        <w:jc w:val="both"/>
        <w:rPr>
          <w:rFonts w:ascii="Times New Roman" w:hAnsi="Times New Roman" w:cs="Times New Roman"/>
        </w:rPr>
      </w:pPr>
      <w:r w:rsidRPr="001165A1">
        <w:rPr>
          <w:rFonts w:ascii="Times New Roman" w:hAnsi="Times New Roman" w:cs="Times New Roman"/>
          <w:kern w:val="65534"/>
          <w:sz w:val="24"/>
          <w:lang w:val="uk-UA"/>
        </w:rPr>
        <w:t>виявляти закономірності географічної зональності материків, характерні особливості ґрунтово-рослинного покриву, тваринного світу;</w:t>
      </w:r>
    </w:p>
    <w:p w:rsidR="002F62BB" w:rsidRPr="001165A1" w:rsidRDefault="002F62BB" w:rsidP="00DE3D45">
      <w:pPr>
        <w:pStyle w:val="a"/>
        <w:numPr>
          <w:ilvl w:val="0"/>
          <w:numId w:val="3"/>
        </w:numPr>
        <w:shd w:val="clear" w:color="auto" w:fill="FFFFFF"/>
        <w:tabs>
          <w:tab w:val="left" w:pos="346"/>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давати оцінку фізико-географічного положення України;</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19" w:hanging="346"/>
        <w:jc w:val="both"/>
        <w:rPr>
          <w:rFonts w:ascii="Times New Roman" w:hAnsi="Times New Roman" w:cs="Times New Roman"/>
          <w:lang w:val="uk-UA"/>
        </w:rPr>
      </w:pPr>
      <w:r w:rsidRPr="001165A1">
        <w:rPr>
          <w:rFonts w:ascii="Times New Roman" w:hAnsi="Times New Roman" w:cs="Times New Roman"/>
          <w:kern w:val="65535"/>
          <w:sz w:val="24"/>
          <w:lang w:val="uk-UA"/>
        </w:rPr>
        <w:t xml:space="preserve">співставляти фізичну, тектонічну та геологічну карти, робити на основі цього висновки про взаємозв’язок між тектонічною будовою, рельєфом, </w:t>
      </w:r>
      <w:r w:rsidRPr="001165A1">
        <w:rPr>
          <w:rFonts w:ascii="Times New Roman" w:hAnsi="Times New Roman" w:cs="Times New Roman"/>
          <w:sz w:val="24"/>
          <w:lang w:val="uk-UA"/>
        </w:rPr>
        <w:t>походженням і поширенням корисних копалин;</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14" w:hanging="346"/>
        <w:jc w:val="both"/>
        <w:rPr>
          <w:rFonts w:ascii="Times New Roman" w:hAnsi="Times New Roman" w:cs="Times New Roman"/>
        </w:rPr>
      </w:pPr>
      <w:r w:rsidRPr="001165A1">
        <w:rPr>
          <w:rFonts w:ascii="Times New Roman" w:hAnsi="Times New Roman" w:cs="Times New Roman"/>
          <w:sz w:val="24"/>
          <w:lang w:val="uk-UA"/>
        </w:rPr>
        <w:t>аналізувати ландшафтну карту і схему фізико-географічного районування України;</w:t>
      </w:r>
    </w:p>
    <w:p w:rsidR="002F62BB" w:rsidRPr="001165A1" w:rsidRDefault="002F62BB" w:rsidP="00DE3D45">
      <w:pPr>
        <w:pStyle w:val="a"/>
        <w:numPr>
          <w:ilvl w:val="0"/>
          <w:numId w:val="3"/>
        </w:numPr>
        <w:shd w:val="clear" w:color="auto" w:fill="FFFFFF"/>
        <w:tabs>
          <w:tab w:val="clear" w:pos="709"/>
          <w:tab w:val="left" w:pos="284"/>
        </w:tabs>
        <w:spacing w:line="240" w:lineRule="auto"/>
        <w:ind w:left="346" w:right="10" w:hanging="346"/>
        <w:jc w:val="both"/>
        <w:rPr>
          <w:rFonts w:ascii="Times New Roman" w:hAnsi="Times New Roman" w:cs="Times New Roman"/>
        </w:rPr>
      </w:pPr>
      <w:r w:rsidRPr="001165A1">
        <w:rPr>
          <w:rFonts w:ascii="Times New Roman" w:hAnsi="Times New Roman" w:cs="Times New Roman"/>
          <w:kern w:val="65534"/>
          <w:sz w:val="24"/>
          <w:lang w:val="uk-UA"/>
        </w:rPr>
        <w:t xml:space="preserve"> будувати й аналізувати графіки динаміки показників природного руху </w:t>
      </w:r>
      <w:r w:rsidRPr="001165A1">
        <w:rPr>
          <w:rFonts w:ascii="Times New Roman" w:hAnsi="Times New Roman" w:cs="Times New Roman"/>
          <w:sz w:val="24"/>
          <w:lang w:val="uk-UA"/>
        </w:rPr>
        <w:t>населення;</w:t>
      </w:r>
    </w:p>
    <w:p w:rsidR="002F62BB" w:rsidRPr="001165A1" w:rsidRDefault="002F62BB" w:rsidP="00DE3D45">
      <w:pPr>
        <w:pStyle w:val="a"/>
        <w:numPr>
          <w:ilvl w:val="0"/>
          <w:numId w:val="3"/>
        </w:numPr>
        <w:shd w:val="clear" w:color="auto" w:fill="FFFFFF"/>
        <w:tabs>
          <w:tab w:val="clear" w:pos="709"/>
          <w:tab w:val="left" w:pos="284"/>
          <w:tab w:val="left" w:pos="1038"/>
        </w:tabs>
        <w:spacing w:line="240" w:lineRule="auto"/>
        <w:ind w:left="346" w:right="5" w:hanging="346"/>
        <w:jc w:val="both"/>
        <w:rPr>
          <w:rFonts w:ascii="Times New Roman" w:hAnsi="Times New Roman" w:cs="Times New Roman"/>
        </w:rPr>
      </w:pPr>
      <w:r w:rsidRPr="001165A1">
        <w:rPr>
          <w:rFonts w:ascii="Times New Roman" w:hAnsi="Times New Roman" w:cs="Times New Roman"/>
          <w:kern w:val="65535"/>
          <w:sz w:val="24"/>
          <w:lang w:val="uk-UA"/>
        </w:rPr>
        <w:t xml:space="preserve">визначати показники міграційної рухомості населення, характеризувати розміщення населення </w:t>
      </w:r>
      <w:r w:rsidRPr="001165A1">
        <w:rPr>
          <w:rFonts w:ascii="Times New Roman" w:hAnsi="Times New Roman" w:cs="Times New Roman"/>
          <w:sz w:val="24"/>
          <w:lang w:val="uk-UA"/>
        </w:rPr>
        <w:t>певного району;</w:t>
      </w:r>
    </w:p>
    <w:p w:rsidR="002F62BB" w:rsidRPr="001165A1" w:rsidRDefault="002F62BB" w:rsidP="00DE3D45">
      <w:pPr>
        <w:pStyle w:val="a"/>
        <w:numPr>
          <w:ilvl w:val="0"/>
          <w:numId w:val="3"/>
        </w:numPr>
        <w:shd w:val="clear" w:color="auto" w:fill="FFFFFF"/>
        <w:tabs>
          <w:tab w:val="clear" w:pos="709"/>
        </w:tabs>
        <w:spacing w:line="240" w:lineRule="auto"/>
        <w:ind w:left="346" w:hanging="346"/>
        <w:jc w:val="both"/>
        <w:rPr>
          <w:rFonts w:ascii="Times New Roman" w:hAnsi="Times New Roman" w:cs="Times New Roman"/>
        </w:rPr>
      </w:pPr>
      <w:r w:rsidRPr="001165A1">
        <w:rPr>
          <w:rFonts w:ascii="Times New Roman" w:hAnsi="Times New Roman" w:cs="Times New Roman"/>
          <w:sz w:val="24"/>
          <w:lang w:val="uk-UA"/>
        </w:rPr>
        <w:t>оцінювати вплив природних і соціально-географічних факторів на розміщення галузей промисловості;</w:t>
      </w:r>
    </w:p>
    <w:p w:rsidR="002F62BB" w:rsidRPr="001165A1" w:rsidRDefault="002F62BB" w:rsidP="00DE3D45">
      <w:pPr>
        <w:pStyle w:val="a"/>
        <w:numPr>
          <w:ilvl w:val="0"/>
          <w:numId w:val="3"/>
        </w:numPr>
        <w:shd w:val="clear" w:color="auto" w:fill="FFFFFF"/>
        <w:tabs>
          <w:tab w:val="clear" w:pos="709"/>
          <w:tab w:val="left" w:pos="284"/>
          <w:tab w:val="left" w:pos="1008"/>
        </w:tabs>
        <w:spacing w:line="240" w:lineRule="auto"/>
        <w:ind w:left="336" w:right="34" w:hanging="336"/>
        <w:jc w:val="both"/>
        <w:rPr>
          <w:rFonts w:ascii="Times New Roman" w:hAnsi="Times New Roman" w:cs="Times New Roman"/>
        </w:rPr>
      </w:pPr>
      <w:r w:rsidRPr="001165A1">
        <w:rPr>
          <w:rFonts w:ascii="Times New Roman" w:hAnsi="Times New Roman" w:cs="Times New Roman"/>
          <w:sz w:val="24"/>
          <w:lang w:val="uk-UA"/>
        </w:rPr>
        <w:t xml:space="preserve">аналізувати галузеву та територіальну структуру району </w:t>
      </w:r>
      <w:r w:rsidRPr="001165A1">
        <w:rPr>
          <w:rFonts w:ascii="Times New Roman" w:hAnsi="Times New Roman" w:cs="Times New Roman"/>
          <w:kern w:val="65534"/>
          <w:sz w:val="24"/>
          <w:lang w:val="uk-UA"/>
        </w:rPr>
        <w:t>(країни);</w:t>
      </w:r>
    </w:p>
    <w:p w:rsidR="002F62BB" w:rsidRPr="001165A1" w:rsidRDefault="002F62BB" w:rsidP="00DE3D45">
      <w:pPr>
        <w:pStyle w:val="a"/>
        <w:numPr>
          <w:ilvl w:val="0"/>
          <w:numId w:val="3"/>
        </w:numPr>
        <w:shd w:val="clear" w:color="auto" w:fill="FFFFFF"/>
        <w:tabs>
          <w:tab w:val="left" w:pos="336"/>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аналізувати геополітичне положення країн і регіонів світу;</w:t>
      </w:r>
    </w:p>
    <w:p w:rsidR="002F62BB" w:rsidRPr="001165A1" w:rsidRDefault="002F62BB" w:rsidP="00DE3D45">
      <w:pPr>
        <w:pStyle w:val="a"/>
        <w:numPr>
          <w:ilvl w:val="0"/>
          <w:numId w:val="3"/>
        </w:numPr>
        <w:shd w:val="clear" w:color="auto" w:fill="FFFFFF"/>
        <w:tabs>
          <w:tab w:val="clear" w:pos="709"/>
        </w:tabs>
        <w:spacing w:line="240" w:lineRule="auto"/>
        <w:ind w:left="336" w:right="29" w:hanging="336"/>
        <w:jc w:val="both"/>
        <w:rPr>
          <w:rFonts w:ascii="Times New Roman" w:hAnsi="Times New Roman" w:cs="Times New Roman"/>
        </w:rPr>
      </w:pPr>
      <w:r w:rsidRPr="001165A1">
        <w:rPr>
          <w:rFonts w:ascii="Times New Roman" w:hAnsi="Times New Roman" w:cs="Times New Roman"/>
          <w:sz w:val="24"/>
          <w:lang w:val="uk-UA"/>
        </w:rPr>
        <w:t>характеризувати економіко-географічне та геополітичне положення України;</w:t>
      </w:r>
    </w:p>
    <w:p w:rsidR="002F62BB" w:rsidRPr="001165A1" w:rsidRDefault="002F62BB" w:rsidP="00DE3D45">
      <w:pPr>
        <w:pStyle w:val="a"/>
        <w:numPr>
          <w:ilvl w:val="0"/>
          <w:numId w:val="3"/>
        </w:numPr>
        <w:shd w:val="clear" w:color="auto" w:fill="FFFFFF"/>
        <w:tabs>
          <w:tab w:val="clear" w:pos="709"/>
        </w:tabs>
        <w:spacing w:line="240" w:lineRule="auto"/>
        <w:ind w:left="336" w:right="19" w:hanging="336"/>
        <w:jc w:val="both"/>
        <w:rPr>
          <w:rFonts w:ascii="Times New Roman" w:hAnsi="Times New Roman" w:cs="Times New Roman"/>
        </w:rPr>
      </w:pPr>
      <w:r w:rsidRPr="001165A1">
        <w:rPr>
          <w:rFonts w:ascii="Times New Roman" w:hAnsi="Times New Roman" w:cs="Times New Roman"/>
          <w:sz w:val="24"/>
          <w:lang w:val="uk-UA"/>
        </w:rPr>
        <w:t>аналізувати особливості розвитку та розміщення різних галузей промисловості та сільського господарства України;</w:t>
      </w:r>
    </w:p>
    <w:p w:rsidR="002F62BB" w:rsidRPr="001165A1" w:rsidRDefault="002F62BB" w:rsidP="00DE3D45">
      <w:pPr>
        <w:pStyle w:val="a"/>
        <w:numPr>
          <w:ilvl w:val="0"/>
          <w:numId w:val="3"/>
        </w:numPr>
        <w:shd w:val="clear" w:color="auto" w:fill="FFFFFF"/>
        <w:tabs>
          <w:tab w:val="clear" w:pos="709"/>
          <w:tab w:val="left" w:pos="284"/>
          <w:tab w:val="left" w:pos="1008"/>
        </w:tabs>
        <w:spacing w:line="240" w:lineRule="auto"/>
        <w:ind w:left="336" w:right="19" w:hanging="336"/>
        <w:jc w:val="both"/>
        <w:rPr>
          <w:rFonts w:ascii="Times New Roman" w:hAnsi="Times New Roman" w:cs="Times New Roman"/>
        </w:rPr>
      </w:pPr>
      <w:r w:rsidRPr="001165A1">
        <w:rPr>
          <w:rFonts w:ascii="Times New Roman" w:hAnsi="Times New Roman" w:cs="Times New Roman"/>
          <w:kern w:val="65535"/>
          <w:sz w:val="24"/>
          <w:lang w:val="uk-UA"/>
        </w:rPr>
        <w:t xml:space="preserve">складати порівняльну характеристику економіко-географічних районів </w:t>
      </w:r>
      <w:r w:rsidRPr="001165A1">
        <w:rPr>
          <w:rFonts w:ascii="Times New Roman" w:hAnsi="Times New Roman" w:cs="Times New Roman"/>
          <w:sz w:val="24"/>
          <w:lang w:val="uk-UA"/>
        </w:rPr>
        <w:t>України;</w:t>
      </w:r>
    </w:p>
    <w:p w:rsidR="002F62BB" w:rsidRPr="001165A1" w:rsidRDefault="002F62BB" w:rsidP="00DE3D45">
      <w:pPr>
        <w:pStyle w:val="a"/>
        <w:numPr>
          <w:ilvl w:val="0"/>
          <w:numId w:val="3"/>
        </w:numPr>
        <w:shd w:val="clear" w:color="auto" w:fill="FFFFFF"/>
        <w:tabs>
          <w:tab w:val="left" w:pos="336"/>
        </w:tabs>
        <w:spacing w:line="240" w:lineRule="auto"/>
        <w:jc w:val="both"/>
        <w:rPr>
          <w:rFonts w:ascii="Times New Roman" w:hAnsi="Times New Roman" w:cs="Times New Roman"/>
        </w:rPr>
      </w:pPr>
      <w:r w:rsidRPr="001165A1">
        <w:rPr>
          <w:rFonts w:ascii="Times New Roman" w:hAnsi="Times New Roman" w:cs="Times New Roman"/>
          <w:kern w:val="65534"/>
          <w:sz w:val="24"/>
          <w:lang w:val="uk-UA"/>
        </w:rPr>
        <w:t>визначати роль і місце окремих країн та регіонів у світовому господарстві.</w:t>
      </w:r>
    </w:p>
    <w:p w:rsidR="002F62BB" w:rsidRPr="001165A1" w:rsidRDefault="002F62BB" w:rsidP="00DE3D45">
      <w:pPr>
        <w:pStyle w:val="FR1"/>
        <w:spacing w:line="240" w:lineRule="auto"/>
        <w:ind w:left="0" w:firstLine="0"/>
      </w:pPr>
    </w:p>
    <w:p w:rsidR="002F62BB" w:rsidRPr="001165A1" w:rsidRDefault="002F62BB" w:rsidP="00DE3D45">
      <w:pPr>
        <w:pStyle w:val="FR1"/>
        <w:spacing w:line="240" w:lineRule="auto"/>
        <w:ind w:left="0" w:firstLine="0"/>
        <w:jc w:val="center"/>
        <w:rPr>
          <w:b/>
          <w:caps/>
          <w:sz w:val="24"/>
          <w:szCs w:val="24"/>
        </w:rPr>
      </w:pPr>
    </w:p>
    <w:p w:rsidR="002F62BB" w:rsidRPr="001165A1" w:rsidRDefault="002F62BB" w:rsidP="00DE3D45">
      <w:pPr>
        <w:pStyle w:val="FR1"/>
        <w:spacing w:line="240" w:lineRule="auto"/>
        <w:ind w:left="0" w:firstLine="0"/>
        <w:jc w:val="center"/>
      </w:pPr>
      <w:r w:rsidRPr="001165A1">
        <w:rPr>
          <w:b/>
          <w:caps/>
          <w:sz w:val="24"/>
          <w:szCs w:val="24"/>
        </w:rPr>
        <w:t>ІІ. Критерії оцінювання знань і вмінь</w:t>
      </w:r>
    </w:p>
    <w:p w:rsidR="002F62BB" w:rsidRPr="001165A1" w:rsidRDefault="002F62BB" w:rsidP="00DE3D45">
      <w:pPr>
        <w:pStyle w:val="FR1"/>
        <w:spacing w:line="240" w:lineRule="auto"/>
        <w:ind w:left="0" w:firstLine="0"/>
        <w:jc w:val="center"/>
      </w:pPr>
    </w:p>
    <w:p w:rsidR="002F62BB" w:rsidRPr="001165A1" w:rsidRDefault="002F62BB" w:rsidP="00DE3D45">
      <w:pPr>
        <w:pStyle w:val="a"/>
        <w:spacing w:line="240" w:lineRule="auto"/>
        <w:ind w:firstLine="708"/>
        <w:jc w:val="both"/>
        <w:rPr>
          <w:rFonts w:ascii="Times New Roman" w:hAnsi="Times New Roman" w:cs="Times New Roman"/>
          <w:lang w:val="uk-UA"/>
        </w:rPr>
      </w:pPr>
      <w:r w:rsidRPr="001165A1">
        <w:rPr>
          <w:rFonts w:ascii="Times New Roman" w:hAnsi="Times New Roman" w:cs="Times New Roman"/>
          <w:sz w:val="24"/>
          <w:lang w:val="uk-UA"/>
        </w:rPr>
        <w:t xml:space="preserve">Оцінка </w:t>
      </w:r>
      <w:r w:rsidRPr="001165A1">
        <w:rPr>
          <w:rFonts w:ascii="Times New Roman" w:hAnsi="Times New Roman" w:cs="Times New Roman"/>
          <w:b/>
          <w:i/>
          <w:sz w:val="24"/>
          <w:lang w:val="uk-UA"/>
        </w:rPr>
        <w:t>“відмінно”</w:t>
      </w:r>
      <w:r w:rsidRPr="001165A1">
        <w:rPr>
          <w:rFonts w:ascii="Times New Roman" w:hAnsi="Times New Roman" w:cs="Times New Roman"/>
          <w:sz w:val="24"/>
          <w:lang w:val="uk-UA"/>
        </w:rPr>
        <w:t xml:space="preserve">виставляється за ґрунтовну відповідь, коли абітурієнт вільно володіє матеріалом, логічно і послідовно його розкриває, оперує термінологією, знає закони та закономірності розподілу тиску і пануючих вітрів, географічної оболонки, знає типові плани характеристики природних та економіко-географічних об’єктів, вільно орієнтується у сучасних світогосподарських і суспільно-політичних процесах, вміє застосовувати теоретичні знання на практиці. </w:t>
      </w:r>
    </w:p>
    <w:p w:rsidR="002F62BB" w:rsidRPr="001165A1" w:rsidRDefault="002F62BB" w:rsidP="00DE3D45">
      <w:pPr>
        <w:pStyle w:val="a"/>
        <w:spacing w:line="240" w:lineRule="auto"/>
        <w:jc w:val="both"/>
        <w:rPr>
          <w:rFonts w:ascii="Times New Roman" w:hAnsi="Times New Roman" w:cs="Times New Roman"/>
          <w:lang w:val="uk-UA"/>
        </w:rPr>
      </w:pPr>
      <w:r w:rsidRPr="001165A1">
        <w:rPr>
          <w:rFonts w:ascii="Times New Roman" w:hAnsi="Times New Roman" w:cs="Times New Roman"/>
          <w:sz w:val="24"/>
          <w:lang w:val="uk-UA"/>
        </w:rPr>
        <w:tab/>
        <w:t xml:space="preserve">Оцінка </w:t>
      </w:r>
      <w:r w:rsidRPr="001165A1">
        <w:rPr>
          <w:rFonts w:ascii="Times New Roman" w:hAnsi="Times New Roman" w:cs="Times New Roman"/>
          <w:b/>
          <w:i/>
          <w:sz w:val="24"/>
          <w:lang w:val="uk-UA"/>
        </w:rPr>
        <w:t>“добре”</w:t>
      </w:r>
      <w:r w:rsidRPr="001165A1">
        <w:rPr>
          <w:rFonts w:ascii="Times New Roman" w:hAnsi="Times New Roman" w:cs="Times New Roman"/>
          <w:sz w:val="24"/>
          <w:lang w:val="uk-UA"/>
        </w:rPr>
        <w:t xml:space="preserve"> виставляється за ґрунтовну відповідь, послідовний і систематизований виклад матеріалу. Однак при відповіді абітурієнт допускає певні неточності в трактуванні окремих питань чи проблем, у викладі фактів, визначень чи понять, поясненні класифікацій, відчуває труднощі при проведенні теоретичних узагальнень, не дотримується чіткої схеми характеристики природних (географічні пояси, природні зони) та економіко-географічних об’єктів (економічний район, країна),  не супроводжую свою відповідь точними цифровими даними.</w:t>
      </w:r>
    </w:p>
    <w:p w:rsidR="002F62BB" w:rsidRPr="001165A1" w:rsidRDefault="002F62BB" w:rsidP="00DE3D45">
      <w:pPr>
        <w:pStyle w:val="a"/>
        <w:spacing w:line="240" w:lineRule="auto"/>
        <w:jc w:val="both"/>
        <w:rPr>
          <w:rFonts w:ascii="Times New Roman" w:hAnsi="Times New Roman" w:cs="Times New Roman"/>
          <w:lang w:val="uk-UA"/>
        </w:rPr>
      </w:pPr>
      <w:r w:rsidRPr="001165A1">
        <w:rPr>
          <w:rFonts w:ascii="Times New Roman" w:hAnsi="Times New Roman" w:cs="Times New Roman"/>
          <w:sz w:val="24"/>
          <w:lang w:val="uk-UA"/>
        </w:rPr>
        <w:tab/>
        <w:t xml:space="preserve">Оцінка </w:t>
      </w:r>
      <w:r w:rsidRPr="001165A1">
        <w:rPr>
          <w:rFonts w:ascii="Times New Roman" w:hAnsi="Times New Roman" w:cs="Times New Roman"/>
          <w:b/>
          <w:i/>
          <w:sz w:val="24"/>
          <w:lang w:val="uk-UA"/>
        </w:rPr>
        <w:t>“задовільно”</w:t>
      </w:r>
      <w:r w:rsidRPr="001165A1">
        <w:rPr>
          <w:rFonts w:ascii="Times New Roman" w:hAnsi="Times New Roman" w:cs="Times New Roman"/>
          <w:sz w:val="24"/>
          <w:lang w:val="uk-UA"/>
        </w:rPr>
        <w:t xml:space="preserve">виставляється тоді, коли абітурієнт в основному орієнтується у сутності питання чи проблеми, але не може достатньо аргументовано сформулювати висновки, провести певні узагальнення, розкрити взаємодію між різними природними явищами чи економіко-географічними процесами, відчуває значні труднощі у логічному викладі змісту питання, недостатньо переконливо і впевнено висловлює свої думки. </w:t>
      </w:r>
    </w:p>
    <w:p w:rsidR="002F62BB" w:rsidRPr="001165A1" w:rsidRDefault="002F62BB" w:rsidP="00DE3D45">
      <w:pPr>
        <w:pStyle w:val="FR1"/>
        <w:spacing w:line="240" w:lineRule="auto"/>
        <w:ind w:left="0" w:firstLine="0"/>
        <w:rPr>
          <w:sz w:val="24"/>
          <w:szCs w:val="24"/>
        </w:rPr>
      </w:pPr>
      <w:r w:rsidRPr="001165A1">
        <w:rPr>
          <w:sz w:val="24"/>
          <w:szCs w:val="24"/>
        </w:rPr>
        <w:tab/>
        <w:t xml:space="preserve">Оцінка </w:t>
      </w:r>
      <w:r w:rsidRPr="001165A1">
        <w:rPr>
          <w:b/>
          <w:i/>
          <w:sz w:val="24"/>
          <w:szCs w:val="24"/>
        </w:rPr>
        <w:t xml:space="preserve">“незадовільно” </w:t>
      </w:r>
      <w:r w:rsidRPr="001165A1">
        <w:rPr>
          <w:sz w:val="24"/>
          <w:szCs w:val="24"/>
        </w:rPr>
        <w:t>виставляється у тому разі, коли абітурієнт зовсім не орієнтується у сутності питання, не володіє необхідним понятійним апаратом, не опанував мінімуму географічної номенклатури, не знає найважливіших законів і закономірностей географічної оболонки, не може дати відповіді на додаткові запитання. Відповідь відсутня.</w:t>
      </w:r>
    </w:p>
    <w:p w:rsidR="002F62BB" w:rsidRPr="001165A1" w:rsidRDefault="002F62BB" w:rsidP="00DE3D45">
      <w:pPr>
        <w:spacing w:after="0" w:line="240" w:lineRule="auto"/>
        <w:jc w:val="center"/>
        <w:rPr>
          <w:rFonts w:ascii="Times New Roman" w:hAnsi="Times New Roman"/>
          <w:b/>
          <w:i/>
          <w:sz w:val="24"/>
          <w:szCs w:val="24"/>
        </w:rPr>
      </w:pPr>
      <w:r w:rsidRPr="001165A1">
        <w:rPr>
          <w:rFonts w:ascii="Times New Roman" w:hAnsi="Times New Roman"/>
          <w:i/>
          <w:spacing w:val="-4"/>
          <w:sz w:val="24"/>
          <w:szCs w:val="24"/>
        </w:rPr>
        <w:t>За шкалою ECTS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3544"/>
        <w:gridCol w:w="2976"/>
        <w:gridCol w:w="1985"/>
      </w:tblGrid>
      <w:tr w:rsidR="002F62BB" w:rsidRPr="001165A1" w:rsidTr="00DE3D45">
        <w:trPr>
          <w:trHeight w:val="277"/>
        </w:trPr>
        <w:tc>
          <w:tcPr>
            <w:tcW w:w="1418" w:type="dxa"/>
            <w:vAlign w:val="center"/>
          </w:tcPr>
          <w:p w:rsidR="002F62BB" w:rsidRPr="001165A1" w:rsidRDefault="002F62BB" w:rsidP="00A37440">
            <w:pPr>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 xml:space="preserve">За шкалою </w:t>
            </w:r>
          </w:p>
          <w:p w:rsidR="002F62BB" w:rsidRPr="001165A1" w:rsidRDefault="002F62BB" w:rsidP="00A37440">
            <w:pPr>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ECTS</w:t>
            </w:r>
          </w:p>
        </w:tc>
        <w:tc>
          <w:tcPr>
            <w:tcW w:w="3544"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За національною шкалою</w:t>
            </w:r>
          </w:p>
        </w:tc>
        <w:tc>
          <w:tcPr>
            <w:tcW w:w="2976" w:type="dxa"/>
            <w:vAlign w:val="center"/>
          </w:tcPr>
          <w:p w:rsidR="002F62BB" w:rsidRPr="001165A1" w:rsidRDefault="002F62BB" w:rsidP="00A37440">
            <w:pPr>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За шкалою навчального закладу (як приклад)</w:t>
            </w:r>
          </w:p>
        </w:tc>
        <w:tc>
          <w:tcPr>
            <w:tcW w:w="1985" w:type="dxa"/>
            <w:vAlign w:val="center"/>
          </w:tcPr>
          <w:p w:rsidR="002F62BB" w:rsidRPr="001165A1" w:rsidRDefault="002F62BB" w:rsidP="00A37440">
            <w:pPr>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Перевідна система до шкали ЗНО</w:t>
            </w:r>
          </w:p>
        </w:tc>
      </w:tr>
      <w:tr w:rsidR="002F62BB" w:rsidRPr="001165A1" w:rsidTr="00DE3D45">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А</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відмінно</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90–100</w:t>
            </w:r>
          </w:p>
        </w:tc>
        <w:tc>
          <w:tcPr>
            <w:tcW w:w="1985"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185-200</w:t>
            </w:r>
          </w:p>
        </w:tc>
      </w:tr>
      <w:tr w:rsidR="002F62BB" w:rsidRPr="001165A1" w:rsidTr="00DE3D45">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В</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добре</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83-89</w:t>
            </w:r>
          </w:p>
        </w:tc>
        <w:tc>
          <w:tcPr>
            <w:tcW w:w="1985" w:type="dxa"/>
            <w:vAlign w:val="center"/>
          </w:tcPr>
          <w:p w:rsidR="002F62BB" w:rsidRPr="001165A1" w:rsidRDefault="002F62BB" w:rsidP="006C362D">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169-184</w:t>
            </w:r>
          </w:p>
        </w:tc>
      </w:tr>
      <w:tr w:rsidR="002F62BB" w:rsidRPr="001165A1" w:rsidTr="00DE3D45">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С</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добре</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74-82</w:t>
            </w:r>
          </w:p>
        </w:tc>
        <w:tc>
          <w:tcPr>
            <w:tcW w:w="1985" w:type="dxa"/>
            <w:vAlign w:val="center"/>
          </w:tcPr>
          <w:p w:rsidR="002F62BB" w:rsidRPr="001165A1" w:rsidRDefault="002F62BB" w:rsidP="006C362D">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153-168</w:t>
            </w:r>
          </w:p>
        </w:tc>
      </w:tr>
      <w:tr w:rsidR="002F62BB" w:rsidRPr="001165A1" w:rsidTr="00DE3D45">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D</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задовільно</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64-73</w:t>
            </w:r>
          </w:p>
        </w:tc>
        <w:tc>
          <w:tcPr>
            <w:tcW w:w="1985" w:type="dxa"/>
            <w:vAlign w:val="center"/>
          </w:tcPr>
          <w:p w:rsidR="002F62BB" w:rsidRPr="001165A1" w:rsidRDefault="002F62BB" w:rsidP="006C362D">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137-152</w:t>
            </w:r>
          </w:p>
        </w:tc>
      </w:tr>
      <w:tr w:rsidR="002F62BB" w:rsidRPr="001165A1" w:rsidTr="00DE3D45">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E</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задовільно</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60–63</w:t>
            </w:r>
          </w:p>
        </w:tc>
        <w:tc>
          <w:tcPr>
            <w:tcW w:w="1985" w:type="dxa"/>
            <w:vAlign w:val="center"/>
          </w:tcPr>
          <w:p w:rsidR="002F62BB" w:rsidRPr="001165A1" w:rsidRDefault="002F62BB" w:rsidP="006C362D">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121-136</w:t>
            </w:r>
          </w:p>
        </w:tc>
      </w:tr>
      <w:tr w:rsidR="002F62BB" w:rsidRPr="001165A1" w:rsidTr="00DE3D45">
        <w:trPr>
          <w:trHeight w:val="418"/>
        </w:trPr>
        <w:tc>
          <w:tcPr>
            <w:tcW w:w="1418" w:type="dxa"/>
            <w:vAlign w:val="center"/>
          </w:tcPr>
          <w:p w:rsidR="002F62BB" w:rsidRPr="001165A1" w:rsidRDefault="002F62BB" w:rsidP="00A37440">
            <w:pPr>
              <w:spacing w:after="0" w:line="240" w:lineRule="auto"/>
              <w:ind w:firstLine="34"/>
              <w:jc w:val="center"/>
              <w:rPr>
                <w:rFonts w:ascii="Times New Roman" w:hAnsi="Times New Roman"/>
                <w:spacing w:val="-4"/>
                <w:sz w:val="24"/>
                <w:szCs w:val="24"/>
              </w:rPr>
            </w:pPr>
            <w:r w:rsidRPr="001165A1">
              <w:rPr>
                <w:rFonts w:ascii="Times New Roman" w:hAnsi="Times New Roman"/>
                <w:spacing w:val="-4"/>
                <w:sz w:val="24"/>
                <w:szCs w:val="24"/>
              </w:rPr>
              <w:t>FX</w:t>
            </w:r>
          </w:p>
        </w:tc>
        <w:tc>
          <w:tcPr>
            <w:tcW w:w="3544" w:type="dxa"/>
            <w:vAlign w:val="center"/>
          </w:tcPr>
          <w:p w:rsidR="002F62BB" w:rsidRPr="001165A1" w:rsidRDefault="002F62BB" w:rsidP="00A37440">
            <w:pPr>
              <w:spacing w:after="0" w:line="240" w:lineRule="auto"/>
              <w:ind w:hanging="28"/>
              <w:jc w:val="center"/>
              <w:rPr>
                <w:rFonts w:ascii="Times New Roman" w:hAnsi="Times New Roman"/>
                <w:spacing w:val="-4"/>
                <w:sz w:val="24"/>
                <w:szCs w:val="24"/>
              </w:rPr>
            </w:pPr>
            <w:r w:rsidRPr="001165A1">
              <w:rPr>
                <w:rFonts w:ascii="Times New Roman" w:hAnsi="Times New Roman"/>
                <w:spacing w:val="-4"/>
                <w:sz w:val="24"/>
                <w:szCs w:val="24"/>
              </w:rPr>
              <w:t xml:space="preserve">незадовільно </w:t>
            </w:r>
          </w:p>
        </w:tc>
        <w:tc>
          <w:tcPr>
            <w:tcW w:w="2976" w:type="dxa"/>
            <w:vAlign w:val="center"/>
          </w:tcPr>
          <w:p w:rsidR="002F62BB" w:rsidRPr="001165A1" w:rsidRDefault="002F62BB" w:rsidP="00A37440">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Менше 60</w:t>
            </w:r>
          </w:p>
        </w:tc>
        <w:tc>
          <w:tcPr>
            <w:tcW w:w="1985" w:type="dxa"/>
            <w:vAlign w:val="center"/>
          </w:tcPr>
          <w:p w:rsidR="002F62BB" w:rsidRPr="001165A1" w:rsidRDefault="002F62BB" w:rsidP="006C362D">
            <w:pPr>
              <w:tabs>
                <w:tab w:val="left" w:pos="851"/>
              </w:tabs>
              <w:spacing w:after="0" w:line="240" w:lineRule="auto"/>
              <w:jc w:val="center"/>
              <w:rPr>
                <w:rFonts w:ascii="Times New Roman" w:hAnsi="Times New Roman"/>
                <w:spacing w:val="-4"/>
                <w:sz w:val="24"/>
                <w:szCs w:val="24"/>
              </w:rPr>
            </w:pPr>
            <w:r w:rsidRPr="001165A1">
              <w:rPr>
                <w:rFonts w:ascii="Times New Roman" w:hAnsi="Times New Roman"/>
                <w:spacing w:val="-4"/>
                <w:sz w:val="24"/>
                <w:szCs w:val="24"/>
              </w:rPr>
              <w:t>Менше 120</w:t>
            </w:r>
          </w:p>
        </w:tc>
      </w:tr>
    </w:tbl>
    <w:p w:rsidR="002F62BB" w:rsidRPr="001165A1" w:rsidRDefault="002F62BB" w:rsidP="00DE3D45">
      <w:pPr>
        <w:pStyle w:val="FR1"/>
        <w:spacing w:line="240" w:lineRule="auto"/>
        <w:ind w:left="0" w:firstLine="0"/>
        <w:rPr>
          <w:sz w:val="24"/>
          <w:szCs w:val="24"/>
        </w:rPr>
      </w:pPr>
    </w:p>
    <w:p w:rsidR="002F62BB" w:rsidRPr="001165A1" w:rsidRDefault="002F62BB" w:rsidP="00DE3D45">
      <w:pPr>
        <w:pStyle w:val="FR1"/>
        <w:spacing w:line="240" w:lineRule="auto"/>
        <w:ind w:left="0" w:firstLine="0"/>
        <w:rPr>
          <w:sz w:val="24"/>
          <w:szCs w:val="24"/>
        </w:rPr>
      </w:pPr>
      <w:r w:rsidRPr="001165A1">
        <w:rPr>
          <w:sz w:val="24"/>
          <w:szCs w:val="24"/>
        </w:rPr>
        <w:tab/>
      </w:r>
    </w:p>
    <w:p w:rsidR="002F62BB" w:rsidRPr="001165A1" w:rsidRDefault="002F62BB" w:rsidP="00DE3D45">
      <w:pPr>
        <w:pStyle w:val="a"/>
        <w:shd w:val="clear" w:color="auto" w:fill="FFFFFF"/>
        <w:spacing w:line="240" w:lineRule="auto"/>
        <w:jc w:val="center"/>
        <w:rPr>
          <w:rFonts w:ascii="Times New Roman" w:hAnsi="Times New Roman" w:cs="Times New Roman"/>
        </w:rPr>
      </w:pPr>
      <w:r w:rsidRPr="001165A1">
        <w:rPr>
          <w:rFonts w:ascii="Times New Roman" w:hAnsi="Times New Roman" w:cs="Times New Roman"/>
          <w:b/>
          <w:caps/>
          <w:sz w:val="24"/>
        </w:rPr>
        <w:t>ІІІ. Форма проведення вступного</w:t>
      </w:r>
      <w:r w:rsidRPr="001165A1">
        <w:rPr>
          <w:rFonts w:ascii="Times New Roman" w:hAnsi="Times New Roman" w:cs="Times New Roman"/>
          <w:b/>
          <w:caps/>
          <w:sz w:val="24"/>
          <w:lang w:val="uk-UA"/>
        </w:rPr>
        <w:t xml:space="preserve"> ІСПИТУ</w:t>
      </w:r>
      <w:r w:rsidRPr="001165A1">
        <w:rPr>
          <w:rFonts w:ascii="Times New Roman" w:hAnsi="Times New Roman" w:cs="Times New Roman"/>
          <w:b/>
          <w:caps/>
          <w:sz w:val="24"/>
        </w:rPr>
        <w:t>, структура завдань</w:t>
      </w: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p>
    <w:p w:rsidR="002F62BB" w:rsidRPr="001165A1" w:rsidRDefault="002F62BB" w:rsidP="00DE3D45">
      <w:pPr>
        <w:pStyle w:val="a"/>
        <w:shd w:val="clear" w:color="auto" w:fill="FFFFFF"/>
        <w:spacing w:line="240" w:lineRule="auto"/>
        <w:ind w:firstLine="567"/>
        <w:rPr>
          <w:rFonts w:ascii="Times New Roman" w:hAnsi="Times New Roman" w:cs="Times New Roman"/>
        </w:rPr>
      </w:pPr>
      <w:r w:rsidRPr="001165A1">
        <w:rPr>
          <w:rFonts w:ascii="Times New Roman" w:hAnsi="Times New Roman" w:cs="Times New Roman"/>
          <w:sz w:val="24"/>
          <w:lang w:val="uk-UA"/>
        </w:rPr>
        <w:t xml:space="preserve">Екзамен з географії проводиться в письмовій формі. </w:t>
      </w: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r w:rsidRPr="001165A1">
        <w:rPr>
          <w:rFonts w:ascii="Times New Roman" w:hAnsi="Times New Roman" w:cs="Times New Roman"/>
          <w:sz w:val="24"/>
          <w:lang w:val="uk-UA"/>
        </w:rPr>
        <w:t>Кожен екзаменаційний білет включає чотири питання теоретичного змісту та 10 тестових завдань. За повну правильну відповідь на теоретичні питання абітурієнт може отримати 80 балів, за виконання тестів – 20 балів.</w:t>
      </w: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r w:rsidRPr="001165A1">
        <w:rPr>
          <w:rFonts w:ascii="Times New Roman" w:hAnsi="Times New Roman" w:cs="Times New Roman"/>
          <w:sz w:val="24"/>
          <w:lang w:val="uk-UA"/>
        </w:rPr>
        <w:t>Приклад завдання для вступних іспитів з географії:</w:t>
      </w:r>
    </w:p>
    <w:p w:rsidR="002F62BB" w:rsidRPr="001165A1" w:rsidRDefault="002F62BB" w:rsidP="00DE3D45">
      <w:pPr>
        <w:pStyle w:val="a"/>
        <w:shd w:val="clear" w:color="auto" w:fill="FFFFFF"/>
        <w:spacing w:line="240" w:lineRule="auto"/>
        <w:ind w:firstLine="567"/>
        <w:rPr>
          <w:rFonts w:ascii="Times New Roman" w:hAnsi="Times New Roman" w:cs="Times New Roman"/>
          <w:lang w:val="uk-UA"/>
        </w:rPr>
      </w:pPr>
    </w:p>
    <w:p w:rsidR="002F62BB" w:rsidRPr="001165A1" w:rsidRDefault="002F62BB" w:rsidP="00DE3D45">
      <w:pPr>
        <w:pStyle w:val="a"/>
        <w:shd w:val="clear" w:color="auto" w:fill="FFFFFF"/>
        <w:spacing w:line="240" w:lineRule="auto"/>
        <w:ind w:firstLine="567"/>
        <w:rPr>
          <w:rFonts w:ascii="Times New Roman" w:hAnsi="Times New Roman" w:cs="Times New Roman"/>
          <w:lang w:val="uk-UA"/>
        </w:rPr>
      </w:pPr>
    </w:p>
    <w:p w:rsidR="002F62BB" w:rsidRPr="001165A1" w:rsidRDefault="002F62BB" w:rsidP="00DE3D45">
      <w:pPr>
        <w:pStyle w:val="a"/>
        <w:shd w:val="clear" w:color="auto" w:fill="FFFFFF"/>
        <w:spacing w:line="240" w:lineRule="auto"/>
        <w:ind w:firstLine="567"/>
        <w:rPr>
          <w:rFonts w:ascii="Times New Roman" w:hAnsi="Times New Roman" w:cs="Times New Roman"/>
          <w:lang w:val="uk-UA"/>
        </w:rPr>
      </w:pPr>
    </w:p>
    <w:p w:rsidR="002F62BB" w:rsidRPr="001165A1" w:rsidRDefault="002F62BB" w:rsidP="00DE3D45">
      <w:pPr>
        <w:spacing w:after="0"/>
        <w:jc w:val="center"/>
        <w:rPr>
          <w:rFonts w:ascii="Times New Roman" w:hAnsi="Times New Roman"/>
          <w:sz w:val="24"/>
          <w:szCs w:val="24"/>
        </w:rPr>
      </w:pPr>
      <w:r w:rsidRPr="001165A1">
        <w:rPr>
          <w:rFonts w:ascii="Times New Roman" w:hAnsi="Times New Roman"/>
          <w:sz w:val="24"/>
          <w:szCs w:val="24"/>
        </w:rPr>
        <w:t>Міністерство освіти і науки України</w:t>
      </w:r>
    </w:p>
    <w:p w:rsidR="002F62BB" w:rsidRPr="001165A1" w:rsidRDefault="002F62BB" w:rsidP="00DE3D45">
      <w:pPr>
        <w:spacing w:after="0"/>
        <w:jc w:val="center"/>
        <w:rPr>
          <w:rFonts w:ascii="Times New Roman" w:hAnsi="Times New Roman"/>
          <w:sz w:val="24"/>
          <w:szCs w:val="24"/>
        </w:rPr>
      </w:pPr>
      <w:r w:rsidRPr="001165A1">
        <w:rPr>
          <w:rFonts w:ascii="Times New Roman" w:hAnsi="Times New Roman"/>
          <w:sz w:val="24"/>
          <w:szCs w:val="24"/>
        </w:rPr>
        <w:t>Ніжинський державний університет імені Миколи Гоголя</w:t>
      </w:r>
    </w:p>
    <w:p w:rsidR="002F62BB" w:rsidRPr="001165A1" w:rsidRDefault="002F62BB" w:rsidP="00DE3D45">
      <w:pPr>
        <w:spacing w:after="0"/>
        <w:jc w:val="center"/>
        <w:rPr>
          <w:rFonts w:ascii="Times New Roman" w:hAnsi="Times New Roman"/>
          <w:sz w:val="24"/>
          <w:szCs w:val="24"/>
        </w:rPr>
      </w:pPr>
      <w:r w:rsidRPr="001165A1">
        <w:rPr>
          <w:rFonts w:ascii="Times New Roman" w:hAnsi="Times New Roman"/>
          <w:sz w:val="24"/>
          <w:szCs w:val="24"/>
        </w:rPr>
        <w:t xml:space="preserve">Факультет </w:t>
      </w:r>
      <w:r w:rsidRPr="001165A1">
        <w:rPr>
          <w:rFonts w:ascii="Times New Roman" w:hAnsi="Times New Roman"/>
          <w:sz w:val="24"/>
          <w:szCs w:val="24"/>
          <w:u w:val="single"/>
        </w:rPr>
        <w:t>природничо-географічний</w:t>
      </w:r>
    </w:p>
    <w:p w:rsidR="002F62BB" w:rsidRPr="001165A1" w:rsidRDefault="002F62BB" w:rsidP="00DE3D45">
      <w:pPr>
        <w:spacing w:after="0" w:line="240" w:lineRule="auto"/>
        <w:rPr>
          <w:rFonts w:ascii="Times New Roman" w:hAnsi="Times New Roman"/>
          <w:b/>
          <w:sz w:val="24"/>
          <w:szCs w:val="24"/>
        </w:rPr>
      </w:pPr>
      <w:r w:rsidRPr="001165A1">
        <w:rPr>
          <w:rFonts w:ascii="Times New Roman" w:hAnsi="Times New Roman"/>
          <w:b/>
          <w:sz w:val="24"/>
          <w:szCs w:val="24"/>
        </w:rPr>
        <w:tab/>
      </w:r>
      <w:r w:rsidRPr="001165A1">
        <w:rPr>
          <w:rFonts w:ascii="Times New Roman" w:hAnsi="Times New Roman"/>
          <w:b/>
          <w:sz w:val="24"/>
          <w:szCs w:val="24"/>
        </w:rPr>
        <w:tab/>
      </w:r>
      <w:r w:rsidRPr="001165A1">
        <w:rPr>
          <w:rFonts w:ascii="Times New Roman" w:hAnsi="Times New Roman"/>
          <w:b/>
          <w:sz w:val="24"/>
          <w:szCs w:val="24"/>
        </w:rPr>
        <w:tab/>
      </w:r>
      <w:r w:rsidRPr="001165A1">
        <w:rPr>
          <w:rFonts w:ascii="Times New Roman" w:hAnsi="Times New Roman"/>
          <w:b/>
          <w:sz w:val="24"/>
          <w:szCs w:val="24"/>
        </w:rPr>
        <w:tab/>
      </w:r>
      <w:r w:rsidRPr="001165A1">
        <w:rPr>
          <w:rFonts w:ascii="Times New Roman" w:hAnsi="Times New Roman"/>
          <w:b/>
          <w:sz w:val="24"/>
          <w:szCs w:val="24"/>
        </w:rPr>
        <w:tab/>
      </w:r>
      <w:r w:rsidRPr="001165A1">
        <w:rPr>
          <w:rFonts w:ascii="Times New Roman" w:hAnsi="Times New Roman"/>
          <w:b/>
          <w:sz w:val="24"/>
          <w:szCs w:val="24"/>
          <w:lang w:val="ru-RU"/>
        </w:rPr>
        <w:tab/>
      </w:r>
      <w:r w:rsidRPr="001165A1">
        <w:rPr>
          <w:rFonts w:ascii="Times New Roman" w:hAnsi="Times New Roman"/>
          <w:b/>
          <w:sz w:val="24"/>
          <w:szCs w:val="24"/>
          <w:lang w:val="ru-RU"/>
        </w:rPr>
        <w:tab/>
      </w:r>
      <w:r w:rsidRPr="001165A1">
        <w:rPr>
          <w:rFonts w:ascii="Times New Roman" w:hAnsi="Times New Roman"/>
          <w:b/>
          <w:sz w:val="24"/>
          <w:szCs w:val="24"/>
          <w:lang w:val="ru-RU"/>
        </w:rPr>
        <w:tab/>
      </w:r>
    </w:p>
    <w:p w:rsidR="002F62BB" w:rsidRPr="001165A1" w:rsidRDefault="002F62BB" w:rsidP="00DE3D45">
      <w:pPr>
        <w:spacing w:after="0" w:line="240" w:lineRule="auto"/>
        <w:ind w:left="4248" w:firstLine="708"/>
        <w:rPr>
          <w:rFonts w:ascii="Times New Roman" w:hAnsi="Times New Roman"/>
          <w:sz w:val="24"/>
          <w:szCs w:val="24"/>
        </w:rPr>
      </w:pPr>
      <w:r w:rsidRPr="001165A1">
        <w:rPr>
          <w:rFonts w:ascii="Times New Roman" w:hAnsi="Times New Roman"/>
          <w:sz w:val="24"/>
          <w:szCs w:val="24"/>
        </w:rPr>
        <w:t>«ЗАТВЕРДЖУЮ»</w:t>
      </w: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p>
    <w:p w:rsidR="002F62BB" w:rsidRPr="001165A1" w:rsidRDefault="002F62BB" w:rsidP="00DE3D45">
      <w:pPr>
        <w:spacing w:after="0" w:line="240" w:lineRule="auto"/>
        <w:ind w:left="4248"/>
        <w:jc w:val="right"/>
        <w:rPr>
          <w:rFonts w:ascii="Times New Roman" w:hAnsi="Times New Roman"/>
          <w:sz w:val="24"/>
          <w:szCs w:val="24"/>
        </w:rPr>
      </w:pPr>
      <w:r w:rsidRPr="001165A1">
        <w:rPr>
          <w:rFonts w:ascii="Times New Roman" w:hAnsi="Times New Roman"/>
          <w:sz w:val="24"/>
          <w:szCs w:val="24"/>
        </w:rPr>
        <w:t xml:space="preserve">Голова приймальної комісії </w:t>
      </w:r>
    </w:p>
    <w:p w:rsidR="002F62BB" w:rsidRPr="001165A1" w:rsidRDefault="002F62BB" w:rsidP="00DE3D45">
      <w:pPr>
        <w:spacing w:after="0" w:line="240" w:lineRule="auto"/>
        <w:ind w:left="4248"/>
        <w:jc w:val="right"/>
        <w:rPr>
          <w:rFonts w:ascii="Times New Roman" w:hAnsi="Times New Roman"/>
          <w:sz w:val="24"/>
          <w:szCs w:val="24"/>
        </w:rPr>
      </w:pPr>
      <w:r w:rsidRPr="001165A1">
        <w:rPr>
          <w:rFonts w:ascii="Times New Roman" w:hAnsi="Times New Roman"/>
          <w:sz w:val="24"/>
          <w:szCs w:val="24"/>
        </w:rPr>
        <w:t xml:space="preserve">                               НДУ імені Миколи Гоголя</w:t>
      </w:r>
      <w:r w:rsidRPr="001165A1">
        <w:rPr>
          <w:rFonts w:ascii="Times New Roman" w:hAnsi="Times New Roman"/>
          <w:sz w:val="24"/>
          <w:szCs w:val="24"/>
        </w:rPr>
        <w:tab/>
        <w:t>_______________________(ПІБ)</w:t>
      </w:r>
    </w:p>
    <w:p w:rsidR="002F62BB" w:rsidRPr="001165A1" w:rsidRDefault="002F62BB" w:rsidP="00DE3D45">
      <w:pPr>
        <w:spacing w:after="0" w:line="240" w:lineRule="auto"/>
        <w:ind w:left="4248"/>
        <w:jc w:val="right"/>
        <w:rPr>
          <w:rFonts w:ascii="Times New Roman" w:hAnsi="Times New Roman"/>
          <w:sz w:val="24"/>
          <w:szCs w:val="24"/>
        </w:rPr>
      </w:pPr>
    </w:p>
    <w:p w:rsidR="002F62BB" w:rsidRPr="001165A1" w:rsidRDefault="002F62BB" w:rsidP="00DE3D45">
      <w:pPr>
        <w:spacing w:after="0" w:line="240" w:lineRule="auto"/>
        <w:ind w:left="4248"/>
        <w:jc w:val="right"/>
        <w:rPr>
          <w:rFonts w:ascii="Times New Roman" w:hAnsi="Times New Roman"/>
          <w:sz w:val="24"/>
          <w:szCs w:val="24"/>
        </w:rPr>
      </w:pPr>
      <w:r w:rsidRPr="001165A1">
        <w:rPr>
          <w:rFonts w:ascii="Times New Roman" w:hAnsi="Times New Roman"/>
          <w:sz w:val="24"/>
          <w:szCs w:val="24"/>
        </w:rPr>
        <w:t xml:space="preserve"> «____»________201</w:t>
      </w:r>
      <w:r w:rsidRPr="001165A1">
        <w:rPr>
          <w:rFonts w:ascii="Times New Roman" w:hAnsi="Times New Roman"/>
          <w:sz w:val="24"/>
          <w:szCs w:val="24"/>
          <w:lang w:val="ru-RU"/>
        </w:rPr>
        <w:t>6</w:t>
      </w:r>
      <w:r w:rsidRPr="001165A1">
        <w:rPr>
          <w:rFonts w:ascii="Times New Roman" w:hAnsi="Times New Roman"/>
          <w:sz w:val="24"/>
          <w:szCs w:val="24"/>
        </w:rPr>
        <w:t>р.</w:t>
      </w:r>
    </w:p>
    <w:p w:rsidR="002F62BB" w:rsidRPr="001165A1" w:rsidRDefault="002F62BB" w:rsidP="00DE3D45">
      <w:pPr>
        <w:spacing w:after="0"/>
        <w:jc w:val="center"/>
        <w:rPr>
          <w:rFonts w:ascii="Times New Roman" w:hAnsi="Times New Roman"/>
          <w:b/>
          <w:sz w:val="24"/>
          <w:szCs w:val="24"/>
        </w:rPr>
      </w:pPr>
    </w:p>
    <w:p w:rsidR="002F62BB" w:rsidRPr="001165A1" w:rsidRDefault="002F62BB" w:rsidP="00DE3D45">
      <w:pPr>
        <w:spacing w:after="0"/>
        <w:jc w:val="center"/>
        <w:rPr>
          <w:rFonts w:ascii="Times New Roman" w:hAnsi="Times New Roman"/>
          <w:b/>
          <w:sz w:val="24"/>
          <w:szCs w:val="24"/>
        </w:rPr>
      </w:pPr>
      <w:r w:rsidRPr="001165A1">
        <w:rPr>
          <w:rFonts w:ascii="Times New Roman" w:hAnsi="Times New Roman"/>
          <w:b/>
          <w:sz w:val="24"/>
          <w:szCs w:val="24"/>
        </w:rPr>
        <w:t>Завдання для вступних іспитів з географії</w:t>
      </w:r>
    </w:p>
    <w:p w:rsidR="002F62BB" w:rsidRPr="001165A1" w:rsidRDefault="002F62BB" w:rsidP="00DE3D45">
      <w:pPr>
        <w:tabs>
          <w:tab w:val="left" w:pos="1260"/>
        </w:tabs>
        <w:spacing w:after="0"/>
        <w:jc w:val="center"/>
        <w:rPr>
          <w:rFonts w:ascii="Times New Roman" w:hAnsi="Times New Roman"/>
          <w:sz w:val="24"/>
          <w:szCs w:val="24"/>
        </w:rPr>
      </w:pPr>
      <w:r w:rsidRPr="001165A1">
        <w:rPr>
          <w:rFonts w:ascii="Times New Roman" w:hAnsi="Times New Roman"/>
          <w:sz w:val="24"/>
          <w:szCs w:val="24"/>
        </w:rPr>
        <w:t xml:space="preserve">Галузь знань: 01 </w:t>
      </w:r>
      <w:r w:rsidRPr="001165A1">
        <w:rPr>
          <w:rFonts w:ascii="Times New Roman" w:hAnsi="Times New Roman"/>
          <w:sz w:val="24"/>
          <w:szCs w:val="24"/>
          <w:u w:val="single"/>
        </w:rPr>
        <w:t>Освіта</w:t>
      </w:r>
    </w:p>
    <w:p w:rsidR="002F62BB" w:rsidRPr="001165A1" w:rsidRDefault="002F62BB" w:rsidP="00DE3D45">
      <w:pPr>
        <w:tabs>
          <w:tab w:val="left" w:pos="1260"/>
        </w:tabs>
        <w:spacing w:after="0"/>
        <w:jc w:val="center"/>
        <w:rPr>
          <w:rFonts w:ascii="Times New Roman" w:hAnsi="Times New Roman"/>
          <w:sz w:val="24"/>
          <w:szCs w:val="24"/>
        </w:rPr>
      </w:pPr>
      <w:r w:rsidRPr="001165A1">
        <w:rPr>
          <w:rFonts w:ascii="Times New Roman" w:hAnsi="Times New Roman"/>
          <w:sz w:val="24"/>
          <w:szCs w:val="24"/>
        </w:rPr>
        <w:t xml:space="preserve">Напрям підготовки (спеціальність): 014 </w:t>
      </w:r>
      <w:r w:rsidRPr="001165A1">
        <w:rPr>
          <w:rFonts w:ascii="Times New Roman" w:hAnsi="Times New Roman"/>
          <w:sz w:val="24"/>
          <w:szCs w:val="24"/>
          <w:u w:val="single"/>
        </w:rPr>
        <w:t>Середня освіта (географія)</w:t>
      </w:r>
    </w:p>
    <w:p w:rsidR="002F62BB" w:rsidRPr="001165A1" w:rsidRDefault="002F62BB" w:rsidP="00DE3D45">
      <w:pPr>
        <w:spacing w:after="0"/>
        <w:jc w:val="center"/>
        <w:rPr>
          <w:rFonts w:ascii="Times New Roman" w:hAnsi="Times New Roman"/>
          <w:sz w:val="24"/>
          <w:szCs w:val="24"/>
          <w:u w:val="single"/>
        </w:rPr>
      </w:pPr>
      <w:r w:rsidRPr="001165A1">
        <w:rPr>
          <w:rFonts w:ascii="Times New Roman" w:hAnsi="Times New Roman"/>
          <w:sz w:val="24"/>
          <w:szCs w:val="24"/>
        </w:rPr>
        <w:t xml:space="preserve">Форма навчання: </w:t>
      </w:r>
      <w:r w:rsidRPr="001165A1">
        <w:rPr>
          <w:rFonts w:ascii="Times New Roman" w:hAnsi="Times New Roman"/>
          <w:sz w:val="24"/>
          <w:szCs w:val="24"/>
          <w:u w:val="single"/>
        </w:rPr>
        <w:t>денна, заочна</w:t>
      </w:r>
    </w:p>
    <w:p w:rsidR="002F62BB" w:rsidRPr="001165A1" w:rsidRDefault="002F62BB" w:rsidP="00DE3D45">
      <w:pPr>
        <w:spacing w:after="0"/>
        <w:jc w:val="center"/>
        <w:rPr>
          <w:rFonts w:ascii="Times New Roman" w:hAnsi="Times New Roman"/>
          <w:sz w:val="24"/>
          <w:szCs w:val="24"/>
        </w:rPr>
      </w:pPr>
      <w:r w:rsidRPr="001165A1">
        <w:rPr>
          <w:rFonts w:ascii="Times New Roman" w:hAnsi="Times New Roman"/>
          <w:sz w:val="24"/>
          <w:szCs w:val="24"/>
          <w:u w:val="single"/>
        </w:rPr>
        <w:t>Освітньо-кваліфікаційний рівень: бакалавр</w:t>
      </w: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p>
    <w:p w:rsidR="002F62BB" w:rsidRPr="001165A1" w:rsidRDefault="002F62BB" w:rsidP="00DE3D45">
      <w:pPr>
        <w:pStyle w:val="a"/>
        <w:shd w:val="clear" w:color="auto" w:fill="FFFFFF"/>
        <w:spacing w:line="240" w:lineRule="auto"/>
        <w:ind w:firstLine="567"/>
        <w:rPr>
          <w:rFonts w:ascii="Times New Roman" w:hAnsi="Times New Roman" w:cs="Times New Roman"/>
          <w:sz w:val="24"/>
          <w:lang w:val="uk-UA"/>
        </w:rPr>
      </w:pPr>
    </w:p>
    <w:p w:rsidR="002F62BB" w:rsidRPr="001165A1" w:rsidRDefault="002F62BB" w:rsidP="00DE3D45">
      <w:pPr>
        <w:pStyle w:val="a"/>
        <w:shd w:val="clear" w:color="auto" w:fill="FFFFFF"/>
        <w:spacing w:line="240" w:lineRule="auto"/>
        <w:ind w:firstLine="567"/>
        <w:jc w:val="center"/>
        <w:rPr>
          <w:rFonts w:ascii="Times New Roman" w:hAnsi="Times New Roman" w:cs="Times New Roman"/>
          <w:b/>
          <w:sz w:val="24"/>
          <w:lang w:val="uk-UA"/>
        </w:rPr>
      </w:pPr>
      <w:r w:rsidRPr="001165A1">
        <w:rPr>
          <w:rFonts w:ascii="Times New Roman" w:hAnsi="Times New Roman" w:cs="Times New Roman"/>
          <w:b/>
          <w:sz w:val="24"/>
          <w:lang w:val="uk-UA"/>
        </w:rPr>
        <w:t>Завдання теоретичного характеру</w:t>
      </w:r>
    </w:p>
    <w:p w:rsidR="002F62BB" w:rsidRPr="001165A1" w:rsidRDefault="002F62BB" w:rsidP="00DE3D45">
      <w:pPr>
        <w:pStyle w:val="BodyText"/>
        <w:spacing w:after="0"/>
        <w:ind w:left="840"/>
        <w:jc w:val="center"/>
        <w:rPr>
          <w:rFonts w:ascii="Times New Roman" w:hAnsi="Times New Roman"/>
          <w:b/>
          <w:i/>
          <w:sz w:val="24"/>
          <w:szCs w:val="24"/>
        </w:rPr>
      </w:pPr>
      <w:r w:rsidRPr="001165A1">
        <w:rPr>
          <w:rFonts w:ascii="Times New Roman" w:hAnsi="Times New Roman"/>
          <w:b/>
          <w:i/>
          <w:sz w:val="24"/>
          <w:szCs w:val="24"/>
        </w:rPr>
        <w:t xml:space="preserve">Правильність виконання кожного завдання цього блоку оцінюється у </w:t>
      </w:r>
    </w:p>
    <w:p w:rsidR="002F62BB" w:rsidRPr="001165A1" w:rsidRDefault="002F62BB" w:rsidP="00DE3D45">
      <w:pPr>
        <w:pStyle w:val="BodyText"/>
        <w:spacing w:after="0"/>
        <w:ind w:left="840"/>
        <w:jc w:val="center"/>
        <w:rPr>
          <w:rFonts w:ascii="Times New Roman" w:hAnsi="Times New Roman"/>
          <w:b/>
          <w:i/>
          <w:sz w:val="24"/>
          <w:szCs w:val="24"/>
        </w:rPr>
      </w:pPr>
      <w:r w:rsidRPr="001165A1">
        <w:rPr>
          <w:rFonts w:ascii="Times New Roman" w:hAnsi="Times New Roman"/>
          <w:b/>
          <w:i/>
          <w:sz w:val="24"/>
          <w:szCs w:val="24"/>
        </w:rPr>
        <w:t>20 балів</w:t>
      </w:r>
    </w:p>
    <w:p w:rsidR="002F62BB" w:rsidRPr="001165A1" w:rsidRDefault="002F62BB" w:rsidP="00DE3D45">
      <w:pPr>
        <w:spacing w:after="0" w:line="300" w:lineRule="auto"/>
        <w:ind w:firstLine="284"/>
        <w:jc w:val="both"/>
        <w:rPr>
          <w:rFonts w:ascii="Times New Roman" w:hAnsi="Times New Roman"/>
          <w:bCs/>
          <w:sz w:val="24"/>
          <w:szCs w:val="24"/>
        </w:rPr>
      </w:pPr>
      <w:r w:rsidRPr="001165A1">
        <w:rPr>
          <w:rFonts w:ascii="Times New Roman" w:hAnsi="Times New Roman"/>
          <w:bCs/>
          <w:sz w:val="24"/>
          <w:szCs w:val="24"/>
        </w:rPr>
        <w:t>1. Назвіть головні кліматотвірні чинники. Розкрийте особливості їх прояву на території України.</w:t>
      </w:r>
    </w:p>
    <w:p w:rsidR="002F62BB" w:rsidRPr="001165A1" w:rsidRDefault="002F62BB" w:rsidP="00DE3D45">
      <w:pPr>
        <w:spacing w:after="0" w:line="300" w:lineRule="auto"/>
        <w:ind w:firstLine="284"/>
        <w:jc w:val="both"/>
        <w:rPr>
          <w:rFonts w:ascii="Times New Roman" w:hAnsi="Times New Roman"/>
          <w:bCs/>
          <w:sz w:val="24"/>
          <w:szCs w:val="24"/>
        </w:rPr>
      </w:pPr>
      <w:r w:rsidRPr="001165A1">
        <w:rPr>
          <w:rFonts w:ascii="Times New Roman" w:hAnsi="Times New Roman"/>
          <w:bCs/>
          <w:sz w:val="24"/>
          <w:szCs w:val="24"/>
        </w:rPr>
        <w:t>2. Охарактеризуйте особливості демографічної ситуації в Україні. Якими причинами можна пояснити низькі показники народжуваності та високі показники смертності в Україні?</w:t>
      </w:r>
    </w:p>
    <w:p w:rsidR="002F62BB" w:rsidRPr="001165A1" w:rsidRDefault="002F62BB" w:rsidP="00DE3D45">
      <w:pPr>
        <w:spacing w:after="0" w:line="300" w:lineRule="auto"/>
        <w:ind w:firstLine="284"/>
        <w:jc w:val="both"/>
        <w:rPr>
          <w:rFonts w:ascii="Times New Roman" w:hAnsi="Times New Roman"/>
          <w:bCs/>
          <w:sz w:val="24"/>
          <w:szCs w:val="24"/>
        </w:rPr>
      </w:pPr>
      <w:r w:rsidRPr="001165A1">
        <w:rPr>
          <w:rFonts w:ascii="Times New Roman" w:hAnsi="Times New Roman"/>
          <w:bCs/>
          <w:sz w:val="24"/>
          <w:szCs w:val="24"/>
        </w:rPr>
        <w:t>3. Дайте фізико-географічну характеристику материка Австралія.</w:t>
      </w:r>
    </w:p>
    <w:p w:rsidR="002F62BB" w:rsidRPr="001165A1" w:rsidRDefault="002F62BB" w:rsidP="00DE3D45">
      <w:pPr>
        <w:spacing w:after="0" w:line="300" w:lineRule="auto"/>
        <w:ind w:firstLine="284"/>
        <w:jc w:val="both"/>
        <w:rPr>
          <w:rFonts w:ascii="Times New Roman" w:hAnsi="Times New Roman"/>
          <w:bCs/>
          <w:sz w:val="24"/>
          <w:szCs w:val="24"/>
        </w:rPr>
      </w:pPr>
      <w:r w:rsidRPr="001165A1">
        <w:rPr>
          <w:rFonts w:ascii="Times New Roman" w:hAnsi="Times New Roman"/>
          <w:bCs/>
          <w:sz w:val="24"/>
          <w:szCs w:val="24"/>
        </w:rPr>
        <w:t>4. Дайте порівняльну економіко-географічну характеристику галузей міжнародної спеціалізації Німеччини та Японії. Виділіть їх спільні та відмінні риси.</w:t>
      </w:r>
    </w:p>
    <w:p w:rsidR="002F62BB" w:rsidRPr="001165A1" w:rsidRDefault="002F62BB" w:rsidP="00DE3D45">
      <w:pPr>
        <w:tabs>
          <w:tab w:val="left" w:pos="0"/>
          <w:tab w:val="right" w:pos="9355"/>
        </w:tabs>
        <w:spacing w:after="0"/>
        <w:jc w:val="center"/>
        <w:rPr>
          <w:rFonts w:ascii="Times New Roman" w:hAnsi="Times New Roman"/>
          <w:b/>
          <w:sz w:val="24"/>
          <w:szCs w:val="24"/>
        </w:rPr>
      </w:pPr>
    </w:p>
    <w:p w:rsidR="002F62BB" w:rsidRPr="001165A1" w:rsidRDefault="002F62BB" w:rsidP="00DE3D45">
      <w:pPr>
        <w:tabs>
          <w:tab w:val="left" w:pos="0"/>
          <w:tab w:val="right" w:pos="9355"/>
        </w:tabs>
        <w:spacing w:after="0"/>
        <w:jc w:val="center"/>
        <w:rPr>
          <w:rFonts w:ascii="Times New Roman" w:hAnsi="Times New Roman"/>
          <w:b/>
          <w:sz w:val="24"/>
          <w:szCs w:val="24"/>
        </w:rPr>
      </w:pPr>
      <w:r w:rsidRPr="001165A1">
        <w:rPr>
          <w:rFonts w:ascii="Times New Roman" w:hAnsi="Times New Roman"/>
          <w:b/>
          <w:sz w:val="24"/>
          <w:szCs w:val="24"/>
        </w:rPr>
        <w:t>Тестові завдання</w:t>
      </w:r>
    </w:p>
    <w:p w:rsidR="002F62BB" w:rsidRPr="001165A1" w:rsidRDefault="002F62BB" w:rsidP="00DE3D45">
      <w:pPr>
        <w:tabs>
          <w:tab w:val="left" w:pos="1300"/>
          <w:tab w:val="right" w:pos="9355"/>
        </w:tabs>
        <w:spacing w:after="0"/>
        <w:ind w:left="480"/>
        <w:jc w:val="both"/>
        <w:rPr>
          <w:rFonts w:ascii="Times New Roman" w:hAnsi="Times New Roman"/>
          <w:b/>
          <w:i/>
          <w:sz w:val="24"/>
          <w:szCs w:val="24"/>
        </w:rPr>
      </w:pPr>
      <w:r w:rsidRPr="001165A1">
        <w:rPr>
          <w:rFonts w:ascii="Times New Roman" w:hAnsi="Times New Roman"/>
          <w:b/>
          <w:i/>
          <w:sz w:val="24"/>
          <w:szCs w:val="24"/>
        </w:rPr>
        <w:t>Кожна правильна відповідь на завдання цього блоку оцінюється у 2 бали</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bCs/>
          <w:sz w:val="24"/>
          <w:szCs w:val="24"/>
        </w:rPr>
        <w:t>1.</w:t>
      </w:r>
      <w:r w:rsidRPr="001165A1">
        <w:rPr>
          <w:rFonts w:ascii="Times New Roman" w:hAnsi="Times New Roman"/>
          <w:sz w:val="24"/>
          <w:szCs w:val="24"/>
        </w:rPr>
        <w:t xml:space="preserve">  Основним критерієм виділення кліматичних поясів є:</w:t>
      </w:r>
    </w:p>
    <w:p w:rsidR="002F62BB" w:rsidRPr="001165A1" w:rsidRDefault="002F62BB" w:rsidP="00DE3D45">
      <w:pPr>
        <w:pStyle w:val="BodyText"/>
        <w:spacing w:after="0"/>
        <w:ind w:firstLine="708"/>
        <w:rPr>
          <w:rFonts w:ascii="Times New Roman" w:hAnsi="Times New Roman"/>
          <w:sz w:val="24"/>
          <w:szCs w:val="24"/>
        </w:rPr>
      </w:pPr>
      <w:r w:rsidRPr="001165A1">
        <w:rPr>
          <w:rFonts w:ascii="Times New Roman" w:hAnsi="Times New Roman"/>
          <w:bCs/>
          <w:sz w:val="24"/>
          <w:szCs w:val="24"/>
        </w:rPr>
        <w:t>А</w:t>
      </w:r>
      <w:r w:rsidRPr="001165A1">
        <w:rPr>
          <w:rFonts w:ascii="Times New Roman" w:hAnsi="Times New Roman"/>
          <w:sz w:val="24"/>
          <w:szCs w:val="24"/>
        </w:rPr>
        <w:t xml:space="preserve"> – тип рослинності; </w:t>
      </w:r>
      <w:r w:rsidRPr="001165A1">
        <w:rPr>
          <w:rFonts w:ascii="Times New Roman" w:hAnsi="Times New Roman"/>
          <w:bCs/>
          <w:sz w:val="24"/>
          <w:szCs w:val="24"/>
        </w:rPr>
        <w:t>Б</w:t>
      </w:r>
      <w:r w:rsidRPr="001165A1">
        <w:rPr>
          <w:rFonts w:ascii="Times New Roman" w:hAnsi="Times New Roman"/>
          <w:sz w:val="24"/>
          <w:szCs w:val="24"/>
        </w:rPr>
        <w:t xml:space="preserve"> – співвідношення тепла і вологи; </w:t>
      </w:r>
    </w:p>
    <w:p w:rsidR="002F62BB" w:rsidRPr="001165A1" w:rsidRDefault="002F62BB" w:rsidP="00DE3D45">
      <w:pPr>
        <w:pStyle w:val="BodyText"/>
        <w:spacing w:after="0"/>
        <w:ind w:firstLine="708"/>
        <w:rPr>
          <w:rFonts w:ascii="Times New Roman" w:hAnsi="Times New Roman"/>
          <w:sz w:val="24"/>
          <w:szCs w:val="24"/>
        </w:rPr>
      </w:pPr>
      <w:r w:rsidRPr="001165A1">
        <w:rPr>
          <w:rFonts w:ascii="Times New Roman" w:hAnsi="Times New Roman"/>
          <w:bCs/>
          <w:sz w:val="24"/>
          <w:szCs w:val="24"/>
        </w:rPr>
        <w:t>В</w:t>
      </w:r>
      <w:r w:rsidRPr="001165A1">
        <w:rPr>
          <w:rFonts w:ascii="Times New Roman" w:hAnsi="Times New Roman"/>
          <w:sz w:val="24"/>
          <w:szCs w:val="24"/>
        </w:rPr>
        <w:t xml:space="preserve"> – тип ґрунтів;          </w:t>
      </w:r>
      <w:r w:rsidRPr="001165A1">
        <w:rPr>
          <w:rFonts w:ascii="Times New Roman" w:hAnsi="Times New Roman"/>
          <w:bCs/>
          <w:sz w:val="24"/>
          <w:szCs w:val="24"/>
        </w:rPr>
        <w:t>Г</w:t>
      </w:r>
      <w:r w:rsidRPr="001165A1">
        <w:rPr>
          <w:rFonts w:ascii="Times New Roman" w:hAnsi="Times New Roman"/>
          <w:sz w:val="24"/>
          <w:szCs w:val="24"/>
        </w:rPr>
        <w:t xml:space="preserve"> – типи пануючих повітряних мас. </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bCs/>
          <w:sz w:val="24"/>
          <w:szCs w:val="24"/>
        </w:rPr>
        <w:t>2.</w:t>
      </w:r>
      <w:r w:rsidRPr="001165A1">
        <w:rPr>
          <w:rFonts w:ascii="Times New Roman" w:hAnsi="Times New Roman"/>
          <w:sz w:val="24"/>
          <w:szCs w:val="24"/>
        </w:rPr>
        <w:t xml:space="preserve"> Географічна широта вимірюється до: </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90</w:t>
      </w:r>
      <w:r w:rsidRPr="001165A1">
        <w:rPr>
          <w:rFonts w:ascii="Times New Roman" w:hAnsi="Times New Roman"/>
          <w:sz w:val="24"/>
          <w:szCs w:val="24"/>
          <w:vertAlign w:val="superscript"/>
        </w:rPr>
        <w:t>О</w:t>
      </w:r>
      <w:r w:rsidRPr="001165A1">
        <w:rPr>
          <w:rFonts w:ascii="Times New Roman" w:hAnsi="Times New Roman"/>
          <w:sz w:val="24"/>
          <w:szCs w:val="24"/>
        </w:rPr>
        <w:t xml:space="preserve">; </w:t>
      </w:r>
      <w:r w:rsidRPr="001165A1">
        <w:rPr>
          <w:rFonts w:ascii="Times New Roman" w:hAnsi="Times New Roman"/>
          <w:bCs/>
          <w:sz w:val="24"/>
          <w:szCs w:val="24"/>
        </w:rPr>
        <w:t>Б</w:t>
      </w:r>
      <w:r w:rsidRPr="001165A1">
        <w:rPr>
          <w:rFonts w:ascii="Times New Roman" w:hAnsi="Times New Roman"/>
          <w:sz w:val="24"/>
          <w:szCs w:val="24"/>
        </w:rPr>
        <w:t xml:space="preserve"> – 180</w:t>
      </w:r>
      <w:r w:rsidRPr="001165A1">
        <w:rPr>
          <w:rFonts w:ascii="Times New Roman" w:hAnsi="Times New Roman"/>
          <w:sz w:val="24"/>
          <w:szCs w:val="24"/>
          <w:vertAlign w:val="superscript"/>
        </w:rPr>
        <w:t>О</w:t>
      </w:r>
      <w:r w:rsidRPr="001165A1">
        <w:rPr>
          <w:rFonts w:ascii="Times New Roman" w:hAnsi="Times New Roman"/>
          <w:sz w:val="24"/>
          <w:szCs w:val="24"/>
        </w:rPr>
        <w:t xml:space="preserve">; </w:t>
      </w:r>
      <w:r w:rsidRPr="001165A1">
        <w:rPr>
          <w:rFonts w:ascii="Times New Roman" w:hAnsi="Times New Roman"/>
          <w:bCs/>
          <w:sz w:val="24"/>
          <w:szCs w:val="24"/>
        </w:rPr>
        <w:t>В</w:t>
      </w:r>
      <w:r w:rsidRPr="001165A1">
        <w:rPr>
          <w:rFonts w:ascii="Times New Roman" w:hAnsi="Times New Roman"/>
          <w:sz w:val="24"/>
          <w:szCs w:val="24"/>
        </w:rPr>
        <w:t xml:space="preserve"> – 360</w:t>
      </w:r>
      <w:r w:rsidRPr="001165A1">
        <w:rPr>
          <w:rFonts w:ascii="Times New Roman" w:hAnsi="Times New Roman"/>
          <w:sz w:val="24"/>
          <w:szCs w:val="24"/>
          <w:vertAlign w:val="superscript"/>
        </w:rPr>
        <w:t>О</w:t>
      </w:r>
      <w:r w:rsidRPr="001165A1">
        <w:rPr>
          <w:rFonts w:ascii="Times New Roman" w:hAnsi="Times New Roman"/>
          <w:sz w:val="24"/>
          <w:szCs w:val="24"/>
        </w:rPr>
        <w:t xml:space="preserve">; </w:t>
      </w:r>
      <w:r w:rsidRPr="001165A1">
        <w:rPr>
          <w:rFonts w:ascii="Times New Roman" w:hAnsi="Times New Roman"/>
          <w:bCs/>
          <w:sz w:val="24"/>
          <w:szCs w:val="24"/>
        </w:rPr>
        <w:t>Г</w:t>
      </w:r>
      <w:r w:rsidRPr="001165A1">
        <w:rPr>
          <w:rFonts w:ascii="Times New Roman" w:hAnsi="Times New Roman"/>
          <w:sz w:val="24"/>
          <w:szCs w:val="24"/>
        </w:rPr>
        <w:t xml:space="preserve"> – 120</w:t>
      </w:r>
      <w:r w:rsidRPr="001165A1">
        <w:rPr>
          <w:rFonts w:ascii="Times New Roman" w:hAnsi="Times New Roman"/>
          <w:sz w:val="24"/>
          <w:szCs w:val="24"/>
          <w:vertAlign w:val="superscript"/>
        </w:rPr>
        <w:t>О</w:t>
      </w:r>
      <w:r w:rsidRPr="001165A1">
        <w:rPr>
          <w:rFonts w:ascii="Times New Roman" w:hAnsi="Times New Roman"/>
          <w:sz w:val="24"/>
          <w:szCs w:val="24"/>
        </w:rPr>
        <w:t>.</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bCs/>
          <w:sz w:val="24"/>
          <w:szCs w:val="24"/>
        </w:rPr>
        <w:t>3.</w:t>
      </w:r>
      <w:r w:rsidRPr="001165A1">
        <w:rPr>
          <w:rFonts w:ascii="Times New Roman" w:hAnsi="Times New Roman"/>
          <w:sz w:val="24"/>
          <w:szCs w:val="24"/>
        </w:rPr>
        <w:t xml:space="preserve"> У межах якої природної зони розташована частина території України:</w:t>
      </w:r>
    </w:p>
    <w:p w:rsidR="002F62BB" w:rsidRPr="001165A1" w:rsidRDefault="002F62BB" w:rsidP="00DE3D45">
      <w:pPr>
        <w:pStyle w:val="BodyText"/>
        <w:spacing w:after="0"/>
        <w:rPr>
          <w:rFonts w:ascii="Times New Roman" w:hAnsi="Times New Roman"/>
          <w:sz w:val="24"/>
          <w:szCs w:val="24"/>
          <w:lang w:val="ru-RU"/>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пустель і напівпустель; </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степів; </w:t>
      </w:r>
      <w:r w:rsidRPr="001165A1">
        <w:rPr>
          <w:rFonts w:ascii="Times New Roman" w:hAnsi="Times New Roman"/>
          <w:bCs/>
          <w:sz w:val="24"/>
          <w:szCs w:val="24"/>
        </w:rPr>
        <w:t>В</w:t>
      </w:r>
      <w:r w:rsidRPr="001165A1">
        <w:rPr>
          <w:rFonts w:ascii="Times New Roman" w:hAnsi="Times New Roman"/>
          <w:sz w:val="24"/>
          <w:szCs w:val="24"/>
        </w:rPr>
        <w:t xml:space="preserve"> – тайги; </w:t>
      </w:r>
      <w:r w:rsidRPr="001165A1">
        <w:rPr>
          <w:rFonts w:ascii="Times New Roman" w:hAnsi="Times New Roman"/>
          <w:bCs/>
          <w:sz w:val="24"/>
          <w:szCs w:val="24"/>
        </w:rPr>
        <w:t>Г</w:t>
      </w:r>
      <w:r w:rsidRPr="001165A1">
        <w:rPr>
          <w:rFonts w:ascii="Times New Roman" w:hAnsi="Times New Roman"/>
          <w:sz w:val="24"/>
          <w:szCs w:val="24"/>
        </w:rPr>
        <w:t xml:space="preserve"> – перемінно-вологих лісів?</w:t>
      </w:r>
    </w:p>
    <w:p w:rsidR="002F62BB" w:rsidRPr="001165A1" w:rsidRDefault="002F62BB" w:rsidP="00DE3D45">
      <w:pPr>
        <w:pStyle w:val="BodyText"/>
        <w:spacing w:after="0"/>
        <w:ind w:left="705" w:hanging="705"/>
        <w:rPr>
          <w:rFonts w:ascii="Times New Roman" w:hAnsi="Times New Roman"/>
          <w:sz w:val="24"/>
          <w:szCs w:val="24"/>
        </w:rPr>
      </w:pPr>
      <w:r w:rsidRPr="001165A1">
        <w:rPr>
          <w:rFonts w:ascii="Times New Roman" w:hAnsi="Times New Roman"/>
          <w:bCs/>
          <w:sz w:val="24"/>
          <w:szCs w:val="24"/>
          <w:lang w:val="ru-RU"/>
        </w:rPr>
        <w:t>4</w:t>
      </w:r>
      <w:r w:rsidRPr="001165A1">
        <w:rPr>
          <w:rFonts w:ascii="Times New Roman" w:hAnsi="Times New Roman"/>
          <w:bCs/>
          <w:sz w:val="24"/>
          <w:szCs w:val="24"/>
        </w:rPr>
        <w:t>.</w:t>
      </w:r>
      <w:r w:rsidRPr="001165A1">
        <w:rPr>
          <w:rFonts w:ascii="Times New Roman" w:hAnsi="Times New Roman"/>
          <w:sz w:val="24"/>
          <w:szCs w:val="24"/>
        </w:rPr>
        <w:t xml:space="preserve"> Який тип клімату характеризується літнім мінімумом атмосферних опадів і пересічною температурою найхолоднішого місяця від 0</w:t>
      </w:r>
      <w:r w:rsidRPr="001165A1">
        <w:rPr>
          <w:rFonts w:ascii="Times New Roman" w:hAnsi="Times New Roman"/>
          <w:sz w:val="24"/>
          <w:szCs w:val="24"/>
          <w:vertAlign w:val="superscript"/>
        </w:rPr>
        <w:t>0</w:t>
      </w:r>
      <w:r w:rsidRPr="001165A1">
        <w:rPr>
          <w:rFonts w:ascii="Times New Roman" w:hAnsi="Times New Roman"/>
          <w:sz w:val="24"/>
          <w:szCs w:val="24"/>
        </w:rPr>
        <w:t xml:space="preserve"> до +8</w:t>
      </w:r>
      <w:r w:rsidRPr="001165A1">
        <w:rPr>
          <w:rFonts w:ascii="Times New Roman" w:hAnsi="Times New Roman"/>
          <w:sz w:val="24"/>
          <w:szCs w:val="24"/>
          <w:vertAlign w:val="superscript"/>
        </w:rPr>
        <w:t>0</w:t>
      </w:r>
      <w:r w:rsidRPr="001165A1">
        <w:rPr>
          <w:rFonts w:ascii="Times New Roman" w:hAnsi="Times New Roman"/>
          <w:sz w:val="24"/>
          <w:szCs w:val="24"/>
        </w:rPr>
        <w:t>:</w:t>
      </w:r>
    </w:p>
    <w:p w:rsidR="002F62BB" w:rsidRPr="001165A1" w:rsidRDefault="002F62BB" w:rsidP="00DE3D45">
      <w:pPr>
        <w:pStyle w:val="BodyText"/>
        <w:spacing w:after="0"/>
        <w:ind w:left="709"/>
        <w:rPr>
          <w:rFonts w:ascii="Times New Roman" w:hAnsi="Times New Roman"/>
          <w:sz w:val="24"/>
          <w:szCs w:val="24"/>
        </w:rPr>
      </w:pPr>
      <w:r w:rsidRPr="001165A1">
        <w:rPr>
          <w:rFonts w:ascii="Times New Roman" w:hAnsi="Times New Roman"/>
          <w:sz w:val="24"/>
          <w:szCs w:val="24"/>
        </w:rPr>
        <w:t>А – субтропічний мусонний;                         Б – тропічний вологий;</w:t>
      </w:r>
    </w:p>
    <w:p w:rsidR="002F62BB" w:rsidRPr="001165A1" w:rsidRDefault="002F62BB" w:rsidP="00DE3D45">
      <w:pPr>
        <w:pStyle w:val="BodyText"/>
        <w:spacing w:after="0"/>
        <w:ind w:left="709"/>
        <w:rPr>
          <w:rFonts w:ascii="Times New Roman" w:hAnsi="Times New Roman"/>
          <w:sz w:val="24"/>
          <w:szCs w:val="24"/>
        </w:rPr>
      </w:pPr>
      <w:r w:rsidRPr="001165A1">
        <w:rPr>
          <w:rFonts w:ascii="Times New Roman" w:hAnsi="Times New Roman"/>
          <w:sz w:val="24"/>
          <w:szCs w:val="24"/>
        </w:rPr>
        <w:t>В – субтропічний середземноморський;     Г – помірний морський?</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bCs/>
          <w:sz w:val="24"/>
          <w:szCs w:val="24"/>
        </w:rPr>
        <w:t>5.</w:t>
      </w:r>
      <w:r w:rsidRPr="001165A1">
        <w:rPr>
          <w:rFonts w:ascii="Times New Roman" w:hAnsi="Times New Roman"/>
          <w:sz w:val="24"/>
          <w:szCs w:val="24"/>
        </w:rPr>
        <w:t xml:space="preserve"> У межах України сформувалися кілька районів чорної металургії. Які саме?</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Побужжя, Донбас і Причорномор’я;</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Придніпров’я, Донбас і Слобожанщина</w:t>
      </w:r>
    </w:p>
    <w:p w:rsidR="002F62BB" w:rsidRPr="001165A1" w:rsidRDefault="002F62BB" w:rsidP="00DE3D45">
      <w:pPr>
        <w:pStyle w:val="BodyText"/>
        <w:spacing w:after="0"/>
        <w:ind w:left="709"/>
        <w:rPr>
          <w:rFonts w:ascii="Times New Roman" w:hAnsi="Times New Roman"/>
          <w:sz w:val="24"/>
          <w:szCs w:val="24"/>
        </w:rPr>
      </w:pPr>
      <w:r w:rsidRPr="001165A1">
        <w:rPr>
          <w:rFonts w:ascii="Times New Roman" w:hAnsi="Times New Roman"/>
          <w:bCs/>
          <w:sz w:val="24"/>
          <w:szCs w:val="24"/>
        </w:rPr>
        <w:t>В</w:t>
      </w:r>
      <w:r w:rsidRPr="001165A1">
        <w:rPr>
          <w:rFonts w:ascii="Times New Roman" w:hAnsi="Times New Roman"/>
          <w:sz w:val="24"/>
          <w:szCs w:val="24"/>
        </w:rPr>
        <w:t xml:space="preserve"> – Донбас, Приазов’я і Придністров’я;</w:t>
      </w:r>
      <w:r w:rsidRPr="001165A1">
        <w:rPr>
          <w:rFonts w:ascii="Times New Roman" w:hAnsi="Times New Roman"/>
          <w:sz w:val="24"/>
          <w:szCs w:val="24"/>
        </w:rPr>
        <w:tab/>
      </w:r>
      <w:r w:rsidRPr="001165A1">
        <w:rPr>
          <w:rFonts w:ascii="Times New Roman" w:hAnsi="Times New Roman"/>
          <w:bCs/>
          <w:sz w:val="24"/>
          <w:szCs w:val="24"/>
        </w:rPr>
        <w:t>Г</w:t>
      </w:r>
      <w:r w:rsidRPr="001165A1">
        <w:rPr>
          <w:rFonts w:ascii="Times New Roman" w:hAnsi="Times New Roman"/>
          <w:sz w:val="24"/>
          <w:szCs w:val="24"/>
        </w:rPr>
        <w:t xml:space="preserve"> – Донбас, Приазов’я і Придніпров’я.</w:t>
      </w:r>
    </w:p>
    <w:p w:rsidR="002F62BB" w:rsidRPr="001165A1" w:rsidRDefault="002F62BB" w:rsidP="00DE3D45">
      <w:pPr>
        <w:pStyle w:val="BodyText"/>
        <w:spacing w:after="0"/>
        <w:ind w:left="238" w:hanging="238"/>
        <w:rPr>
          <w:rFonts w:ascii="Times New Roman" w:hAnsi="Times New Roman"/>
          <w:sz w:val="24"/>
          <w:szCs w:val="24"/>
        </w:rPr>
      </w:pPr>
      <w:r w:rsidRPr="001165A1">
        <w:rPr>
          <w:rFonts w:ascii="Times New Roman" w:hAnsi="Times New Roman"/>
          <w:bCs/>
          <w:sz w:val="24"/>
          <w:szCs w:val="24"/>
        </w:rPr>
        <w:t>6.</w:t>
      </w:r>
      <w:r w:rsidRPr="001165A1">
        <w:rPr>
          <w:rFonts w:ascii="Times New Roman" w:hAnsi="Times New Roman"/>
          <w:sz w:val="24"/>
          <w:szCs w:val="24"/>
        </w:rPr>
        <w:t xml:space="preserve"> Виберіть ту трійку країн, де всі вони входять до складу Європейського Союзу:</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Чехія, Угорщина, Україна;</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Литва, Болгарія, Іспанія;</w:t>
      </w:r>
    </w:p>
    <w:p w:rsidR="002F62BB" w:rsidRPr="001165A1" w:rsidRDefault="002F62BB" w:rsidP="00DE3D45">
      <w:pPr>
        <w:pStyle w:val="BodyText"/>
        <w:spacing w:after="0"/>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В</w:t>
      </w:r>
      <w:r w:rsidRPr="001165A1">
        <w:rPr>
          <w:rFonts w:ascii="Times New Roman" w:hAnsi="Times New Roman"/>
          <w:sz w:val="24"/>
          <w:szCs w:val="24"/>
        </w:rPr>
        <w:t xml:space="preserve"> – Польща, Чехія, Македонія;</w:t>
      </w:r>
      <w:r w:rsidRPr="001165A1">
        <w:rPr>
          <w:rFonts w:ascii="Times New Roman" w:hAnsi="Times New Roman"/>
          <w:sz w:val="24"/>
          <w:szCs w:val="24"/>
        </w:rPr>
        <w:tab/>
      </w:r>
      <w:r w:rsidRPr="001165A1">
        <w:rPr>
          <w:rFonts w:ascii="Times New Roman" w:hAnsi="Times New Roman"/>
          <w:bCs/>
          <w:sz w:val="24"/>
          <w:szCs w:val="24"/>
        </w:rPr>
        <w:t>Г</w:t>
      </w:r>
      <w:r w:rsidRPr="001165A1">
        <w:rPr>
          <w:rFonts w:ascii="Times New Roman" w:hAnsi="Times New Roman"/>
          <w:sz w:val="24"/>
          <w:szCs w:val="24"/>
        </w:rPr>
        <w:t xml:space="preserve"> –  Швейцарія, Румунія, Словенія.</w:t>
      </w:r>
    </w:p>
    <w:p w:rsidR="002F62BB" w:rsidRPr="001165A1" w:rsidRDefault="002F62BB" w:rsidP="00DE3D45">
      <w:pPr>
        <w:pStyle w:val="BodyText"/>
        <w:spacing w:after="0"/>
        <w:ind w:left="238" w:hanging="238"/>
        <w:rPr>
          <w:rFonts w:ascii="Times New Roman" w:hAnsi="Times New Roman"/>
          <w:sz w:val="24"/>
          <w:szCs w:val="24"/>
        </w:rPr>
      </w:pPr>
      <w:r w:rsidRPr="001165A1">
        <w:rPr>
          <w:rFonts w:ascii="Times New Roman" w:hAnsi="Times New Roman"/>
          <w:bCs/>
          <w:sz w:val="24"/>
          <w:szCs w:val="24"/>
        </w:rPr>
        <w:t>7.</w:t>
      </w:r>
      <w:r w:rsidRPr="001165A1">
        <w:rPr>
          <w:rFonts w:ascii="Times New Roman" w:hAnsi="Times New Roman"/>
          <w:sz w:val="24"/>
          <w:szCs w:val="24"/>
        </w:rPr>
        <w:t xml:space="preserve"> До басейну якого моря відноситься річка Західний Буг:</w:t>
      </w:r>
    </w:p>
    <w:p w:rsidR="002F62BB" w:rsidRPr="001165A1" w:rsidRDefault="002F62BB" w:rsidP="00DE3D45">
      <w:pPr>
        <w:pStyle w:val="BodyText"/>
        <w:spacing w:after="0"/>
        <w:ind w:left="705" w:hanging="705"/>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Чорного;</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Середземного;</w:t>
      </w:r>
      <w:r w:rsidRPr="001165A1">
        <w:rPr>
          <w:rFonts w:ascii="Times New Roman" w:hAnsi="Times New Roman"/>
          <w:sz w:val="24"/>
          <w:szCs w:val="24"/>
        </w:rPr>
        <w:tab/>
      </w:r>
      <w:r w:rsidRPr="001165A1">
        <w:rPr>
          <w:rFonts w:ascii="Times New Roman" w:hAnsi="Times New Roman"/>
          <w:bCs/>
          <w:sz w:val="24"/>
          <w:szCs w:val="24"/>
        </w:rPr>
        <w:t>В</w:t>
      </w:r>
      <w:r w:rsidRPr="001165A1">
        <w:rPr>
          <w:rFonts w:ascii="Times New Roman" w:hAnsi="Times New Roman"/>
          <w:sz w:val="24"/>
          <w:szCs w:val="24"/>
        </w:rPr>
        <w:t xml:space="preserve"> – Північного;</w:t>
      </w:r>
      <w:r w:rsidRPr="001165A1">
        <w:rPr>
          <w:rFonts w:ascii="Times New Roman" w:hAnsi="Times New Roman"/>
          <w:sz w:val="24"/>
          <w:szCs w:val="24"/>
        </w:rPr>
        <w:tab/>
      </w:r>
      <w:r w:rsidRPr="001165A1">
        <w:rPr>
          <w:rFonts w:ascii="Times New Roman" w:hAnsi="Times New Roman"/>
          <w:bCs/>
          <w:sz w:val="24"/>
          <w:szCs w:val="24"/>
        </w:rPr>
        <w:t>Г</w:t>
      </w:r>
      <w:r w:rsidRPr="001165A1">
        <w:rPr>
          <w:rFonts w:ascii="Times New Roman" w:hAnsi="Times New Roman"/>
          <w:sz w:val="24"/>
          <w:szCs w:val="24"/>
        </w:rPr>
        <w:t xml:space="preserve"> – Балтійського?</w:t>
      </w:r>
    </w:p>
    <w:p w:rsidR="002F62BB" w:rsidRPr="001165A1" w:rsidRDefault="002F62BB" w:rsidP="00DE3D45">
      <w:pPr>
        <w:spacing w:after="0"/>
        <w:ind w:left="480" w:hanging="480"/>
        <w:jc w:val="both"/>
        <w:rPr>
          <w:rFonts w:ascii="Times New Roman" w:hAnsi="Times New Roman"/>
          <w:sz w:val="24"/>
          <w:szCs w:val="24"/>
        </w:rPr>
      </w:pPr>
      <w:r w:rsidRPr="001165A1">
        <w:rPr>
          <w:rFonts w:ascii="Times New Roman" w:hAnsi="Times New Roman"/>
          <w:bCs/>
          <w:sz w:val="24"/>
          <w:szCs w:val="24"/>
        </w:rPr>
        <w:t>8.</w:t>
      </w:r>
      <w:r w:rsidRPr="001165A1">
        <w:rPr>
          <w:rFonts w:ascii="Times New Roman" w:hAnsi="Times New Roman"/>
          <w:sz w:val="24"/>
          <w:szCs w:val="24"/>
        </w:rPr>
        <w:tab/>
        <w:t>Скільки областей України мають спільний кордон із Румунією:</w:t>
      </w:r>
    </w:p>
    <w:p w:rsidR="002F62BB" w:rsidRPr="001165A1" w:rsidRDefault="002F62BB" w:rsidP="00DE3D45">
      <w:pPr>
        <w:pStyle w:val="BodyText"/>
        <w:spacing w:after="0"/>
        <w:ind w:left="705" w:hanging="705"/>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три; </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дві;</w:t>
      </w:r>
      <w:r w:rsidRPr="001165A1">
        <w:rPr>
          <w:rFonts w:ascii="Times New Roman" w:hAnsi="Times New Roman"/>
          <w:sz w:val="24"/>
          <w:szCs w:val="24"/>
        </w:rPr>
        <w:tab/>
      </w:r>
      <w:r w:rsidRPr="001165A1">
        <w:rPr>
          <w:rFonts w:ascii="Times New Roman" w:hAnsi="Times New Roman"/>
          <w:bCs/>
          <w:sz w:val="24"/>
          <w:szCs w:val="24"/>
        </w:rPr>
        <w:t>В</w:t>
      </w:r>
      <w:r w:rsidRPr="001165A1">
        <w:rPr>
          <w:rFonts w:ascii="Times New Roman" w:hAnsi="Times New Roman"/>
          <w:sz w:val="24"/>
          <w:szCs w:val="24"/>
        </w:rPr>
        <w:t xml:space="preserve"> – чотири;  </w:t>
      </w:r>
      <w:r w:rsidRPr="001165A1">
        <w:rPr>
          <w:rFonts w:ascii="Times New Roman" w:hAnsi="Times New Roman"/>
          <w:sz w:val="24"/>
          <w:szCs w:val="24"/>
        </w:rPr>
        <w:tab/>
      </w:r>
      <w:r w:rsidRPr="001165A1">
        <w:rPr>
          <w:rFonts w:ascii="Times New Roman" w:hAnsi="Times New Roman"/>
          <w:bCs/>
          <w:sz w:val="24"/>
          <w:szCs w:val="24"/>
        </w:rPr>
        <w:t>Г</w:t>
      </w:r>
      <w:r w:rsidRPr="001165A1">
        <w:rPr>
          <w:rFonts w:ascii="Times New Roman" w:hAnsi="Times New Roman"/>
          <w:sz w:val="24"/>
          <w:szCs w:val="24"/>
        </w:rPr>
        <w:t xml:space="preserve"> – п’ять?</w:t>
      </w:r>
    </w:p>
    <w:p w:rsidR="002F62BB" w:rsidRPr="001165A1" w:rsidRDefault="002F62BB" w:rsidP="00DE3D45">
      <w:pPr>
        <w:spacing w:after="0"/>
        <w:ind w:left="480" w:hanging="480"/>
        <w:rPr>
          <w:rFonts w:ascii="Times New Roman" w:hAnsi="Times New Roman"/>
          <w:sz w:val="24"/>
          <w:szCs w:val="24"/>
        </w:rPr>
      </w:pPr>
      <w:r w:rsidRPr="001165A1">
        <w:rPr>
          <w:rFonts w:ascii="Times New Roman" w:hAnsi="Times New Roman"/>
          <w:bCs/>
          <w:sz w:val="24"/>
          <w:szCs w:val="24"/>
        </w:rPr>
        <w:t>9.</w:t>
      </w:r>
      <w:r w:rsidRPr="001165A1">
        <w:rPr>
          <w:rFonts w:ascii="Times New Roman" w:hAnsi="Times New Roman"/>
          <w:sz w:val="24"/>
          <w:szCs w:val="24"/>
        </w:rPr>
        <w:tab/>
        <w:t xml:space="preserve"> Установіть відповідність між інтеграційними масивами і країнами, які входять до їх складу:</w:t>
      </w:r>
    </w:p>
    <w:p w:rsidR="002F62BB" w:rsidRPr="001165A1" w:rsidRDefault="002F62BB" w:rsidP="00DE3D45">
      <w:pPr>
        <w:numPr>
          <w:ilvl w:val="0"/>
          <w:numId w:val="4"/>
        </w:numPr>
        <w:spacing w:after="0" w:line="240" w:lineRule="auto"/>
        <w:ind w:left="1775" w:hanging="357"/>
        <w:rPr>
          <w:rFonts w:ascii="Times New Roman" w:hAnsi="Times New Roman"/>
          <w:sz w:val="24"/>
          <w:szCs w:val="24"/>
        </w:rPr>
      </w:pPr>
      <w:r w:rsidRPr="001165A1">
        <w:rPr>
          <w:rFonts w:ascii="Times New Roman" w:hAnsi="Times New Roman"/>
          <w:bCs/>
          <w:sz w:val="24"/>
          <w:szCs w:val="24"/>
        </w:rPr>
        <w:t xml:space="preserve">– </w:t>
      </w:r>
      <w:r w:rsidRPr="001165A1">
        <w:rPr>
          <w:rFonts w:ascii="Times New Roman" w:hAnsi="Times New Roman"/>
          <w:sz w:val="24"/>
          <w:szCs w:val="24"/>
        </w:rPr>
        <w:t>АСЕАН;</w:t>
      </w:r>
      <w:r w:rsidRPr="001165A1">
        <w:rPr>
          <w:rFonts w:ascii="Times New Roman" w:hAnsi="Times New Roman"/>
          <w:sz w:val="24"/>
          <w:szCs w:val="24"/>
        </w:rPr>
        <w:tab/>
      </w:r>
      <w:r w:rsidRPr="001165A1">
        <w:rPr>
          <w:rFonts w:ascii="Times New Roman" w:hAnsi="Times New Roman"/>
          <w:sz w:val="24"/>
          <w:szCs w:val="24"/>
        </w:rPr>
        <w:tab/>
      </w:r>
      <w:r w:rsidRPr="001165A1">
        <w:rPr>
          <w:rFonts w:ascii="Times New Roman" w:hAnsi="Times New Roman"/>
          <w:sz w:val="24"/>
          <w:szCs w:val="24"/>
        </w:rPr>
        <w:tab/>
        <w:t xml:space="preserve"> А </w:t>
      </w:r>
      <w:r w:rsidRPr="001165A1">
        <w:rPr>
          <w:rFonts w:ascii="Times New Roman" w:hAnsi="Times New Roman"/>
          <w:bCs/>
          <w:sz w:val="24"/>
          <w:szCs w:val="24"/>
        </w:rPr>
        <w:t>– Киргизстан</w:t>
      </w:r>
      <w:r w:rsidRPr="001165A1">
        <w:rPr>
          <w:rFonts w:ascii="Times New Roman" w:hAnsi="Times New Roman"/>
          <w:sz w:val="24"/>
          <w:szCs w:val="24"/>
        </w:rPr>
        <w:t>;</w:t>
      </w:r>
    </w:p>
    <w:p w:rsidR="002F62BB" w:rsidRPr="001165A1" w:rsidRDefault="002F62BB" w:rsidP="00DE3D45">
      <w:pPr>
        <w:numPr>
          <w:ilvl w:val="0"/>
          <w:numId w:val="4"/>
        </w:numPr>
        <w:spacing w:after="0" w:line="240" w:lineRule="auto"/>
        <w:ind w:left="1775" w:hanging="357"/>
        <w:rPr>
          <w:rFonts w:ascii="Times New Roman" w:hAnsi="Times New Roman"/>
          <w:sz w:val="24"/>
          <w:szCs w:val="24"/>
        </w:rPr>
      </w:pPr>
      <w:r w:rsidRPr="001165A1">
        <w:rPr>
          <w:rFonts w:ascii="Times New Roman" w:hAnsi="Times New Roman"/>
          <w:bCs/>
          <w:sz w:val="24"/>
          <w:szCs w:val="24"/>
        </w:rPr>
        <w:t xml:space="preserve">– </w:t>
      </w:r>
      <w:r w:rsidRPr="001165A1">
        <w:rPr>
          <w:rFonts w:ascii="Times New Roman" w:hAnsi="Times New Roman"/>
          <w:sz w:val="24"/>
          <w:szCs w:val="24"/>
        </w:rPr>
        <w:t>НАФТА;</w:t>
      </w:r>
      <w:r w:rsidRPr="001165A1">
        <w:rPr>
          <w:rFonts w:ascii="Times New Roman" w:hAnsi="Times New Roman"/>
          <w:sz w:val="24"/>
          <w:szCs w:val="24"/>
        </w:rPr>
        <w:tab/>
      </w:r>
      <w:r w:rsidRPr="001165A1">
        <w:rPr>
          <w:rFonts w:ascii="Times New Roman" w:hAnsi="Times New Roman"/>
          <w:sz w:val="24"/>
          <w:szCs w:val="24"/>
        </w:rPr>
        <w:tab/>
      </w:r>
      <w:r w:rsidRPr="001165A1">
        <w:rPr>
          <w:rFonts w:ascii="Times New Roman" w:hAnsi="Times New Roman"/>
          <w:sz w:val="24"/>
          <w:szCs w:val="24"/>
        </w:rPr>
        <w:tab/>
        <w:t xml:space="preserve"> Б </w:t>
      </w:r>
      <w:r w:rsidRPr="001165A1">
        <w:rPr>
          <w:rFonts w:ascii="Times New Roman" w:hAnsi="Times New Roman"/>
          <w:bCs/>
          <w:sz w:val="24"/>
          <w:szCs w:val="24"/>
        </w:rPr>
        <w:t>–Латвія</w:t>
      </w:r>
      <w:r w:rsidRPr="001165A1">
        <w:rPr>
          <w:rFonts w:ascii="Times New Roman" w:hAnsi="Times New Roman"/>
          <w:sz w:val="24"/>
          <w:szCs w:val="24"/>
        </w:rPr>
        <w:t>;</w:t>
      </w:r>
    </w:p>
    <w:p w:rsidR="002F62BB" w:rsidRPr="001165A1" w:rsidRDefault="002F62BB" w:rsidP="00DE3D45">
      <w:pPr>
        <w:numPr>
          <w:ilvl w:val="0"/>
          <w:numId w:val="4"/>
        </w:numPr>
        <w:spacing w:after="0" w:line="240" w:lineRule="auto"/>
        <w:ind w:left="1775" w:hanging="357"/>
        <w:rPr>
          <w:rFonts w:ascii="Times New Roman" w:hAnsi="Times New Roman"/>
          <w:sz w:val="24"/>
          <w:szCs w:val="24"/>
        </w:rPr>
      </w:pPr>
      <w:r w:rsidRPr="001165A1">
        <w:rPr>
          <w:rFonts w:ascii="Times New Roman" w:hAnsi="Times New Roman"/>
          <w:bCs/>
          <w:sz w:val="24"/>
          <w:szCs w:val="24"/>
        </w:rPr>
        <w:t xml:space="preserve">– </w:t>
      </w:r>
      <w:r w:rsidRPr="001165A1">
        <w:rPr>
          <w:rFonts w:ascii="Times New Roman" w:hAnsi="Times New Roman"/>
          <w:sz w:val="24"/>
          <w:szCs w:val="24"/>
        </w:rPr>
        <w:t>СНД;</w:t>
      </w:r>
      <w:r w:rsidRPr="001165A1">
        <w:rPr>
          <w:rFonts w:ascii="Times New Roman" w:hAnsi="Times New Roman"/>
          <w:sz w:val="24"/>
          <w:szCs w:val="24"/>
        </w:rPr>
        <w:tab/>
      </w:r>
      <w:r w:rsidRPr="001165A1">
        <w:rPr>
          <w:rFonts w:ascii="Times New Roman" w:hAnsi="Times New Roman"/>
          <w:sz w:val="24"/>
          <w:szCs w:val="24"/>
        </w:rPr>
        <w:tab/>
      </w:r>
      <w:r w:rsidRPr="001165A1">
        <w:rPr>
          <w:rFonts w:ascii="Times New Roman" w:hAnsi="Times New Roman"/>
          <w:sz w:val="24"/>
          <w:szCs w:val="24"/>
        </w:rPr>
        <w:tab/>
        <w:t xml:space="preserve">            В </w:t>
      </w:r>
      <w:r w:rsidRPr="001165A1">
        <w:rPr>
          <w:rFonts w:ascii="Times New Roman" w:hAnsi="Times New Roman"/>
          <w:bCs/>
          <w:sz w:val="24"/>
          <w:szCs w:val="24"/>
        </w:rPr>
        <w:t>– Мексика</w:t>
      </w:r>
      <w:r w:rsidRPr="001165A1">
        <w:rPr>
          <w:rFonts w:ascii="Times New Roman" w:hAnsi="Times New Roman"/>
          <w:sz w:val="24"/>
          <w:szCs w:val="24"/>
        </w:rPr>
        <w:t>;</w:t>
      </w:r>
      <w:r w:rsidRPr="001165A1">
        <w:rPr>
          <w:rFonts w:ascii="Times New Roman" w:hAnsi="Times New Roman"/>
          <w:sz w:val="24"/>
          <w:szCs w:val="24"/>
        </w:rPr>
        <w:tab/>
      </w:r>
    </w:p>
    <w:p w:rsidR="002F62BB" w:rsidRPr="001165A1" w:rsidRDefault="002F62BB" w:rsidP="00DE3D45">
      <w:pPr>
        <w:numPr>
          <w:ilvl w:val="0"/>
          <w:numId w:val="4"/>
        </w:numPr>
        <w:spacing w:after="0" w:line="240" w:lineRule="auto"/>
        <w:ind w:left="1775" w:hanging="357"/>
        <w:rPr>
          <w:rFonts w:ascii="Times New Roman" w:hAnsi="Times New Roman"/>
          <w:sz w:val="24"/>
          <w:szCs w:val="24"/>
        </w:rPr>
      </w:pPr>
      <w:r w:rsidRPr="001165A1">
        <w:rPr>
          <w:rFonts w:ascii="Times New Roman" w:hAnsi="Times New Roman"/>
          <w:bCs/>
          <w:sz w:val="24"/>
          <w:szCs w:val="24"/>
        </w:rPr>
        <w:t>– Європейський Союз;</w:t>
      </w:r>
      <w:r w:rsidRPr="001165A1">
        <w:rPr>
          <w:rFonts w:ascii="Times New Roman" w:hAnsi="Times New Roman"/>
          <w:sz w:val="24"/>
          <w:szCs w:val="24"/>
        </w:rPr>
        <w:tab/>
        <w:t xml:space="preserve">  Г </w:t>
      </w:r>
      <w:r w:rsidRPr="001165A1">
        <w:rPr>
          <w:rFonts w:ascii="Times New Roman" w:hAnsi="Times New Roman"/>
          <w:bCs/>
          <w:sz w:val="24"/>
          <w:szCs w:val="24"/>
        </w:rPr>
        <w:t>– Малайзія</w:t>
      </w:r>
      <w:r w:rsidRPr="001165A1">
        <w:rPr>
          <w:rFonts w:ascii="Times New Roman" w:hAnsi="Times New Roman"/>
          <w:sz w:val="24"/>
          <w:szCs w:val="24"/>
        </w:rPr>
        <w:t>.</w:t>
      </w:r>
    </w:p>
    <w:p w:rsidR="002F62BB" w:rsidRPr="001165A1" w:rsidRDefault="002F62BB" w:rsidP="00DE3D45">
      <w:pPr>
        <w:spacing w:after="0"/>
        <w:ind w:left="705" w:hanging="705"/>
        <w:rPr>
          <w:rFonts w:ascii="Times New Roman" w:hAnsi="Times New Roman"/>
          <w:sz w:val="24"/>
          <w:szCs w:val="24"/>
        </w:rPr>
      </w:pPr>
      <w:r w:rsidRPr="001165A1">
        <w:rPr>
          <w:rFonts w:ascii="Times New Roman" w:hAnsi="Times New Roman"/>
          <w:bCs/>
          <w:sz w:val="24"/>
          <w:szCs w:val="24"/>
        </w:rPr>
        <w:t>10.</w:t>
      </w:r>
      <w:r w:rsidRPr="001165A1">
        <w:rPr>
          <w:rFonts w:ascii="Times New Roman" w:hAnsi="Times New Roman"/>
          <w:sz w:val="24"/>
          <w:szCs w:val="24"/>
        </w:rPr>
        <w:t xml:space="preserve"> Як у міграційних процесах  називають різницю між кількістю населення, яке виїхало з країни (регіону) і в’їхало до неї:</w:t>
      </w:r>
    </w:p>
    <w:p w:rsidR="002F62BB" w:rsidRPr="001165A1" w:rsidRDefault="002F62BB" w:rsidP="00DE3D45">
      <w:pPr>
        <w:pStyle w:val="BodyText"/>
        <w:spacing w:after="0"/>
        <w:ind w:left="705" w:hanging="705"/>
        <w:rPr>
          <w:rFonts w:ascii="Times New Roman" w:hAnsi="Times New Roman"/>
          <w:sz w:val="24"/>
          <w:szCs w:val="24"/>
        </w:rPr>
      </w:pPr>
      <w:r w:rsidRPr="001165A1">
        <w:rPr>
          <w:rFonts w:ascii="Times New Roman" w:hAnsi="Times New Roman"/>
          <w:sz w:val="24"/>
          <w:szCs w:val="24"/>
        </w:rPr>
        <w:tab/>
      </w:r>
      <w:r w:rsidRPr="001165A1">
        <w:rPr>
          <w:rFonts w:ascii="Times New Roman" w:hAnsi="Times New Roman"/>
          <w:bCs/>
          <w:sz w:val="24"/>
          <w:szCs w:val="24"/>
        </w:rPr>
        <w:t>А</w:t>
      </w:r>
      <w:r w:rsidRPr="001165A1">
        <w:rPr>
          <w:rFonts w:ascii="Times New Roman" w:hAnsi="Times New Roman"/>
          <w:sz w:val="24"/>
          <w:szCs w:val="24"/>
        </w:rPr>
        <w:t xml:space="preserve"> – рееміграція;</w:t>
      </w:r>
      <w:r w:rsidRPr="001165A1">
        <w:rPr>
          <w:rFonts w:ascii="Times New Roman" w:hAnsi="Times New Roman"/>
          <w:sz w:val="24"/>
          <w:szCs w:val="24"/>
        </w:rPr>
        <w:tab/>
      </w:r>
      <w:r w:rsidRPr="001165A1">
        <w:rPr>
          <w:rFonts w:ascii="Times New Roman" w:hAnsi="Times New Roman"/>
          <w:bCs/>
          <w:sz w:val="24"/>
          <w:szCs w:val="24"/>
        </w:rPr>
        <w:t>Б</w:t>
      </w:r>
      <w:r w:rsidRPr="001165A1">
        <w:rPr>
          <w:rFonts w:ascii="Times New Roman" w:hAnsi="Times New Roman"/>
          <w:sz w:val="24"/>
          <w:szCs w:val="24"/>
        </w:rPr>
        <w:t xml:space="preserve"> – імпорт;</w:t>
      </w:r>
      <w:r w:rsidRPr="001165A1">
        <w:rPr>
          <w:rFonts w:ascii="Times New Roman" w:hAnsi="Times New Roman"/>
          <w:sz w:val="24"/>
          <w:szCs w:val="24"/>
        </w:rPr>
        <w:tab/>
      </w:r>
      <w:r w:rsidRPr="001165A1">
        <w:rPr>
          <w:rFonts w:ascii="Times New Roman" w:hAnsi="Times New Roman"/>
          <w:bCs/>
          <w:sz w:val="24"/>
          <w:szCs w:val="24"/>
        </w:rPr>
        <w:t>В</w:t>
      </w:r>
      <w:r w:rsidRPr="001165A1">
        <w:rPr>
          <w:rFonts w:ascii="Times New Roman" w:hAnsi="Times New Roman"/>
          <w:sz w:val="24"/>
          <w:szCs w:val="24"/>
        </w:rPr>
        <w:t xml:space="preserve"> – сальдо;</w:t>
      </w:r>
      <w:r w:rsidRPr="001165A1">
        <w:rPr>
          <w:rFonts w:ascii="Times New Roman" w:hAnsi="Times New Roman"/>
          <w:sz w:val="24"/>
          <w:szCs w:val="24"/>
        </w:rPr>
        <w:tab/>
      </w:r>
      <w:r w:rsidRPr="001165A1">
        <w:rPr>
          <w:rFonts w:ascii="Times New Roman" w:hAnsi="Times New Roman"/>
          <w:bCs/>
          <w:sz w:val="24"/>
          <w:szCs w:val="24"/>
        </w:rPr>
        <w:t>Г</w:t>
      </w:r>
      <w:r w:rsidRPr="001165A1">
        <w:rPr>
          <w:rFonts w:ascii="Times New Roman" w:hAnsi="Times New Roman"/>
          <w:sz w:val="24"/>
          <w:szCs w:val="24"/>
        </w:rPr>
        <w:t xml:space="preserve"> – мито?</w:t>
      </w:r>
    </w:p>
    <w:p w:rsidR="002F62BB" w:rsidRPr="001165A1" w:rsidRDefault="002F62BB" w:rsidP="00DE3D45">
      <w:pPr>
        <w:pStyle w:val="a"/>
        <w:shd w:val="clear" w:color="auto" w:fill="FFFFFF"/>
        <w:spacing w:line="240" w:lineRule="auto"/>
        <w:ind w:firstLine="567"/>
        <w:rPr>
          <w:rFonts w:ascii="Times New Roman" w:hAnsi="Times New Roman" w:cs="Times New Roman"/>
          <w:lang w:val="uk-UA"/>
        </w:rPr>
      </w:pPr>
    </w:p>
    <w:p w:rsidR="002F62BB" w:rsidRPr="001165A1" w:rsidRDefault="002F62BB" w:rsidP="00DE3D45">
      <w:pPr>
        <w:pStyle w:val="FR1"/>
        <w:spacing w:line="240" w:lineRule="atLeast"/>
        <w:ind w:left="0" w:firstLine="340"/>
        <w:jc w:val="center"/>
        <w:rPr>
          <w:b/>
          <w:bCs/>
          <w:color w:val="000000"/>
          <w:sz w:val="24"/>
        </w:rPr>
      </w:pPr>
    </w:p>
    <w:p w:rsidR="002F62BB" w:rsidRPr="001165A1" w:rsidRDefault="002F62BB" w:rsidP="00DE3D45">
      <w:pPr>
        <w:pStyle w:val="a"/>
        <w:shd w:val="clear" w:color="auto" w:fill="FFFFFF"/>
        <w:spacing w:line="240" w:lineRule="auto"/>
        <w:jc w:val="center"/>
        <w:rPr>
          <w:rFonts w:ascii="Times New Roman" w:hAnsi="Times New Roman" w:cs="Times New Roman"/>
          <w:b/>
          <w:caps/>
          <w:sz w:val="24"/>
          <w:lang w:val="uk-UA"/>
        </w:rPr>
      </w:pPr>
      <w:r w:rsidRPr="001165A1">
        <w:rPr>
          <w:rFonts w:ascii="Times New Roman" w:hAnsi="Times New Roman" w:cs="Times New Roman"/>
          <w:b/>
          <w:caps/>
          <w:sz w:val="24"/>
        </w:rPr>
        <w:t>І</w:t>
      </w:r>
      <w:r w:rsidRPr="001165A1">
        <w:rPr>
          <w:rFonts w:ascii="Times New Roman" w:hAnsi="Times New Roman" w:cs="Times New Roman"/>
          <w:b/>
          <w:caps/>
          <w:sz w:val="24"/>
          <w:lang w:val="en-US"/>
        </w:rPr>
        <w:t>V</w:t>
      </w:r>
      <w:r w:rsidRPr="001165A1">
        <w:rPr>
          <w:rFonts w:ascii="Times New Roman" w:hAnsi="Times New Roman" w:cs="Times New Roman"/>
          <w:b/>
          <w:caps/>
          <w:sz w:val="24"/>
        </w:rPr>
        <w:t>. Зміст навчального матеріалу</w:t>
      </w:r>
    </w:p>
    <w:p w:rsidR="002F62BB" w:rsidRPr="001165A1" w:rsidRDefault="002F62BB" w:rsidP="00DE3D45">
      <w:pPr>
        <w:pStyle w:val="FR1"/>
        <w:spacing w:line="240" w:lineRule="atLeast"/>
        <w:ind w:left="0" w:firstLine="340"/>
        <w:jc w:val="center"/>
        <w:rPr>
          <w:b/>
          <w:bCs/>
          <w:color w:val="000000"/>
          <w:sz w:val="24"/>
        </w:rPr>
      </w:pPr>
    </w:p>
    <w:p w:rsidR="002F62BB" w:rsidRPr="001165A1" w:rsidRDefault="002F62BB" w:rsidP="00DE3D45">
      <w:pPr>
        <w:pStyle w:val="FR1"/>
        <w:spacing w:line="240" w:lineRule="atLeast"/>
        <w:ind w:left="0" w:firstLine="340"/>
        <w:jc w:val="center"/>
        <w:rPr>
          <w:b/>
          <w:bCs/>
          <w:color w:val="000000"/>
          <w:sz w:val="24"/>
        </w:rPr>
      </w:pPr>
      <w:r w:rsidRPr="001165A1">
        <w:rPr>
          <w:b/>
          <w:bCs/>
          <w:color w:val="000000"/>
          <w:sz w:val="24"/>
        </w:rPr>
        <w:t>1. ЗАГАЛЬНА ГЕОГРАФІЯ</w:t>
      </w:r>
    </w:p>
    <w:p w:rsidR="002F62BB" w:rsidRPr="001165A1" w:rsidRDefault="002F62BB" w:rsidP="00DE3D45">
      <w:pPr>
        <w:pStyle w:val="FR1"/>
        <w:spacing w:line="240" w:lineRule="atLeast"/>
        <w:ind w:left="0" w:firstLine="340"/>
        <w:jc w:val="center"/>
        <w:rPr>
          <w:b/>
          <w:bCs/>
          <w:color w:val="000000"/>
          <w:sz w:val="24"/>
        </w:rPr>
      </w:pPr>
    </w:p>
    <w:p w:rsidR="002F62BB" w:rsidRPr="001165A1" w:rsidRDefault="002F62BB" w:rsidP="00DE3D45">
      <w:pPr>
        <w:pStyle w:val="FR1"/>
        <w:spacing w:line="240" w:lineRule="atLeast"/>
        <w:ind w:left="0" w:firstLine="340"/>
      </w:pPr>
      <w:r w:rsidRPr="001165A1">
        <w:rPr>
          <w:b/>
          <w:bCs/>
          <w:color w:val="000000"/>
          <w:sz w:val="24"/>
        </w:rPr>
        <w:t>Загальна географія. План і карта.</w:t>
      </w:r>
      <w:r w:rsidRPr="001165A1">
        <w:rPr>
          <w:color w:val="000000"/>
          <w:sz w:val="24"/>
        </w:rPr>
        <w:t xml:space="preserve"> Поняття про горизонт. Сторони горизонту. Способи орієнтування на місцевості. Уміння користуватися компасом. Масштаб. План і карта. Основні відмінності географічної карти від плану місцевості. Вимірювання відстаней за картою за допомогою масштабу. Уміння за картою виміряти довжину річки, визначати висоту гір, глибину океанів і морів. Неминучість спотворення на картах внаслідок кривизни Землі; елементарні поняття про характер цих спотворень (відстаней, напрямків і площ). Значення карти в житті та господарській діяльності людини.</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Форма і рух Землі. Градусна сітка.</w:t>
      </w:r>
      <w:r w:rsidRPr="001165A1">
        <w:rPr>
          <w:rFonts w:ascii="Times New Roman" w:hAnsi="Times New Roman" w:cs="Times New Roman"/>
          <w:color w:val="000000"/>
          <w:sz w:val="24"/>
          <w:lang w:val="uk-UA"/>
        </w:rPr>
        <w:t xml:space="preserve"> Форма Землі. Подорож Магеллана. Розміри земної кулі. Добове обертання Землі.</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Градусна сітка на карті та її елементи. Географічна широта і довгота (вміння визначити їх на карті). Річний рух Землі. Зміна пір року. Тропіки і полярні кола. Штучні супутники Землі. Різниця у часі на території Землі, часові пояси.</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Погода і клімат.</w:t>
      </w:r>
      <w:r w:rsidRPr="001165A1">
        <w:rPr>
          <w:rFonts w:ascii="Times New Roman" w:hAnsi="Times New Roman" w:cs="Times New Roman"/>
          <w:color w:val="000000"/>
          <w:sz w:val="24"/>
          <w:lang w:val="uk-UA"/>
        </w:rPr>
        <w:t xml:space="preserve"> Поняття про атмосферу. Нагрівання атмосфери. Зміни температури повітря залежно від географічної широти місця і від висоти над рівнем океану. Тиск атмосфери і його вимірювання. Вміння користуватися барометром. Вітри та їх походження. Бризи, мусони, пасати. Водяна пара в атмосфері. Атмосферні опади та їх утворення. Розподіл опадів на поверхні земної кулі. Вимірювання  кількості опадів. Погода і клімат. Спостереження за погодою. Значення вивчення погоди для народного господарства. Залежність клімату від географічної широти місця, близькості моря, морських течій, рельєфу і висоти місцевості. Значення клімату в господарській діяльності.</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Материкові води. Підземні води. Джерела.</w:t>
      </w:r>
      <w:r w:rsidRPr="001165A1">
        <w:rPr>
          <w:rFonts w:ascii="Times New Roman" w:hAnsi="Times New Roman" w:cs="Times New Roman"/>
          <w:color w:val="000000"/>
          <w:sz w:val="24"/>
          <w:lang w:val="uk-UA"/>
        </w:rPr>
        <w:t xml:space="preserve"> Використання підземних вод і джерел.</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Річки.</w:t>
      </w:r>
      <w:r w:rsidRPr="001165A1">
        <w:rPr>
          <w:rFonts w:ascii="Times New Roman" w:hAnsi="Times New Roman" w:cs="Times New Roman"/>
          <w:color w:val="000000"/>
          <w:sz w:val="24"/>
          <w:lang w:val="uk-UA"/>
        </w:rPr>
        <w:t xml:space="preserve"> Річка та її частини. Поняття про річкову долину. Живлення річок. Басейни і вододіли. Канали та водосховища. Уміння показати їх на карті. Найголовніші річки частин світу. Використання річок у господарській діяльності людини. Озера і болота та їх господарське значення.</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Океани й моря.</w:t>
      </w:r>
      <w:r w:rsidRPr="001165A1">
        <w:rPr>
          <w:rFonts w:ascii="Times New Roman" w:hAnsi="Times New Roman" w:cs="Times New Roman"/>
          <w:color w:val="000000"/>
          <w:sz w:val="24"/>
          <w:lang w:val="uk-UA"/>
        </w:rPr>
        <w:t xml:space="preserve"> Світовий океан та його частини. Рельєф дна Світового океану. Глибини і солоність води. Уміння визначати глибини за картою. Розчленованість берегової лінії. Найголовніші моря, затоки, протоки, острови та півострови. Морські течії. Господарське значення морів.</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Земна кора.</w:t>
      </w:r>
      <w:r w:rsidRPr="001165A1">
        <w:rPr>
          <w:rFonts w:ascii="Times New Roman" w:hAnsi="Times New Roman" w:cs="Times New Roman"/>
          <w:color w:val="000000"/>
          <w:sz w:val="24"/>
          <w:lang w:val="uk-UA"/>
        </w:rPr>
        <w:t xml:space="preserve"> Зовнішні і внутрішні сили, що змінюють поверхню Землі. Вивітрювання. Робота вітру, текучих вод, льоду. Вулкани та землетруси, райони їх поширення.</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Форми земної поверхні.</w:t>
      </w:r>
      <w:r w:rsidRPr="001165A1">
        <w:rPr>
          <w:rFonts w:ascii="Times New Roman" w:hAnsi="Times New Roman" w:cs="Times New Roman"/>
          <w:color w:val="000000"/>
          <w:sz w:val="24"/>
          <w:lang w:val="uk-UA"/>
        </w:rPr>
        <w:t xml:space="preserve"> Рівнини, низовини, височини, плоскогір’я. Найголовніші низовини й плоскогір’я частин світу. Абсолютна і відносна висота поверхні суші. Гори й нагір’я. Гори складчасті, брилеві, складчасто-брилові. Найголовніші гори частин світу. Значення рельєфу в господарській діяльності людини.</w:t>
      </w:r>
    </w:p>
    <w:p w:rsidR="002F62BB" w:rsidRPr="001165A1" w:rsidRDefault="002F62BB" w:rsidP="00DE3D45">
      <w:pPr>
        <w:pStyle w:val="a"/>
        <w:autoSpaceDE w:val="0"/>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Природні комплекси.</w:t>
      </w:r>
      <w:r w:rsidRPr="001165A1">
        <w:rPr>
          <w:rFonts w:ascii="Times New Roman" w:hAnsi="Times New Roman" w:cs="Times New Roman"/>
          <w:color w:val="000000"/>
          <w:sz w:val="24"/>
          <w:lang w:val="uk-UA"/>
        </w:rPr>
        <w:t xml:space="preserve"> Залежність розподілу рослинності від клімату. Коротка характеристика природних зон за кліматом, рослинністю, тваринним світом.</w:t>
      </w:r>
    </w:p>
    <w:p w:rsidR="002F62BB" w:rsidRPr="001165A1" w:rsidRDefault="002F62BB" w:rsidP="00DE3D45">
      <w:pPr>
        <w:pStyle w:val="a"/>
        <w:autoSpaceDE w:val="0"/>
        <w:ind w:firstLine="340"/>
        <w:jc w:val="both"/>
        <w:rPr>
          <w:rFonts w:ascii="Times New Roman" w:hAnsi="Times New Roman" w:cs="Times New Roman"/>
          <w:color w:val="000000"/>
          <w:sz w:val="24"/>
          <w:lang w:val="uk-UA"/>
        </w:rPr>
      </w:pPr>
      <w:r w:rsidRPr="001165A1">
        <w:rPr>
          <w:rFonts w:ascii="Times New Roman" w:hAnsi="Times New Roman" w:cs="Times New Roman"/>
          <w:b/>
          <w:bCs/>
          <w:color w:val="000000"/>
          <w:sz w:val="24"/>
          <w:lang w:val="uk-UA"/>
        </w:rPr>
        <w:t>Географічна оболонка.</w:t>
      </w:r>
      <w:r w:rsidRPr="001165A1">
        <w:rPr>
          <w:rFonts w:ascii="Times New Roman" w:hAnsi="Times New Roman" w:cs="Times New Roman"/>
          <w:color w:val="000000"/>
          <w:sz w:val="24"/>
          <w:lang w:val="uk-UA"/>
        </w:rPr>
        <w:t xml:space="preserve"> Поняття про географічну оболонку. Поняття про природний комплекс. Взаємозв’язки компонентів природного комплексу.</w:t>
      </w:r>
    </w:p>
    <w:p w:rsidR="002F62BB" w:rsidRPr="001165A1" w:rsidRDefault="002F62BB" w:rsidP="00DE3D45">
      <w:pPr>
        <w:pStyle w:val="a"/>
        <w:autoSpaceDE w:val="0"/>
        <w:ind w:firstLine="340"/>
        <w:jc w:val="both"/>
        <w:rPr>
          <w:rFonts w:ascii="Times New Roman" w:hAnsi="Times New Roman" w:cs="Times New Roman"/>
          <w:color w:val="000000"/>
          <w:sz w:val="24"/>
          <w:lang w:val="uk-UA"/>
        </w:rPr>
      </w:pPr>
    </w:p>
    <w:p w:rsidR="002F62BB" w:rsidRPr="001165A1" w:rsidRDefault="002F62BB" w:rsidP="00DE3D45">
      <w:pPr>
        <w:pStyle w:val="a"/>
        <w:autoSpaceDE w:val="0"/>
        <w:ind w:firstLine="340"/>
        <w:jc w:val="center"/>
        <w:rPr>
          <w:rFonts w:ascii="Times New Roman" w:hAnsi="Times New Roman" w:cs="Times New Roman"/>
          <w:b/>
          <w:color w:val="000000"/>
          <w:sz w:val="24"/>
          <w:lang w:val="uk-UA"/>
        </w:rPr>
      </w:pPr>
      <w:r w:rsidRPr="001165A1">
        <w:rPr>
          <w:rFonts w:ascii="Times New Roman" w:hAnsi="Times New Roman" w:cs="Times New Roman"/>
          <w:b/>
          <w:color w:val="000000"/>
          <w:sz w:val="24"/>
          <w:lang w:val="uk-UA"/>
        </w:rPr>
        <w:t>2. ГЕОГРАФІЯ МАТЕРИКІВ І ОКЕАНІВ</w:t>
      </w:r>
    </w:p>
    <w:p w:rsidR="002F62BB" w:rsidRPr="001165A1" w:rsidRDefault="002F62BB" w:rsidP="00DE3D45">
      <w:pPr>
        <w:pStyle w:val="a"/>
        <w:autoSpaceDE w:val="0"/>
        <w:ind w:firstLine="340"/>
        <w:jc w:val="both"/>
        <w:rPr>
          <w:rFonts w:ascii="Times New Roman" w:hAnsi="Times New Roman" w:cs="Times New Roman"/>
          <w:lang w:val="uk-UA"/>
        </w:rPr>
      </w:pP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Фізико-географічний огляд материків.</w:t>
      </w:r>
      <w:r w:rsidRPr="001165A1">
        <w:rPr>
          <w:rFonts w:ascii="Times New Roman" w:hAnsi="Times New Roman" w:cs="Times New Roman"/>
          <w:color w:val="000000"/>
          <w:sz w:val="24"/>
          <w:lang w:val="uk-UA"/>
        </w:rPr>
        <w:t xml:space="preserve"> Материки (континенти) й частини світу. Географічне положення материка, компоненти  природи, природні ресурси, населення, політична карта.</w:t>
      </w:r>
    </w:p>
    <w:p w:rsidR="002F62BB" w:rsidRPr="001165A1" w:rsidRDefault="002F62BB" w:rsidP="00DE3D45">
      <w:pPr>
        <w:pStyle w:val="BodyTextIndent"/>
        <w:spacing w:after="0" w:line="240" w:lineRule="atLeast"/>
        <w:ind w:left="0" w:firstLine="283"/>
        <w:jc w:val="both"/>
        <w:rPr>
          <w:rFonts w:ascii="Times New Roman" w:hAnsi="Times New Roman"/>
        </w:rPr>
      </w:pPr>
      <w:r w:rsidRPr="001165A1">
        <w:rPr>
          <w:rFonts w:ascii="Times New Roman" w:hAnsi="Times New Roman"/>
          <w:sz w:val="24"/>
          <w:szCs w:val="24"/>
        </w:rPr>
        <w:t>Відкриття північно-західних берегів Америки. Відкриття Антарктиди. ВивченняАнтарктиди. Загальні географічні закономірності.  Оболонка Землі. Неоднорідність земної кори. Стійкі й рухомі ділянки земної кори й пов’язані з ними типи рельєфу, зміни обрисів материків. Клімат Землі. Циркуляція атмосфери. Загальний огляд кліматичних поясів. Взаємодія рельєфу і клімату та їх вплив на ґрунти, рослинність, тваринний світ. Зміна природних умов під впливом господарської діяльності людей, охорона природи.</w:t>
      </w:r>
    </w:p>
    <w:p w:rsidR="002F62BB" w:rsidRPr="001165A1" w:rsidRDefault="002F62BB" w:rsidP="00DE3D45">
      <w:pPr>
        <w:pStyle w:val="BodyTextIndent"/>
        <w:spacing w:after="0" w:line="240" w:lineRule="atLeast"/>
        <w:ind w:left="0" w:firstLine="283"/>
        <w:jc w:val="both"/>
        <w:rPr>
          <w:rFonts w:ascii="Times New Roman" w:hAnsi="Times New Roman"/>
          <w:sz w:val="24"/>
          <w:szCs w:val="24"/>
        </w:rPr>
      </w:pPr>
      <w:r w:rsidRPr="001165A1">
        <w:rPr>
          <w:rFonts w:ascii="Times New Roman" w:hAnsi="Times New Roman"/>
          <w:b/>
          <w:bCs/>
          <w:sz w:val="24"/>
          <w:szCs w:val="24"/>
        </w:rPr>
        <w:t xml:space="preserve">Фізико-географічний огляд океанів. </w:t>
      </w:r>
      <w:r w:rsidRPr="001165A1">
        <w:rPr>
          <w:rFonts w:ascii="Times New Roman" w:hAnsi="Times New Roman"/>
          <w:sz w:val="24"/>
          <w:szCs w:val="24"/>
        </w:rPr>
        <w:t>Загальні відомості. Геотектонічна будова та рельєф дна. Клімат. Гідрологічні особливості. Органічний світ. Природні ресурси.</w:t>
      </w:r>
    </w:p>
    <w:p w:rsidR="002F62BB" w:rsidRPr="001165A1" w:rsidRDefault="002F62BB" w:rsidP="00DE3D45">
      <w:pPr>
        <w:pStyle w:val="BodyTextIndent"/>
        <w:spacing w:after="0" w:line="240" w:lineRule="atLeast"/>
        <w:ind w:left="0" w:firstLine="283"/>
        <w:jc w:val="both"/>
        <w:rPr>
          <w:rFonts w:ascii="Times New Roman" w:hAnsi="Times New Roman"/>
        </w:rPr>
      </w:pPr>
    </w:p>
    <w:p w:rsidR="002F62BB" w:rsidRPr="001165A1" w:rsidRDefault="002F62BB" w:rsidP="00DE3D45">
      <w:pPr>
        <w:pStyle w:val="a"/>
        <w:autoSpaceDE w:val="0"/>
        <w:spacing w:line="240" w:lineRule="atLeast"/>
        <w:ind w:firstLine="340"/>
        <w:jc w:val="center"/>
        <w:rPr>
          <w:rFonts w:ascii="Times New Roman" w:hAnsi="Times New Roman" w:cs="Times New Roman"/>
          <w:b/>
          <w:bCs/>
          <w:color w:val="000000"/>
          <w:sz w:val="24"/>
          <w:lang w:val="uk-UA"/>
        </w:rPr>
      </w:pPr>
      <w:r w:rsidRPr="001165A1">
        <w:rPr>
          <w:rFonts w:ascii="Times New Roman" w:hAnsi="Times New Roman" w:cs="Times New Roman"/>
          <w:b/>
          <w:bCs/>
          <w:color w:val="000000"/>
          <w:sz w:val="24"/>
          <w:lang w:val="uk-UA"/>
        </w:rPr>
        <w:t>3. ФІЗИЧНА ГЕОГРАФІЯ УКРАЇНИ</w:t>
      </w:r>
    </w:p>
    <w:p w:rsidR="002F62BB" w:rsidRPr="001165A1" w:rsidRDefault="002F62BB" w:rsidP="00DE3D45">
      <w:pPr>
        <w:pStyle w:val="a"/>
        <w:autoSpaceDE w:val="0"/>
        <w:spacing w:line="240" w:lineRule="atLeast"/>
        <w:ind w:firstLine="340"/>
        <w:jc w:val="both"/>
        <w:rPr>
          <w:rFonts w:ascii="Times New Roman" w:hAnsi="Times New Roman" w:cs="Times New Roman"/>
          <w:b/>
          <w:bCs/>
          <w:color w:val="000000"/>
          <w:sz w:val="24"/>
          <w:lang w:val="uk-UA"/>
        </w:rPr>
      </w:pP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 xml:space="preserve">Географія України. </w:t>
      </w:r>
      <w:r w:rsidRPr="001165A1">
        <w:rPr>
          <w:rFonts w:ascii="Times New Roman" w:hAnsi="Times New Roman" w:cs="Times New Roman"/>
          <w:color w:val="000000"/>
          <w:sz w:val="24"/>
          <w:lang w:val="uk-UA"/>
        </w:rPr>
        <w:t>Джерела географічних знань. Загальногеографічні та тематичні карти та атласи. Довідники та інші текстові джерела.</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color w:val="000000"/>
          <w:sz w:val="24"/>
          <w:lang w:val="uk-UA"/>
        </w:rPr>
        <w:t>Географічне положення.</w:t>
      </w:r>
      <w:r w:rsidRPr="001165A1">
        <w:rPr>
          <w:rFonts w:ascii="Times New Roman" w:hAnsi="Times New Roman" w:cs="Times New Roman"/>
          <w:color w:val="000000"/>
          <w:sz w:val="24"/>
          <w:lang w:val="uk-UA"/>
        </w:rPr>
        <w:t xml:space="preserve"> Фізико-географічне й економіко-географічне положення. Порівняння географічного положення України з положенням інших держав. Розміри території, морські та сухопутні кордони, прикордонні держави. Основні етапи формування території.</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Рельєф, геологічна будова і корисні копалини.</w:t>
      </w:r>
      <w:r w:rsidRPr="001165A1">
        <w:rPr>
          <w:rFonts w:ascii="Times New Roman" w:hAnsi="Times New Roman" w:cs="Times New Roman"/>
          <w:color w:val="000000"/>
          <w:sz w:val="24"/>
          <w:lang w:val="uk-UA"/>
        </w:rPr>
        <w:t xml:space="preserve"> Основні риси рельєфу, їх зв’язок з будовою літосфери. Геологічне літочислення. Геологічні структури. Складчасті області Криму й Карпат, платформенні області й пов’язані з ними корисні копалини. Вичерпність корисних копалин. Рухи земної кори в складчастих та платформених  областях.</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Розвиток форм рельєфу. Зсуви, селі, яроутворення, ерозія, вивітрювання. Заходи щодо попередження цих явищ.</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Клімат.</w:t>
      </w:r>
      <w:r w:rsidRPr="001165A1">
        <w:rPr>
          <w:rFonts w:ascii="Times New Roman" w:hAnsi="Times New Roman" w:cs="Times New Roman"/>
          <w:color w:val="000000"/>
          <w:sz w:val="24"/>
          <w:lang w:val="uk-UA"/>
        </w:rPr>
        <w:t xml:space="preserve"> Фактори, що визначають особливості клімату. Повітряні маси, їх типи. Атмосферні фронти, циклони, антициклони і пов’язані з ними типи погоди.</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Синоптична карта. Закономірності розподілу тепла і вологи (сонячна радіація, опади, випаровування, коефіцієнт зволоження, випаровуваність).</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Вплив клімату на землеробство, транспорт, здоров’я людини. Небезпечні явища (суховії, урагани, тумани, заморозки, ожеледь). Прогноз погоди. Охорона атмосферного повітря від забруднення.</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Внутрішні води і водні ресурси.</w:t>
      </w:r>
      <w:r w:rsidRPr="001165A1">
        <w:rPr>
          <w:rFonts w:ascii="Times New Roman" w:hAnsi="Times New Roman" w:cs="Times New Roman"/>
          <w:color w:val="000000"/>
          <w:sz w:val="24"/>
          <w:lang w:val="uk-UA"/>
        </w:rPr>
        <w:t xml:space="preserve"> Головні річкові системи і басейни рік. Живлення і режим річок. Озера, болотні, підземні води, сніговий покрив.</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Особлива роль води в природі та господарстві. Використання вод, шляхи збереження їх якості та об’єму. Небезпечні явища (паводки, повінь,  лавини, селі) й попередження їх дії.</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Ґрунти й земельні ресурси.</w:t>
      </w:r>
      <w:r w:rsidRPr="001165A1">
        <w:rPr>
          <w:rFonts w:ascii="Times New Roman" w:hAnsi="Times New Roman" w:cs="Times New Roman"/>
          <w:color w:val="000000"/>
          <w:sz w:val="24"/>
          <w:lang w:val="uk-UA"/>
        </w:rPr>
        <w:t xml:space="preserve"> Утворення ґрунтів і їх різноманітність. Основні типи ґрунтів, відмінність у їх родючості. Закономірності поширення ґрунтів. Земельні ресурси України, заходи щодо їх збереження.</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Рослинний і тваринний світ</w:t>
      </w:r>
      <w:r w:rsidRPr="001165A1">
        <w:rPr>
          <w:rFonts w:ascii="Times New Roman" w:hAnsi="Times New Roman" w:cs="Times New Roman"/>
          <w:color w:val="000000"/>
          <w:sz w:val="24"/>
          <w:lang w:val="uk-UA"/>
        </w:rPr>
        <w:t xml:space="preserve">  (загальна характеристика).</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Природні комплекси України. </w:t>
      </w:r>
      <w:r w:rsidRPr="001165A1">
        <w:rPr>
          <w:rFonts w:ascii="Times New Roman" w:hAnsi="Times New Roman"/>
          <w:sz w:val="24"/>
          <w:szCs w:val="24"/>
          <w:lang w:val="uk-UA"/>
        </w:rPr>
        <w:t>Формування природних комплексів як результат тривалого розвитку географічної оболонки Землі. Ландшафти природні й антропогенні. Природне районування.</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Природна зона. Природна зона як природний комплекс. Взаємозв’язок і взаємозумовленість його компонентів.</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Природні зони України. Зона мішаних лісів, зона широколистяних лісів, лісостепова, степова зони, гірські області Карпат і Криму.</w:t>
      </w:r>
    </w:p>
    <w:p w:rsidR="002F62BB" w:rsidRPr="001165A1" w:rsidRDefault="002F62BB" w:rsidP="00DE3D45">
      <w:pPr>
        <w:pStyle w:val="a"/>
        <w:autoSpaceDE w:val="0"/>
        <w:spacing w:line="240" w:lineRule="atLeast"/>
        <w:ind w:firstLine="340"/>
        <w:jc w:val="both"/>
        <w:rPr>
          <w:rFonts w:ascii="Times New Roman" w:hAnsi="Times New Roman" w:cs="Times New Roman"/>
          <w:color w:val="000000"/>
          <w:sz w:val="24"/>
          <w:lang w:val="uk-UA"/>
        </w:rPr>
      </w:pPr>
      <w:r w:rsidRPr="001165A1">
        <w:rPr>
          <w:rFonts w:ascii="Times New Roman" w:hAnsi="Times New Roman" w:cs="Times New Roman"/>
          <w:color w:val="000000"/>
          <w:sz w:val="24"/>
          <w:lang w:val="uk-UA"/>
        </w:rPr>
        <w:t>Раціональне використання природних ресурсів та охорона природи. Використання основних видів природних ресурсів України. Райони найбільшого забруднення навколишнього середовища. Проблеми України, пов’язані з аварією на Чорнобильській АЕС. Заповідники України.</w:t>
      </w:r>
    </w:p>
    <w:p w:rsidR="002F62BB" w:rsidRPr="001165A1" w:rsidRDefault="002F62BB" w:rsidP="00DE3D45">
      <w:pPr>
        <w:pStyle w:val="a"/>
        <w:autoSpaceDE w:val="0"/>
        <w:spacing w:line="240" w:lineRule="atLeast"/>
        <w:ind w:firstLine="340"/>
        <w:jc w:val="both"/>
        <w:rPr>
          <w:rFonts w:ascii="Times New Roman" w:hAnsi="Times New Roman" w:cs="Times New Roman"/>
          <w:color w:val="000000"/>
          <w:sz w:val="24"/>
          <w:lang w:val="uk-UA"/>
        </w:rPr>
      </w:pPr>
    </w:p>
    <w:p w:rsidR="002F62BB" w:rsidRPr="001165A1" w:rsidRDefault="002F62BB" w:rsidP="00DE3D45">
      <w:pPr>
        <w:pStyle w:val="a"/>
        <w:autoSpaceDE w:val="0"/>
        <w:spacing w:line="240" w:lineRule="atLeast"/>
        <w:ind w:firstLine="340"/>
        <w:jc w:val="center"/>
        <w:rPr>
          <w:rFonts w:ascii="Times New Roman" w:hAnsi="Times New Roman" w:cs="Times New Roman"/>
          <w:b/>
          <w:bCs/>
          <w:color w:val="000000"/>
          <w:sz w:val="24"/>
          <w:lang w:val="uk-UA"/>
        </w:rPr>
      </w:pPr>
      <w:r w:rsidRPr="001165A1">
        <w:rPr>
          <w:rFonts w:ascii="Times New Roman" w:hAnsi="Times New Roman" w:cs="Times New Roman"/>
          <w:b/>
          <w:bCs/>
          <w:color w:val="000000"/>
          <w:sz w:val="24"/>
          <w:lang w:val="uk-UA"/>
        </w:rPr>
        <w:t>4. ЕКОНОМІЧНА ТА СОЦІАЛЬНА ГЕОГРАФІЯ УКРАЇНИ</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Україна на карті світу.</w:t>
      </w:r>
      <w:r w:rsidRPr="001165A1">
        <w:rPr>
          <w:rFonts w:ascii="Times New Roman" w:hAnsi="Times New Roman" w:cs="Times New Roman"/>
          <w:color w:val="000000"/>
          <w:sz w:val="24"/>
          <w:lang w:val="uk-UA"/>
        </w:rPr>
        <w:t xml:space="preserve"> Економіко-географічне та геополітичне положення України. Розміри території, її конфігурація і компактність. Історія формування території України. Сучасний адміністративно-територіальний поділ. Українські історичні землі.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sz w:val="24"/>
          <w:lang w:val="uk-UA"/>
        </w:rPr>
        <w:t xml:space="preserve">Природні умови й природні ресурси. </w:t>
      </w:r>
      <w:r w:rsidRPr="001165A1">
        <w:rPr>
          <w:rFonts w:ascii="Times New Roman" w:hAnsi="Times New Roman" w:cs="Times New Roman"/>
          <w:sz w:val="24"/>
          <w:lang w:val="uk-UA"/>
        </w:rPr>
        <w:t>Економічна оцінка природних умов і ресурсів. Поняття “природно-ресурсний потенціал”, його структура. Рівень забезпеченості країни різними видами природних ресурсів. Класифікація природних ресурсів. Мінеральні ресурси, їх структура і особливості розміщення. Паливні, рудні та нерудні корисні копалини. Основні родовища та басейни мінерально-сировинних ресурсів.  Земельні, водні, лісові та рекреаційні ресурси України.</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Населення й трудові ресурси. </w:t>
      </w:r>
      <w:r w:rsidRPr="001165A1">
        <w:rPr>
          <w:rFonts w:ascii="Times New Roman" w:hAnsi="Times New Roman"/>
          <w:sz w:val="24"/>
          <w:szCs w:val="24"/>
          <w:lang w:val="uk-UA"/>
        </w:rPr>
        <w:t>Чисельність і розміщення населення. Природний і механічний рух населення. Склад населення – віковий, статевий, національний. Міське і сільське населення. Система розселення. Найбільші міста і міські агломерації.</w:t>
      </w:r>
    </w:p>
    <w:p w:rsidR="002F62BB" w:rsidRPr="001165A1" w:rsidRDefault="002F62BB" w:rsidP="00DE3D45">
      <w:pPr>
        <w:pStyle w:val="BodyTextIndent"/>
        <w:spacing w:after="0" w:line="240" w:lineRule="atLeast"/>
        <w:ind w:left="0" w:firstLine="340"/>
        <w:jc w:val="both"/>
        <w:rPr>
          <w:rFonts w:ascii="Times New Roman" w:hAnsi="Times New Roman"/>
        </w:rPr>
      </w:pPr>
      <w:r w:rsidRPr="001165A1">
        <w:rPr>
          <w:rFonts w:ascii="Times New Roman" w:hAnsi="Times New Roman"/>
          <w:sz w:val="24"/>
          <w:szCs w:val="24"/>
        </w:rPr>
        <w:t>Трудові ресурси, їх структура. Нерівномірність у забезпеченні території трудовими ресурсами. Розподіл зайнятого населення за галузями господарства. Основні напрями поліпшення використання  трудових ресурсів.</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Загальна характеристика господарства України.</w:t>
      </w:r>
      <w:r w:rsidRPr="001165A1">
        <w:rPr>
          <w:rFonts w:ascii="Times New Roman" w:hAnsi="Times New Roman"/>
          <w:sz w:val="24"/>
          <w:szCs w:val="24"/>
          <w:lang w:val="uk-UA"/>
        </w:rPr>
        <w:t xml:space="preserve"> Формування господарського комплексу України, його структура. Місце в світовому господарстві. Провідні галузі й структурні завдання їх інтенсифікації.</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Промисловість.</w:t>
      </w:r>
      <w:r w:rsidRPr="001165A1">
        <w:rPr>
          <w:rFonts w:ascii="Times New Roman" w:hAnsi="Times New Roman"/>
          <w:sz w:val="24"/>
          <w:szCs w:val="24"/>
          <w:lang w:val="uk-UA"/>
        </w:rPr>
        <w:t xml:space="preserve"> Структура, спеціалізація й основні міжгалузеві комплекси промисловості України. Місце і роль промисловості в господарстві України. Сучасна структура промисловості України.</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Паливно-енергетичний комплекс.</w:t>
      </w:r>
      <w:r w:rsidRPr="001165A1">
        <w:rPr>
          <w:rFonts w:ascii="Times New Roman" w:hAnsi="Times New Roman"/>
          <w:sz w:val="24"/>
          <w:szCs w:val="24"/>
          <w:lang w:val="uk-UA"/>
        </w:rPr>
        <w:t xml:space="preserve"> Структура комплексу. Вугільна промисловість. Основні вугільні басейни. Соціально-економічні проблеми вугільної промисловості. Нафтова і газова промисловість, основні райони добування нафти і газу. Проблеми забезпеченості України енергоносіями. Електроенергетика, її структура, особливості розміщення. Енергетична стратегія України. Альтернативні види енергетики.Екологічні проблеми, викликані розвитком паливно-енергетичного комплексу.</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Машинобудівний комплекс. </w:t>
      </w:r>
      <w:r w:rsidRPr="001165A1">
        <w:rPr>
          <w:rFonts w:ascii="Times New Roman" w:hAnsi="Times New Roman"/>
          <w:sz w:val="24"/>
          <w:szCs w:val="24"/>
          <w:lang w:val="uk-UA"/>
        </w:rPr>
        <w:t xml:space="preserve">Структура комплексу. Особливості розміщення і географія основних галузей машинобудування. Найбільші вузли та центри машинобудування. Машинобудівні райони України. Проблеми та перспективи розвитку галузі.  </w:t>
      </w:r>
    </w:p>
    <w:p w:rsidR="002F62BB" w:rsidRPr="001165A1" w:rsidRDefault="002F62BB" w:rsidP="00DE3D45">
      <w:pPr>
        <w:pStyle w:val="BodyTextIndent"/>
        <w:spacing w:after="0" w:line="240" w:lineRule="atLeast"/>
        <w:ind w:left="0" w:firstLine="340"/>
        <w:jc w:val="both"/>
        <w:rPr>
          <w:rFonts w:ascii="Times New Roman" w:hAnsi="Times New Roman"/>
        </w:rPr>
      </w:pPr>
      <w:r w:rsidRPr="001165A1">
        <w:rPr>
          <w:rFonts w:ascii="Times New Roman" w:hAnsi="Times New Roman"/>
          <w:b/>
          <w:bCs/>
          <w:sz w:val="24"/>
          <w:szCs w:val="24"/>
        </w:rPr>
        <w:t>Металургійний комплекс.</w:t>
      </w:r>
      <w:r w:rsidRPr="001165A1">
        <w:rPr>
          <w:rFonts w:ascii="Times New Roman" w:hAnsi="Times New Roman"/>
          <w:sz w:val="24"/>
          <w:szCs w:val="24"/>
        </w:rPr>
        <w:t xml:space="preserve"> Склад комплексу. Чорна металургія, її сировинна та паливна бази. Основні райони та центри розміщення. Кольорова металургія, її структура, особливості та центри розміщення основних галузей. Основні проблеми та перспективи розвитку чорної металургії.</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Хімічна промисловість.</w:t>
      </w:r>
      <w:r w:rsidRPr="001165A1">
        <w:rPr>
          <w:rFonts w:ascii="Times New Roman" w:hAnsi="Times New Roman" w:cs="Times New Roman"/>
          <w:color w:val="000000"/>
          <w:sz w:val="24"/>
          <w:lang w:val="uk-UA"/>
        </w:rPr>
        <w:t xml:space="preserve"> Галузева структура та сировинна база. Особливості розміщення найважливіших галузей. Екологічні проблеми, пов’язані з розвитком хімічної промисловості.</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sz w:val="24"/>
          <w:lang w:val="uk-UA"/>
        </w:rPr>
        <w:t>Промисловість будівельних матеріалів.</w:t>
      </w:r>
      <w:r w:rsidRPr="001165A1">
        <w:rPr>
          <w:rFonts w:ascii="Times New Roman" w:hAnsi="Times New Roman" w:cs="Times New Roman"/>
          <w:color w:val="000000"/>
          <w:sz w:val="24"/>
          <w:lang w:val="uk-UA"/>
        </w:rPr>
        <w:t>Галузева структура та сировинна база. Цементна промисловість та основні центри її розміщення.</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Лісова, целюлозно-паперова і деревообробна промисловість</w:t>
      </w:r>
      <w:r w:rsidRPr="001165A1">
        <w:rPr>
          <w:rFonts w:ascii="Times New Roman" w:hAnsi="Times New Roman"/>
          <w:sz w:val="24"/>
          <w:szCs w:val="24"/>
          <w:lang w:val="uk-UA"/>
        </w:rPr>
        <w:t xml:space="preserve">. Галузева структура та сировинна база. Райони лісозаготівлі. Особливості розміщення провідних галузей.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sz w:val="24"/>
          <w:lang w:val="uk-UA"/>
        </w:rPr>
        <w:t>Соціальний комплекс.</w:t>
      </w:r>
      <w:r w:rsidRPr="001165A1">
        <w:rPr>
          <w:rFonts w:ascii="Times New Roman" w:hAnsi="Times New Roman" w:cs="Times New Roman"/>
          <w:sz w:val="24"/>
          <w:lang w:val="uk-UA"/>
        </w:rPr>
        <w:t xml:space="preserve"> Структура комплексу, значення для економіки країни. Легка промисловість. </w:t>
      </w:r>
      <w:r w:rsidRPr="001165A1">
        <w:rPr>
          <w:rFonts w:ascii="Times New Roman" w:hAnsi="Times New Roman" w:cs="Times New Roman"/>
          <w:color w:val="000000"/>
          <w:sz w:val="24"/>
          <w:lang w:val="uk-UA"/>
        </w:rPr>
        <w:t xml:space="preserve">Галузева структура. Особливості та центри розміщення найважливіших галузей. Галузі сфери послуг. Рекреаційно-туристичне господарство. </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Агропромисловий комплекс (АПК). </w:t>
      </w:r>
      <w:r w:rsidRPr="001165A1">
        <w:rPr>
          <w:rFonts w:ascii="Times New Roman" w:hAnsi="Times New Roman"/>
          <w:sz w:val="24"/>
          <w:szCs w:val="24"/>
          <w:lang w:val="uk-UA"/>
        </w:rPr>
        <w:t xml:space="preserve">Структура комплексу, значення для економіки країни. Сільське господарство. Природні та соціально-економічні передумови розвитку. Галузева структура. Рослинництво, його основні галузі і особливості розміщення. Тваринництво, його основні галузі й особливості розміщення. Приміські комплекси. Сільськогосподарські зони та їх спеціалізація. Харчова промисловість як основна переробна ланка АПК. Структура галузі, принципи орієнтації підприємств. Борошномельно-круп’яна, цукрова, олійно-жирова, спиртова, кондитерська, молочна, м’ясна галузі харчової промисловості, особливості розміщення, провідні центри. </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Транспорт. </w:t>
      </w:r>
      <w:r w:rsidRPr="001165A1">
        <w:rPr>
          <w:rFonts w:ascii="Times New Roman" w:hAnsi="Times New Roman"/>
          <w:sz w:val="24"/>
          <w:szCs w:val="24"/>
          <w:lang w:val="uk-UA"/>
        </w:rPr>
        <w:t xml:space="preserve">Роль транспорту в господарстві країни.Основні види транспорту. Залізничний транспорт. Залізнична мережа, структура вантажоперевезень. Географія автомобільного транспорту. Найважливіші автомагістралі. Географія морського, річкового, трубопровідного та авіаційного видів транспорту. Внутрішньоміський транспорт. Найважливіші транспортні вузли, річкові та морські порти. Транспортно-економічні райони України. </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Зовнішні економічні зв’язки України.</w:t>
      </w:r>
      <w:r w:rsidRPr="001165A1">
        <w:rPr>
          <w:rFonts w:ascii="Times New Roman" w:hAnsi="Times New Roman"/>
          <w:sz w:val="24"/>
          <w:szCs w:val="24"/>
          <w:lang w:val="uk-UA"/>
        </w:rPr>
        <w:t xml:space="preserve"> Внутрішньодержавні і міждержавні економічні зв’язки, їх суть і значення. Економічні зв’язки України з державами світу. Географія зовнішньої торгівлі.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Економічні райони.</w:t>
      </w:r>
      <w:r w:rsidRPr="001165A1">
        <w:rPr>
          <w:rFonts w:ascii="Times New Roman" w:hAnsi="Times New Roman" w:cs="Times New Roman"/>
          <w:color w:val="000000"/>
          <w:sz w:val="24"/>
          <w:lang w:val="uk-UA"/>
        </w:rPr>
        <w:t xml:space="preserve"> Поняття про економічний район та його основні ознаки. Історичні аспекти формування мережі економічних районів України. Сучасна мережа економічних районів країни.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 xml:space="preserve">Донецький економічний район. Економіко-географічне положення, адміністративний поділ. Економічна оцінка природних умов, природних і трудових ресурсів. Населення, його структура і розміщення. Основні міста. Загальна характеристика економіки, місце району в господарському комплексі країни. Галузі спеціалізації промислового комплексу.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Агропромисловий комплекс, його галузева структура. Географія основних галузей рослинництва і тваринництва. Формування спеціалізованих АПК і їх розміщення. Транспортний комплекс. Економічні зв’язки району. Головні проблеми району. Найбільші міста.</w:t>
      </w:r>
    </w:p>
    <w:p w:rsidR="002F62BB" w:rsidRPr="001165A1" w:rsidRDefault="002F62BB" w:rsidP="00DE3D45">
      <w:pPr>
        <w:pStyle w:val="a"/>
        <w:autoSpaceDE w:val="0"/>
        <w:spacing w:line="240" w:lineRule="atLeast"/>
        <w:ind w:firstLine="340"/>
        <w:jc w:val="both"/>
        <w:rPr>
          <w:rFonts w:ascii="Times New Roman" w:hAnsi="Times New Roman" w:cs="Times New Roman"/>
          <w:sz w:val="24"/>
          <w:lang w:val="uk-UA"/>
        </w:rPr>
      </w:pPr>
      <w:r w:rsidRPr="001165A1">
        <w:rPr>
          <w:rFonts w:ascii="Times New Roman" w:hAnsi="Times New Roman" w:cs="Times New Roman"/>
          <w:sz w:val="24"/>
          <w:lang w:val="uk-UA"/>
        </w:rPr>
        <w:t>Придніпровський, Північно-Східний, Столичний, Причорноморський, Центральний, Подільський, Карпатський та Північно-Західний райони (аналізуються за таким же планом, що й Донецький район).</w:t>
      </w:r>
    </w:p>
    <w:p w:rsidR="002F62BB" w:rsidRPr="001165A1" w:rsidRDefault="002F62BB" w:rsidP="00DE3D45">
      <w:pPr>
        <w:pStyle w:val="a"/>
        <w:autoSpaceDE w:val="0"/>
        <w:spacing w:line="240" w:lineRule="atLeast"/>
        <w:ind w:firstLine="340"/>
        <w:jc w:val="both"/>
        <w:rPr>
          <w:rFonts w:ascii="Times New Roman" w:hAnsi="Times New Roman" w:cs="Times New Roman"/>
          <w:sz w:val="24"/>
          <w:lang w:val="uk-UA"/>
        </w:rPr>
      </w:pPr>
    </w:p>
    <w:p w:rsidR="002F62BB" w:rsidRPr="001165A1" w:rsidRDefault="002F62BB" w:rsidP="00DE3D45">
      <w:pPr>
        <w:pStyle w:val="a"/>
        <w:autoSpaceDE w:val="0"/>
        <w:spacing w:line="240" w:lineRule="atLeast"/>
        <w:ind w:firstLine="340"/>
        <w:jc w:val="center"/>
        <w:rPr>
          <w:rFonts w:ascii="Times New Roman" w:hAnsi="Times New Roman" w:cs="Times New Roman"/>
          <w:b/>
          <w:sz w:val="24"/>
          <w:lang w:val="uk-UA"/>
        </w:rPr>
      </w:pPr>
      <w:r w:rsidRPr="001165A1">
        <w:rPr>
          <w:rFonts w:ascii="Times New Roman" w:hAnsi="Times New Roman" w:cs="Times New Roman"/>
          <w:b/>
          <w:sz w:val="24"/>
          <w:lang w:val="uk-UA"/>
        </w:rPr>
        <w:t>5. ЕКОНОМІЧНА ТА СОЦІАЛЬНА ГЕОГРАФІЯ СВІТУ</w:t>
      </w:r>
    </w:p>
    <w:p w:rsidR="002F62BB" w:rsidRPr="001165A1" w:rsidRDefault="002F62BB" w:rsidP="00DE3D45">
      <w:pPr>
        <w:pStyle w:val="a"/>
        <w:autoSpaceDE w:val="0"/>
        <w:spacing w:line="240" w:lineRule="atLeast"/>
        <w:ind w:firstLine="340"/>
        <w:jc w:val="center"/>
        <w:rPr>
          <w:rFonts w:ascii="Times New Roman" w:hAnsi="Times New Roman" w:cs="Times New Roman"/>
          <w:b/>
          <w:lang w:val="uk-UA"/>
        </w:rPr>
      </w:pP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color w:val="000000"/>
          <w:sz w:val="24"/>
          <w:lang w:val="uk-UA"/>
        </w:rPr>
        <w:t>Загальна економіко-географічна характеристика світу.</w:t>
      </w:r>
      <w:r w:rsidRPr="001165A1">
        <w:rPr>
          <w:rFonts w:ascii="Times New Roman" w:hAnsi="Times New Roman" w:cs="Times New Roman"/>
          <w:color w:val="000000"/>
          <w:sz w:val="24"/>
          <w:lang w:val="uk-UA"/>
        </w:rPr>
        <w:t xml:space="preserve"> Сучасна політична карта світу. Поняття політичної карти світу. Етапи формування.</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Групування країн світу (за розмірами території, кількістю населення, структурою господарства).</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Соціально-економічна типологія країн світу. Показники, що визначають рівень економічного розвитку країн світу. Державний лад і державний устрій країн світу. Дві основні форми правління: республіканська і монархічна. Основні форми адміністративно-територіального устрою: унітарна і федеративна.</w:t>
      </w:r>
    </w:p>
    <w:p w:rsidR="002F62BB" w:rsidRPr="001165A1" w:rsidRDefault="002F62BB" w:rsidP="00DE3D45">
      <w:pPr>
        <w:pStyle w:val="BodyTextIndent"/>
        <w:spacing w:after="0" w:line="240" w:lineRule="atLeast"/>
        <w:jc w:val="both"/>
        <w:rPr>
          <w:rFonts w:ascii="Times New Roman" w:hAnsi="Times New Roman"/>
        </w:rPr>
      </w:pPr>
      <w:r w:rsidRPr="001165A1">
        <w:rPr>
          <w:rFonts w:ascii="Times New Roman" w:hAnsi="Times New Roman"/>
          <w:sz w:val="24"/>
          <w:szCs w:val="24"/>
        </w:rPr>
        <w:t>Міжнародні відносини й політична карта світу. Сучасна політична карта частин світу.</w:t>
      </w:r>
    </w:p>
    <w:p w:rsidR="002F62BB" w:rsidRPr="001165A1" w:rsidRDefault="002F62BB" w:rsidP="00DE3D45">
      <w:pPr>
        <w:pStyle w:val="a0"/>
        <w:tabs>
          <w:tab w:val="left" w:pos="3765"/>
        </w:tabs>
        <w:spacing w:line="240" w:lineRule="atLeast"/>
        <w:jc w:val="both"/>
        <w:rPr>
          <w:rFonts w:ascii="Times New Roman" w:hAnsi="Times New Roman"/>
          <w:lang w:val="uk-UA"/>
        </w:rPr>
      </w:pPr>
      <w:r w:rsidRPr="001165A1">
        <w:rPr>
          <w:rFonts w:ascii="Times New Roman" w:hAnsi="Times New Roman"/>
          <w:b/>
          <w:bCs/>
          <w:sz w:val="24"/>
          <w:szCs w:val="24"/>
          <w:lang w:val="uk-UA"/>
        </w:rPr>
        <w:t xml:space="preserve">Географія населення світу. </w:t>
      </w:r>
      <w:r w:rsidRPr="001165A1">
        <w:rPr>
          <w:rFonts w:ascii="Times New Roman" w:hAnsi="Times New Roman"/>
          <w:sz w:val="24"/>
          <w:szCs w:val="24"/>
          <w:lang w:val="uk-UA"/>
        </w:rPr>
        <w:t>Населення – головна продуктивна сила суспільства. Чисельність населення земної кулі і його динаміка. Відтворення (природний рух) населення. Чинники, що визначають особливості природного руху населення світу. Типи відтворення населення. Концепція демографічного переходу. Демографічна політика та механізми іі реалізації у країнах із різним типом відтворення населення.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Поняття про раси. Дослідження видатного російського вченого М.М. Міклухо-Маклая на Новій Гвінеї та їх значення. Основні та перехідні типи рас. Географія рас.</w:t>
      </w:r>
    </w:p>
    <w:p w:rsidR="002F62BB" w:rsidRPr="001165A1" w:rsidRDefault="002F62BB" w:rsidP="00DE3D45">
      <w:pPr>
        <w:pStyle w:val="BodyTextIndent"/>
        <w:spacing w:after="0" w:line="240" w:lineRule="atLeast"/>
        <w:ind w:left="0" w:firstLine="340"/>
        <w:jc w:val="both"/>
        <w:rPr>
          <w:rFonts w:ascii="Times New Roman" w:hAnsi="Times New Roman"/>
        </w:rPr>
      </w:pPr>
      <w:r w:rsidRPr="001165A1">
        <w:rPr>
          <w:rFonts w:ascii="Times New Roman" w:hAnsi="Times New Roman"/>
          <w:sz w:val="24"/>
          <w:szCs w:val="24"/>
        </w:rPr>
        <w:t>Етнічний склад населення світу. Процеси консолідації та асиміляції. Принципи класифікації етносів. Найчисленніші народи і мовні сім’ї світу.</w:t>
      </w:r>
    </w:p>
    <w:p w:rsidR="002F62BB" w:rsidRPr="001165A1" w:rsidRDefault="002F62BB" w:rsidP="00DE3D45">
      <w:pPr>
        <w:pStyle w:val="BodyTextIndent"/>
        <w:spacing w:after="0" w:line="240" w:lineRule="atLeast"/>
        <w:ind w:left="0" w:firstLine="340"/>
        <w:jc w:val="both"/>
        <w:rPr>
          <w:rFonts w:ascii="Times New Roman" w:hAnsi="Times New Roman"/>
          <w:sz w:val="24"/>
          <w:szCs w:val="24"/>
        </w:rPr>
      </w:pPr>
      <w:r w:rsidRPr="001165A1">
        <w:rPr>
          <w:rFonts w:ascii="Times New Roman" w:hAnsi="Times New Roman"/>
          <w:sz w:val="24"/>
          <w:szCs w:val="24"/>
        </w:rPr>
        <w:t xml:space="preserve">Міграції населення. Поняття про зовнішні і внутрішні міграції. Чинники та показники міграційної рухомості населення. Класифікація міграцій. Міграційна політика. Географія найбільших міграцій світу.  </w:t>
      </w:r>
    </w:p>
    <w:p w:rsidR="002F62BB" w:rsidRPr="001165A1" w:rsidRDefault="002F62BB" w:rsidP="00DE3D45">
      <w:pPr>
        <w:pStyle w:val="BodyTextIndent"/>
        <w:spacing w:after="0" w:line="240" w:lineRule="atLeast"/>
        <w:ind w:left="0" w:firstLine="340"/>
        <w:jc w:val="both"/>
        <w:rPr>
          <w:rFonts w:ascii="Times New Roman" w:hAnsi="Times New Roman"/>
        </w:rPr>
      </w:pPr>
      <w:r w:rsidRPr="001165A1">
        <w:rPr>
          <w:rFonts w:ascii="Times New Roman" w:hAnsi="Times New Roman"/>
          <w:sz w:val="24"/>
          <w:szCs w:val="24"/>
        </w:rPr>
        <w:t xml:space="preserve">Особливості розміщення населення світу та чинники, що їх визначають. Загальні риси заселеності Землі. Регіони високої та низької щільності населення. </w:t>
      </w:r>
    </w:p>
    <w:p w:rsidR="002F62BB" w:rsidRPr="001165A1" w:rsidRDefault="002F62BB" w:rsidP="00DE3D45">
      <w:pPr>
        <w:pStyle w:val="a"/>
        <w:autoSpaceDE w:val="0"/>
        <w:spacing w:line="240" w:lineRule="atLeast"/>
        <w:ind w:firstLine="340"/>
        <w:jc w:val="both"/>
        <w:rPr>
          <w:rFonts w:ascii="Times New Roman" w:hAnsi="Times New Roman" w:cs="Times New Roman"/>
          <w:color w:val="000000"/>
          <w:sz w:val="24"/>
          <w:lang w:val="uk-UA"/>
        </w:rPr>
      </w:pPr>
      <w:r w:rsidRPr="001165A1">
        <w:rPr>
          <w:rFonts w:ascii="Times New Roman" w:hAnsi="Times New Roman" w:cs="Times New Roman"/>
          <w:color w:val="000000"/>
          <w:sz w:val="24"/>
          <w:lang w:val="uk-UA"/>
        </w:rPr>
        <w:t xml:space="preserve">Урбанізаційні процеси. Закономірності та просторові особливості сучасних урбанізаційних процесів. Агломерації: будова, критерії виокремлення, стадійність розвитку. Субурбанізація та її причини. </w:t>
      </w:r>
    </w:p>
    <w:p w:rsidR="002F62BB" w:rsidRPr="001165A1" w:rsidRDefault="002F62BB" w:rsidP="00DE3D45">
      <w:pPr>
        <w:pStyle w:val="a"/>
        <w:autoSpaceDE w:val="0"/>
        <w:spacing w:line="240" w:lineRule="atLeast"/>
        <w:ind w:firstLine="340"/>
        <w:jc w:val="both"/>
        <w:rPr>
          <w:rFonts w:ascii="Times New Roman" w:hAnsi="Times New Roman" w:cs="Times New Roman"/>
          <w:color w:val="000000"/>
          <w:sz w:val="24"/>
          <w:lang w:val="uk-UA"/>
        </w:rPr>
      </w:pPr>
      <w:r w:rsidRPr="001165A1">
        <w:rPr>
          <w:rFonts w:ascii="Times New Roman" w:hAnsi="Times New Roman" w:cs="Times New Roman"/>
          <w:color w:val="000000"/>
          <w:sz w:val="24"/>
          <w:lang w:val="uk-UA"/>
        </w:rPr>
        <w:t>Сільське розселення. Типи сільських населених пунктів.</w:t>
      </w:r>
    </w:p>
    <w:p w:rsidR="002F62BB" w:rsidRPr="001165A1" w:rsidRDefault="002F62BB" w:rsidP="00DE3D45">
      <w:pPr>
        <w:pStyle w:val="a0"/>
        <w:spacing w:line="240" w:lineRule="atLeast"/>
        <w:jc w:val="left"/>
        <w:rPr>
          <w:rFonts w:ascii="Times New Roman" w:hAnsi="Times New Roman"/>
          <w:lang w:val="uk-UA"/>
        </w:rPr>
      </w:pPr>
      <w:r w:rsidRPr="001165A1">
        <w:rPr>
          <w:rFonts w:ascii="Times New Roman" w:hAnsi="Times New Roman"/>
          <w:b/>
          <w:bCs/>
          <w:sz w:val="24"/>
          <w:szCs w:val="24"/>
          <w:lang w:val="uk-UA"/>
        </w:rPr>
        <w:t>Географія світових природних ресурсів. Екологічні проблеми.</w:t>
      </w:r>
    </w:p>
    <w:p w:rsidR="002F62BB" w:rsidRPr="001165A1" w:rsidRDefault="002F62BB" w:rsidP="00DE3D45">
      <w:pPr>
        <w:pStyle w:val="BodyTextIndent"/>
        <w:spacing w:after="0" w:line="240" w:lineRule="atLeast"/>
        <w:ind w:left="0" w:firstLine="340"/>
        <w:jc w:val="both"/>
        <w:rPr>
          <w:rFonts w:ascii="Times New Roman" w:hAnsi="Times New Roman"/>
        </w:rPr>
      </w:pPr>
      <w:r w:rsidRPr="001165A1">
        <w:rPr>
          <w:rFonts w:ascii="Times New Roman" w:hAnsi="Times New Roman"/>
          <w:sz w:val="24"/>
          <w:szCs w:val="24"/>
        </w:rPr>
        <w:t>Географічне середовище як сфера взаємодії суспільства і природи. Світові природні ресурси. Ресурсозабезпеченість. Основні риси географії мінеральних, земельних, водних, лісових ресурсів світу.</w:t>
      </w:r>
    </w:p>
    <w:p w:rsidR="002F62BB" w:rsidRPr="001165A1" w:rsidRDefault="002F62BB" w:rsidP="00DE3D45">
      <w:pPr>
        <w:pStyle w:val="BodyTextIndent"/>
        <w:spacing w:after="0" w:line="240" w:lineRule="atLeast"/>
        <w:ind w:left="0" w:firstLine="340"/>
        <w:rPr>
          <w:rFonts w:ascii="Times New Roman" w:hAnsi="Times New Roman"/>
        </w:rPr>
      </w:pPr>
      <w:r w:rsidRPr="001165A1">
        <w:rPr>
          <w:rFonts w:ascii="Times New Roman" w:hAnsi="Times New Roman"/>
          <w:sz w:val="24"/>
          <w:szCs w:val="24"/>
        </w:rPr>
        <w:t>Забруднення навколишнього середовища, екологічні проблеми людства. Шляхи розв’язання екологічних проблем, їх географічні особливості.</w:t>
      </w:r>
    </w:p>
    <w:p w:rsidR="002F62BB" w:rsidRPr="001165A1" w:rsidRDefault="002F62BB" w:rsidP="00DE3D45">
      <w:pPr>
        <w:pStyle w:val="a0"/>
        <w:spacing w:line="240" w:lineRule="atLeast"/>
        <w:jc w:val="both"/>
        <w:rPr>
          <w:rFonts w:ascii="Times New Roman" w:hAnsi="Times New Roman"/>
          <w:lang w:val="uk-UA"/>
        </w:rPr>
      </w:pPr>
      <w:r w:rsidRPr="001165A1">
        <w:rPr>
          <w:rFonts w:ascii="Times New Roman" w:hAnsi="Times New Roman"/>
          <w:b/>
          <w:bCs/>
          <w:sz w:val="24"/>
          <w:szCs w:val="24"/>
          <w:lang w:val="uk-UA"/>
        </w:rPr>
        <w:t xml:space="preserve">Світове господарство. </w:t>
      </w:r>
      <w:r w:rsidRPr="001165A1">
        <w:rPr>
          <w:rFonts w:ascii="Times New Roman" w:hAnsi="Times New Roman"/>
          <w:sz w:val="24"/>
          <w:szCs w:val="24"/>
          <w:lang w:val="uk-UA"/>
        </w:rPr>
        <w:t>Світове господарство, етапи його формування. Поняття про географічний поділ праці. Міжнародний поділ праці. Спеціалізація і кооперування, інтеграція країн світу. Міжнародний географічний поділ праці між розвиненими країнами і країнами, що розвиваються.</w:t>
      </w:r>
    </w:p>
    <w:p w:rsidR="002F62BB" w:rsidRPr="001165A1" w:rsidRDefault="002F62BB" w:rsidP="00DE3D45">
      <w:pPr>
        <w:pStyle w:val="BodyTextIndent"/>
        <w:spacing w:after="0" w:line="240" w:lineRule="atLeast"/>
        <w:ind w:left="0" w:firstLine="283"/>
        <w:jc w:val="both"/>
        <w:rPr>
          <w:rFonts w:ascii="Times New Roman" w:hAnsi="Times New Roman"/>
        </w:rPr>
      </w:pPr>
      <w:r w:rsidRPr="001165A1">
        <w:rPr>
          <w:rFonts w:ascii="Times New Roman" w:hAnsi="Times New Roman"/>
          <w:sz w:val="24"/>
          <w:szCs w:val="24"/>
        </w:rPr>
        <w:t>Світове господарство в період науково-технічної революції. Вплив НТР на галузеву структуру і розміщення виробництва; фактори розміщення.</w:t>
      </w:r>
    </w:p>
    <w:p w:rsidR="002F62BB" w:rsidRPr="001165A1" w:rsidRDefault="002F62BB" w:rsidP="00DE3D45">
      <w:pPr>
        <w:pStyle w:val="BodyTextIndent"/>
        <w:spacing w:after="0" w:line="240" w:lineRule="atLeast"/>
        <w:ind w:left="0" w:firstLine="283"/>
        <w:jc w:val="both"/>
        <w:rPr>
          <w:rFonts w:ascii="Times New Roman" w:hAnsi="Times New Roman"/>
        </w:rPr>
      </w:pPr>
      <w:r w:rsidRPr="001165A1">
        <w:rPr>
          <w:rFonts w:ascii="Times New Roman" w:hAnsi="Times New Roman"/>
          <w:b/>
          <w:bCs/>
          <w:sz w:val="24"/>
          <w:szCs w:val="24"/>
        </w:rPr>
        <w:t xml:space="preserve">Географія галузей світового господарства. </w:t>
      </w:r>
      <w:r w:rsidRPr="001165A1">
        <w:rPr>
          <w:rFonts w:ascii="Times New Roman" w:hAnsi="Times New Roman"/>
          <w:sz w:val="24"/>
          <w:szCs w:val="24"/>
        </w:rPr>
        <w:t>Географія промисловості світу. Світова паливно-енергетична система (сировинна база та її розміщення, рівні розвитку вугільної, нафтової і газової промисловості й електроенергетики в країнах світу та їх співробітництво).</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 xml:space="preserve">Металургійна промисловість світу, основні риси її розміщення, найбільші промислові райони. Машинобудівна промисловість, особливості розміщення найважливіших галузей. Спеціалізація і кооперування країн світу в галузях машинобудування. Хімічна індустрія світу.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Географія світового сільського господарства. Галузева структура. Особливості розміщення галузей рослинництва і тваринництва, найбільші сільськогосподарські райони. Створення АПК.</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 xml:space="preserve">Географія світового транспорту. Розміщення найважливіших видів транспорту  (залізничного, автомобільного, морського, річкового). Типи транспортних систем.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Зовнішні економічні зв’язки світу, їх форми. Міжнародний туризм.</w:t>
      </w:r>
    </w:p>
    <w:p w:rsidR="002F62BB" w:rsidRPr="001165A1" w:rsidRDefault="002F62BB" w:rsidP="00DE3D45">
      <w:pPr>
        <w:pStyle w:val="BodyTextIndent"/>
        <w:spacing w:after="0" w:line="240" w:lineRule="atLeast"/>
        <w:ind w:left="0"/>
        <w:rPr>
          <w:rFonts w:ascii="Times New Roman" w:hAnsi="Times New Roman"/>
        </w:rPr>
      </w:pPr>
      <w:r w:rsidRPr="001165A1">
        <w:rPr>
          <w:rFonts w:ascii="Times New Roman" w:hAnsi="Times New Roman"/>
          <w:sz w:val="24"/>
          <w:szCs w:val="24"/>
        </w:rPr>
        <w:t xml:space="preserve">Глобальні проблеми людства (війни і миру, екологічна, сировинна, демографічна та ін.).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b/>
          <w:bCs/>
          <w:color w:val="000000"/>
          <w:sz w:val="24"/>
          <w:lang w:val="uk-UA"/>
        </w:rPr>
        <w:t>Регіони та країни світу.</w:t>
      </w:r>
      <w:r w:rsidRPr="001165A1">
        <w:rPr>
          <w:rFonts w:ascii="Times New Roman" w:hAnsi="Times New Roman" w:cs="Times New Roman"/>
          <w:color w:val="000000"/>
          <w:sz w:val="24"/>
          <w:lang w:val="uk-UA"/>
        </w:rPr>
        <w:t xml:space="preserve"> Країни Європи. Загальна характеристика регіону, йо склад. Характеристика господарства країн і значення інтеграційних процесів у його формуванні. Економіко-географічна характеристика ФРН, Великої Британії, Франції, Італії, Росії.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Країни Азії. Загальний огляд, склад регіону, різноманітність типів країн. Економіко-географічна характеристика Китаю, Японії, Індії. Нові індустріальні країни Азії, особливості господарства, причини швидкого економічного розвитку. Загальна характеристика  Південно-Західної Азії.</w:t>
      </w:r>
    </w:p>
    <w:p w:rsidR="002F62BB" w:rsidRPr="001165A1" w:rsidRDefault="002F62BB" w:rsidP="00DE3D45">
      <w:pPr>
        <w:pStyle w:val="BodyTextIndent"/>
        <w:spacing w:after="0" w:line="240" w:lineRule="atLeast"/>
        <w:ind w:left="0" w:firstLine="426"/>
        <w:jc w:val="both"/>
        <w:rPr>
          <w:rFonts w:ascii="Times New Roman" w:hAnsi="Times New Roman"/>
          <w:sz w:val="24"/>
          <w:szCs w:val="24"/>
        </w:rPr>
      </w:pPr>
      <w:r w:rsidRPr="001165A1">
        <w:rPr>
          <w:rFonts w:ascii="Times New Roman" w:hAnsi="Times New Roman"/>
          <w:sz w:val="24"/>
          <w:szCs w:val="24"/>
        </w:rPr>
        <w:t xml:space="preserve">Країни Америки. Загальна економіко-географічна характеристика США та Канади. Країни Латинської Америки. Склад території, різноманітність країн, особливостінаселення, структура економіки, участь у міжнародному поділі праці.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 xml:space="preserve">Країни Африки. Склад території, історія формування політичної карти, особливості галузевої та територіальної структури економіки. </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r w:rsidRPr="001165A1">
        <w:rPr>
          <w:rFonts w:ascii="Times New Roman" w:hAnsi="Times New Roman" w:cs="Times New Roman"/>
          <w:color w:val="000000"/>
          <w:sz w:val="24"/>
          <w:lang w:val="uk-UA"/>
        </w:rPr>
        <w:t>Економіко-географічна характеристика Австралії.</w:t>
      </w:r>
    </w:p>
    <w:p w:rsidR="002F62BB" w:rsidRPr="001165A1" w:rsidRDefault="002F62BB" w:rsidP="00DE3D45">
      <w:pPr>
        <w:pStyle w:val="a"/>
        <w:autoSpaceDE w:val="0"/>
        <w:spacing w:line="240" w:lineRule="atLeast"/>
        <w:ind w:firstLine="340"/>
        <w:jc w:val="both"/>
        <w:rPr>
          <w:rFonts w:ascii="Times New Roman" w:hAnsi="Times New Roman" w:cs="Times New Roman"/>
          <w:lang w:val="uk-UA"/>
        </w:rPr>
      </w:pPr>
    </w:p>
    <w:p w:rsidR="002F62BB" w:rsidRPr="001165A1" w:rsidRDefault="002F62BB" w:rsidP="00DE3D45">
      <w:pPr>
        <w:pStyle w:val="a"/>
        <w:spacing w:line="240" w:lineRule="atLeast"/>
        <w:rPr>
          <w:rFonts w:ascii="Times New Roman" w:hAnsi="Times New Roman" w:cs="Times New Roman"/>
          <w:lang w:val="uk-UA"/>
        </w:rPr>
      </w:pPr>
    </w:p>
    <w:p w:rsidR="002F62BB" w:rsidRPr="001165A1" w:rsidRDefault="002F62BB" w:rsidP="00DE3D45">
      <w:pPr>
        <w:pStyle w:val="a"/>
        <w:spacing w:line="240" w:lineRule="auto"/>
        <w:jc w:val="center"/>
        <w:rPr>
          <w:rFonts w:ascii="Times New Roman" w:hAnsi="Times New Roman" w:cs="Times New Roman"/>
          <w:b/>
          <w:sz w:val="24"/>
          <w:lang w:val="uk-UA"/>
        </w:rPr>
      </w:pPr>
      <w:r w:rsidRPr="001165A1">
        <w:rPr>
          <w:rFonts w:ascii="Times New Roman" w:hAnsi="Times New Roman" w:cs="Times New Roman"/>
          <w:b/>
          <w:sz w:val="24"/>
          <w:lang w:val="en-US"/>
        </w:rPr>
        <w:t>V</w:t>
      </w:r>
      <w:r w:rsidRPr="001165A1">
        <w:rPr>
          <w:rFonts w:ascii="Times New Roman" w:hAnsi="Times New Roman" w:cs="Times New Roman"/>
          <w:b/>
          <w:sz w:val="24"/>
        </w:rPr>
        <w:t xml:space="preserve">. </w:t>
      </w:r>
      <w:r w:rsidRPr="001165A1">
        <w:rPr>
          <w:rFonts w:ascii="Times New Roman" w:hAnsi="Times New Roman" w:cs="Times New Roman"/>
          <w:b/>
          <w:sz w:val="24"/>
          <w:lang w:val="uk-UA"/>
        </w:rPr>
        <w:t xml:space="preserve"> СПИСОК РЕКОМЕНДОВАНОЇ ЛІТЕРАТУРИ</w:t>
      </w:r>
    </w:p>
    <w:p w:rsidR="002F62BB" w:rsidRPr="001165A1" w:rsidRDefault="002F62BB" w:rsidP="00DE3D45">
      <w:pPr>
        <w:pStyle w:val="a"/>
        <w:spacing w:line="240" w:lineRule="auto"/>
        <w:jc w:val="center"/>
        <w:rPr>
          <w:rFonts w:ascii="Times New Roman" w:hAnsi="Times New Roman" w:cs="Times New Roman"/>
        </w:rPr>
      </w:pPr>
    </w:p>
    <w:p w:rsidR="002F62BB" w:rsidRPr="001165A1" w:rsidRDefault="002F62BB" w:rsidP="00DE3D45">
      <w:pPr>
        <w:pStyle w:val="a"/>
        <w:shd w:val="clear" w:color="auto" w:fill="FFFFFF"/>
        <w:tabs>
          <w:tab w:val="clear" w:pos="709"/>
          <w:tab w:val="left" w:pos="426"/>
          <w:tab w:val="left" w:pos="851"/>
        </w:tabs>
        <w:spacing w:line="322" w:lineRule="exact"/>
        <w:ind w:firstLine="284"/>
        <w:jc w:val="both"/>
        <w:rPr>
          <w:rFonts w:ascii="Times New Roman" w:hAnsi="Times New Roman" w:cs="Times New Roman"/>
          <w:sz w:val="24"/>
          <w:lang w:val="uk-UA"/>
        </w:rPr>
      </w:pPr>
      <w:r w:rsidRPr="001165A1">
        <w:rPr>
          <w:rFonts w:ascii="Times New Roman" w:hAnsi="Times New Roman" w:cs="Times New Roman"/>
          <w:sz w:val="24"/>
          <w:lang w:val="uk-UA"/>
        </w:rPr>
        <w:t>1. Бойко В.М. Географія. Підручник для 6 класу загальноосвітніх навчальних закладів / В.М. Бойко, С.В. Міхелі. – Харків: СИЦИЯ, 2014. – 256 с.</w:t>
      </w:r>
    </w:p>
    <w:p w:rsidR="002F62BB" w:rsidRPr="001165A1" w:rsidRDefault="002F62BB" w:rsidP="00DE3D45">
      <w:pPr>
        <w:pStyle w:val="a"/>
        <w:shd w:val="clear" w:color="auto" w:fill="FFFFFF"/>
        <w:tabs>
          <w:tab w:val="clear" w:pos="709"/>
          <w:tab w:val="left" w:pos="426"/>
          <w:tab w:val="left" w:pos="851"/>
        </w:tabs>
        <w:spacing w:line="322" w:lineRule="exact"/>
        <w:jc w:val="both"/>
        <w:rPr>
          <w:rFonts w:ascii="Times New Roman" w:hAnsi="Times New Roman" w:cs="Times New Roman"/>
          <w:sz w:val="24"/>
          <w:lang w:val="uk-UA"/>
        </w:rPr>
      </w:pPr>
      <w:r w:rsidRPr="001165A1">
        <w:rPr>
          <w:rFonts w:ascii="Times New Roman" w:hAnsi="Times New Roman" w:cs="Times New Roman"/>
          <w:sz w:val="24"/>
          <w:lang w:val="uk-UA"/>
        </w:rPr>
        <w:tab/>
        <w:t>2.  Бойко В.М. Географія материків і океанів. Підручник для 7 класу загальноосвітніх навчальних закладів / В.М. Бойко, С.В. Міхелі. – Київ: Зодіак-Еко, 2007. – 288 с.</w:t>
      </w:r>
    </w:p>
    <w:p w:rsidR="002F62BB" w:rsidRPr="001165A1" w:rsidRDefault="002F62BB" w:rsidP="00DE3D45">
      <w:pPr>
        <w:widowControl w:val="0"/>
        <w:tabs>
          <w:tab w:val="left" w:pos="426"/>
        </w:tabs>
        <w:spacing w:after="0"/>
        <w:jc w:val="both"/>
        <w:rPr>
          <w:rFonts w:ascii="Times New Roman" w:hAnsi="Times New Roman"/>
          <w:sz w:val="24"/>
          <w:szCs w:val="24"/>
        </w:rPr>
      </w:pPr>
      <w:r w:rsidRPr="001165A1">
        <w:rPr>
          <w:rFonts w:ascii="Times New Roman" w:hAnsi="Times New Roman"/>
          <w:sz w:val="24"/>
          <w:szCs w:val="24"/>
        </w:rPr>
        <w:tab/>
        <w:t>3. Пестушко В. Ю. Географія материків і океанів : Підруч. для 7 кл. загальноосвіт. навч. закладів / В. Ю. Пестушко, Г. Ш. Уварова – К. : Генеза, 2007. – С. 264 с.</w:t>
      </w:r>
    </w:p>
    <w:p w:rsidR="002F62BB" w:rsidRPr="001165A1" w:rsidRDefault="002F62BB" w:rsidP="00DE3D45">
      <w:pPr>
        <w:pStyle w:val="a"/>
        <w:shd w:val="clear" w:color="auto" w:fill="FFFFFF"/>
        <w:tabs>
          <w:tab w:val="clear" w:pos="709"/>
          <w:tab w:val="left" w:pos="426"/>
          <w:tab w:val="left" w:pos="851"/>
        </w:tabs>
        <w:spacing w:line="322" w:lineRule="exact"/>
        <w:jc w:val="both"/>
        <w:rPr>
          <w:rFonts w:ascii="Times New Roman" w:hAnsi="Times New Roman" w:cs="Times New Roman"/>
          <w:sz w:val="24"/>
          <w:lang w:val="uk-UA"/>
        </w:rPr>
      </w:pPr>
      <w:r w:rsidRPr="001165A1">
        <w:rPr>
          <w:rFonts w:ascii="Times New Roman" w:hAnsi="Times New Roman" w:cs="Times New Roman"/>
          <w:sz w:val="24"/>
          <w:lang w:val="uk-UA"/>
        </w:rPr>
        <w:tab/>
        <w:t>4. Кобернік С.Г. Географія материків і океанів. Підручник для 7 класу загальноосвітніх навчальних закладів / С.Г. Кобернік, Р.Р. Коваленко. – Київ: Навч. книга, 2007. – 272 с.</w:t>
      </w:r>
    </w:p>
    <w:p w:rsidR="002F62BB" w:rsidRPr="001165A1" w:rsidRDefault="002F62BB" w:rsidP="00DE3D45">
      <w:pPr>
        <w:pStyle w:val="a"/>
        <w:shd w:val="clear" w:color="auto" w:fill="FFFFFF"/>
        <w:tabs>
          <w:tab w:val="clear" w:pos="709"/>
          <w:tab w:val="left" w:pos="426"/>
          <w:tab w:val="left" w:pos="851"/>
        </w:tabs>
        <w:spacing w:line="240" w:lineRule="auto"/>
        <w:jc w:val="both"/>
        <w:rPr>
          <w:rFonts w:ascii="Times New Roman" w:hAnsi="Times New Roman" w:cs="Times New Roman"/>
          <w:sz w:val="24"/>
          <w:lang w:val="uk-UA"/>
        </w:rPr>
      </w:pPr>
      <w:r w:rsidRPr="001165A1">
        <w:rPr>
          <w:rFonts w:ascii="Times New Roman" w:hAnsi="Times New Roman" w:cs="Times New Roman"/>
          <w:sz w:val="24"/>
          <w:lang w:val="uk-UA"/>
        </w:rPr>
        <w:tab/>
        <w:t xml:space="preserve">5. Шищенко П.Г. Географія України. Підручник для 8 класу загальноосвітніх навчальних закладів / П.Г. Шищенко, Н.В. Муніч. – К.: Видавничий дім “Освіта”, 2011. – 240 с. </w:t>
      </w:r>
    </w:p>
    <w:p w:rsidR="002F62BB" w:rsidRPr="001165A1" w:rsidRDefault="002F62BB" w:rsidP="00DE3D45">
      <w:pPr>
        <w:pStyle w:val="a"/>
        <w:shd w:val="clear" w:color="auto" w:fill="FFFFFF"/>
        <w:tabs>
          <w:tab w:val="clear" w:pos="709"/>
          <w:tab w:val="left" w:pos="426"/>
          <w:tab w:val="left" w:pos="851"/>
        </w:tabs>
        <w:spacing w:line="240" w:lineRule="auto"/>
        <w:jc w:val="both"/>
        <w:rPr>
          <w:rFonts w:ascii="Times New Roman" w:hAnsi="Times New Roman" w:cs="Times New Roman"/>
          <w:sz w:val="24"/>
          <w:lang w:val="uk-UA"/>
        </w:rPr>
      </w:pPr>
      <w:r w:rsidRPr="001165A1">
        <w:rPr>
          <w:rFonts w:ascii="Times New Roman" w:hAnsi="Times New Roman" w:cs="Times New Roman"/>
          <w:sz w:val="24"/>
          <w:lang w:val="uk-UA"/>
        </w:rPr>
        <w:tab/>
        <w:t>6. Масляк П.О. Економічна та соціальна географія України. Підручник для 9 класу загальноосвітніх навчальних закладів / П.О. Масляк. – К.: Педагогічна преса, 2005. – 288 с.</w:t>
      </w:r>
    </w:p>
    <w:p w:rsidR="002F62BB" w:rsidRPr="001165A1" w:rsidRDefault="002F62BB" w:rsidP="00DE3D45">
      <w:pPr>
        <w:spacing w:after="0" w:line="240" w:lineRule="auto"/>
        <w:ind w:firstLine="708"/>
        <w:jc w:val="both"/>
        <w:rPr>
          <w:rFonts w:ascii="Times New Roman" w:hAnsi="Times New Roman"/>
          <w:sz w:val="24"/>
          <w:szCs w:val="24"/>
        </w:rPr>
      </w:pPr>
      <w:r w:rsidRPr="001165A1">
        <w:rPr>
          <w:rFonts w:ascii="Times New Roman" w:hAnsi="Times New Roman"/>
          <w:sz w:val="24"/>
          <w:szCs w:val="24"/>
        </w:rPr>
        <w:t>7. Пестушко В.Ю. Географія: Підруч. для 9 кл. загальноосвіт. навч. закл. / В.Ю. Пестушко, Г.Ш. Уварова. – Київ: Генеза, 2009. – с. 321 с.</w:t>
      </w:r>
    </w:p>
    <w:p w:rsidR="002F62BB" w:rsidRPr="001165A1" w:rsidRDefault="002F62BB" w:rsidP="00DE3D45">
      <w:pPr>
        <w:spacing w:after="0" w:line="240" w:lineRule="auto"/>
        <w:ind w:firstLine="708"/>
        <w:jc w:val="both"/>
        <w:rPr>
          <w:rFonts w:ascii="Times New Roman" w:hAnsi="Times New Roman"/>
          <w:sz w:val="24"/>
          <w:szCs w:val="24"/>
        </w:rPr>
      </w:pPr>
      <w:r w:rsidRPr="001165A1">
        <w:rPr>
          <w:rFonts w:ascii="Times New Roman" w:hAnsi="Times New Roman"/>
          <w:sz w:val="24"/>
          <w:szCs w:val="24"/>
        </w:rPr>
        <w:t>8. Гілецький Й. Географія: Економічна і соціальна географія України. Підручник для учнів 9 класу загальноосвітніх навчальних закладів. – Тернопіль: Підручники і посібники, 2009. –  272 с.</w:t>
      </w:r>
    </w:p>
    <w:p w:rsidR="002F62BB" w:rsidRPr="001165A1" w:rsidRDefault="002F62BB" w:rsidP="00DE3D45">
      <w:pPr>
        <w:spacing w:after="0" w:line="240" w:lineRule="auto"/>
        <w:ind w:firstLine="708"/>
        <w:jc w:val="both"/>
        <w:rPr>
          <w:rFonts w:ascii="Times New Roman" w:hAnsi="Times New Roman"/>
          <w:sz w:val="24"/>
          <w:szCs w:val="24"/>
        </w:rPr>
      </w:pPr>
      <w:r w:rsidRPr="001165A1">
        <w:rPr>
          <w:rFonts w:ascii="Times New Roman" w:hAnsi="Times New Roman"/>
          <w:sz w:val="24"/>
          <w:szCs w:val="24"/>
        </w:rPr>
        <w:t xml:space="preserve">9. Паламарчук Л.Б. Географія: підруч. Для 10 кл. загальноосвіт. навч. закл. / Л.Б. Паламарчук, Т.Г. Гільберг, В.В. Безуглий. – К.: Генеза, 2010. – 312 с. </w:t>
      </w:r>
    </w:p>
    <w:p w:rsidR="002F62BB" w:rsidRPr="001165A1" w:rsidRDefault="002F62BB" w:rsidP="00DE3D45">
      <w:pPr>
        <w:spacing w:after="0" w:line="240" w:lineRule="auto"/>
        <w:ind w:firstLine="708"/>
        <w:jc w:val="both"/>
        <w:rPr>
          <w:rFonts w:ascii="Times New Roman" w:hAnsi="Times New Roman"/>
          <w:sz w:val="24"/>
          <w:szCs w:val="24"/>
        </w:rPr>
      </w:pPr>
      <w:r w:rsidRPr="001165A1">
        <w:rPr>
          <w:rFonts w:ascii="Times New Roman" w:hAnsi="Times New Roman"/>
          <w:sz w:val="24"/>
          <w:szCs w:val="24"/>
        </w:rPr>
        <w:t>10. Кобернік С.Г. Географія: підруч. для 10 кл. загальноосвіт. навч. закл. / С.Г. Кобернік, Р.Р. Коваленко. – Харків: Оберіг, 2010. – 304 с.</w:t>
      </w:r>
    </w:p>
    <w:p w:rsidR="002F62BB" w:rsidRPr="001165A1" w:rsidRDefault="002F62BB" w:rsidP="00DE3D45">
      <w:pPr>
        <w:spacing w:after="0" w:line="240" w:lineRule="auto"/>
        <w:ind w:firstLine="708"/>
        <w:jc w:val="both"/>
        <w:rPr>
          <w:rFonts w:ascii="Times New Roman" w:hAnsi="Times New Roman"/>
          <w:sz w:val="24"/>
          <w:szCs w:val="24"/>
        </w:rPr>
      </w:pPr>
      <w:r w:rsidRPr="001165A1">
        <w:rPr>
          <w:rFonts w:ascii="Times New Roman" w:hAnsi="Times New Roman"/>
          <w:sz w:val="24"/>
          <w:szCs w:val="24"/>
        </w:rPr>
        <w:t>11. Дахно І.І. Країни світу: енциклопедичний довідник / І.І. Дахно, С.М. Тимофєєв. – Київ: МАПА, 2007. – 608 с.</w:t>
      </w:r>
    </w:p>
    <w:p w:rsidR="002F62BB" w:rsidRPr="001165A1" w:rsidRDefault="002F62BB" w:rsidP="00DE3D45">
      <w:pPr>
        <w:spacing w:after="0" w:line="240" w:lineRule="auto"/>
        <w:ind w:firstLine="708"/>
        <w:jc w:val="both"/>
        <w:rPr>
          <w:rFonts w:ascii="Times New Roman" w:hAnsi="Times New Roman"/>
        </w:rPr>
      </w:pPr>
      <w:r w:rsidRPr="001165A1">
        <w:rPr>
          <w:rFonts w:ascii="Times New Roman" w:hAnsi="Times New Roman"/>
          <w:sz w:val="24"/>
          <w:szCs w:val="24"/>
        </w:rPr>
        <w:t xml:space="preserve">12. Географія. Навчальний посібник для старшокласників та абітурієнтів /Я.Б. Олійник, П.Г. Шищенко, А.В. Степаненко, П.О. Масляк. – К.: Знання, 2007. – 455 с. </w:t>
      </w:r>
    </w:p>
    <w:p w:rsidR="002F62BB" w:rsidRPr="001165A1" w:rsidRDefault="002F62BB">
      <w:pPr>
        <w:rPr>
          <w:rFonts w:ascii="Times New Roman" w:hAnsi="Times New Roman"/>
        </w:rPr>
      </w:pPr>
    </w:p>
    <w:sectPr w:rsidR="002F62BB" w:rsidRPr="001165A1" w:rsidSect="00385413">
      <w:headerReference w:type="default" r:id="rId7"/>
      <w:pgSz w:w="11906" w:h="16838"/>
      <w:pgMar w:top="1134" w:right="567" w:bottom="1134" w:left="1418"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2BB" w:rsidRDefault="002F62BB">
      <w:pPr>
        <w:spacing w:after="0" w:line="240" w:lineRule="auto"/>
      </w:pPr>
      <w:r>
        <w:separator/>
      </w:r>
    </w:p>
  </w:endnote>
  <w:endnote w:type="continuationSeparator" w:id="1">
    <w:p w:rsidR="002F62BB" w:rsidRDefault="002F6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Baskerville_A.Z_PS;Courier New">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2BB" w:rsidRDefault="002F62BB">
      <w:pPr>
        <w:spacing w:after="0" w:line="240" w:lineRule="auto"/>
      </w:pPr>
      <w:r>
        <w:separator/>
      </w:r>
    </w:p>
  </w:footnote>
  <w:footnote w:type="continuationSeparator" w:id="1">
    <w:p w:rsidR="002F62BB" w:rsidRDefault="002F62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2BB" w:rsidRDefault="002F62BB">
    <w:pPr>
      <w:pStyle w:val="Header"/>
      <w:jc w:val="right"/>
    </w:pPr>
    <w:fldSimple w:instr="PAGE   \* MERGEFORMAT">
      <w:r w:rsidRPr="001165A1">
        <w:rPr>
          <w:noProof/>
          <w:lang w:val="ru-RU"/>
        </w:rPr>
        <w:t>1</w:t>
      </w:r>
    </w:fldSimple>
  </w:p>
  <w:p w:rsidR="002F62BB" w:rsidRDefault="002F62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4A10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4C43C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61C4DA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948CCC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A0E7C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E065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8A2C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FEDD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B0206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C76BC40"/>
    <w:lvl w:ilvl="0">
      <w:start w:val="1"/>
      <w:numFmt w:val="bullet"/>
      <w:lvlText w:val=""/>
      <w:lvlJc w:val="left"/>
      <w:pPr>
        <w:tabs>
          <w:tab w:val="num" w:pos="360"/>
        </w:tabs>
        <w:ind w:left="360" w:hanging="360"/>
      </w:pPr>
      <w:rPr>
        <w:rFonts w:ascii="Symbol" w:hAnsi="Symbol" w:hint="default"/>
      </w:rPr>
    </w:lvl>
  </w:abstractNum>
  <w:abstractNum w:abstractNumId="10">
    <w:nsid w:val="3E022045"/>
    <w:multiLevelType w:val="multilevel"/>
    <w:tmpl w:val="3AF8A2FA"/>
    <w:lvl w:ilvl="0">
      <w:start w:val="1"/>
      <w:numFmt w:val="none"/>
      <w:lvlText w:val=""/>
      <w:lvlJc w:val="left"/>
      <w:pPr>
        <w:ind w:left="432" w:hanging="432"/>
      </w:pPr>
      <w:rPr>
        <w:rFonts w:cs="Times New Roman"/>
      </w:rPr>
    </w:lvl>
    <w:lvl w:ilvl="1">
      <w:start w:val="1"/>
      <w:numFmt w:val="none"/>
      <w:lvlText w:val=""/>
      <w:lvlJc w:val="left"/>
      <w:pPr>
        <w:ind w:left="576" w:hanging="576"/>
      </w:pPr>
      <w:rPr>
        <w:rFonts w:cs="Times New Roman"/>
      </w:rPr>
    </w:lvl>
    <w:lvl w:ilvl="2">
      <w:start w:val="1"/>
      <w:numFmt w:val="none"/>
      <w:lvlText w:val=""/>
      <w:lvlJc w:val="left"/>
      <w:pPr>
        <w:ind w:left="720" w:hanging="720"/>
      </w:pPr>
      <w:rPr>
        <w:rFonts w:cs="Times New Roman"/>
      </w:rPr>
    </w:lvl>
    <w:lvl w:ilvl="3">
      <w:start w:val="1"/>
      <w:numFmt w:val="none"/>
      <w:lvlText w:val=""/>
      <w:lvlJc w:val="left"/>
      <w:pPr>
        <w:ind w:left="864" w:hanging="864"/>
      </w:pPr>
      <w:rPr>
        <w:rFonts w:cs="Times New Roman"/>
      </w:rPr>
    </w:lvl>
    <w:lvl w:ilvl="4">
      <w:start w:val="1"/>
      <w:numFmt w:val="none"/>
      <w:lvlText w:val=""/>
      <w:lvlJc w:val="left"/>
      <w:pPr>
        <w:ind w:left="1008" w:hanging="1008"/>
      </w:pPr>
      <w:rPr>
        <w:rFonts w:cs="Times New Roman"/>
      </w:rPr>
    </w:lvl>
    <w:lvl w:ilvl="5">
      <w:start w:val="1"/>
      <w:numFmt w:val="none"/>
      <w:lvlText w:val=""/>
      <w:lvlJc w:val="left"/>
      <w:pPr>
        <w:ind w:left="1152" w:hanging="1152"/>
      </w:pPr>
      <w:rPr>
        <w:rFonts w:cs="Times New Roman"/>
      </w:rPr>
    </w:lvl>
    <w:lvl w:ilvl="6">
      <w:start w:val="1"/>
      <w:numFmt w:val="none"/>
      <w:lvlText w:val=""/>
      <w:lvlJc w:val="left"/>
      <w:pPr>
        <w:ind w:left="1296" w:hanging="1296"/>
      </w:pPr>
      <w:rPr>
        <w:rFonts w:cs="Times New Roman"/>
      </w:rPr>
    </w:lvl>
    <w:lvl w:ilvl="7">
      <w:start w:val="1"/>
      <w:numFmt w:val="none"/>
      <w:lvlText w:val=""/>
      <w:lvlJc w:val="left"/>
      <w:pPr>
        <w:ind w:left="1440" w:hanging="1440"/>
      </w:pPr>
      <w:rPr>
        <w:rFonts w:cs="Times New Roman"/>
      </w:rPr>
    </w:lvl>
    <w:lvl w:ilvl="8">
      <w:start w:val="1"/>
      <w:numFmt w:val="none"/>
      <w:lvlText w:val=""/>
      <w:lvlJc w:val="left"/>
      <w:pPr>
        <w:ind w:left="1584" w:hanging="1584"/>
      </w:pPr>
      <w:rPr>
        <w:rFonts w:cs="Times New Roman"/>
      </w:rPr>
    </w:lvl>
  </w:abstractNum>
  <w:abstractNum w:abstractNumId="11">
    <w:nsid w:val="4B3908BD"/>
    <w:multiLevelType w:val="hybridMultilevel"/>
    <w:tmpl w:val="92AEAF10"/>
    <w:lvl w:ilvl="0" w:tplc="9374301E">
      <w:start w:val="1"/>
      <w:numFmt w:val="decimal"/>
      <w:lvlText w:val="%1"/>
      <w:lvlJc w:val="left"/>
      <w:pPr>
        <w:tabs>
          <w:tab w:val="num" w:pos="1776"/>
        </w:tabs>
        <w:ind w:left="1776" w:hanging="360"/>
      </w:pPr>
      <w:rPr>
        <w:rFonts w:ascii="Arial" w:hAnsi="Arial" w:cs="Times New Roman" w:hint="default"/>
        <w:b w:val="0"/>
        <w:bCs/>
        <w:i w:val="0"/>
        <w:iCs w:val="0"/>
        <w:sz w:val="24"/>
        <w:szCs w:val="24"/>
      </w:rPr>
    </w:lvl>
    <w:lvl w:ilvl="1" w:tplc="04190019" w:tentative="1">
      <w:start w:val="1"/>
      <w:numFmt w:val="lowerLetter"/>
      <w:lvlText w:val="%2."/>
      <w:lvlJc w:val="left"/>
      <w:pPr>
        <w:tabs>
          <w:tab w:val="num" w:pos="2856"/>
        </w:tabs>
        <w:ind w:left="2856" w:hanging="360"/>
      </w:pPr>
      <w:rPr>
        <w:rFonts w:cs="Times New Roman"/>
      </w:rPr>
    </w:lvl>
    <w:lvl w:ilvl="2" w:tplc="0419001B" w:tentative="1">
      <w:start w:val="1"/>
      <w:numFmt w:val="lowerRoman"/>
      <w:lvlText w:val="%3."/>
      <w:lvlJc w:val="right"/>
      <w:pPr>
        <w:tabs>
          <w:tab w:val="num" w:pos="3576"/>
        </w:tabs>
        <w:ind w:left="3576" w:hanging="180"/>
      </w:pPr>
      <w:rPr>
        <w:rFonts w:cs="Times New Roman"/>
      </w:rPr>
    </w:lvl>
    <w:lvl w:ilvl="3" w:tplc="0419000F" w:tentative="1">
      <w:start w:val="1"/>
      <w:numFmt w:val="decimal"/>
      <w:lvlText w:val="%4."/>
      <w:lvlJc w:val="left"/>
      <w:pPr>
        <w:tabs>
          <w:tab w:val="num" w:pos="4296"/>
        </w:tabs>
        <w:ind w:left="4296" w:hanging="360"/>
      </w:pPr>
      <w:rPr>
        <w:rFonts w:cs="Times New Roman"/>
      </w:rPr>
    </w:lvl>
    <w:lvl w:ilvl="4" w:tplc="04190019" w:tentative="1">
      <w:start w:val="1"/>
      <w:numFmt w:val="lowerLetter"/>
      <w:lvlText w:val="%5."/>
      <w:lvlJc w:val="left"/>
      <w:pPr>
        <w:tabs>
          <w:tab w:val="num" w:pos="5016"/>
        </w:tabs>
        <w:ind w:left="5016" w:hanging="360"/>
      </w:pPr>
      <w:rPr>
        <w:rFonts w:cs="Times New Roman"/>
      </w:rPr>
    </w:lvl>
    <w:lvl w:ilvl="5" w:tplc="0419001B" w:tentative="1">
      <w:start w:val="1"/>
      <w:numFmt w:val="lowerRoman"/>
      <w:lvlText w:val="%6."/>
      <w:lvlJc w:val="right"/>
      <w:pPr>
        <w:tabs>
          <w:tab w:val="num" w:pos="5736"/>
        </w:tabs>
        <w:ind w:left="5736" w:hanging="180"/>
      </w:pPr>
      <w:rPr>
        <w:rFonts w:cs="Times New Roman"/>
      </w:rPr>
    </w:lvl>
    <w:lvl w:ilvl="6" w:tplc="0419000F" w:tentative="1">
      <w:start w:val="1"/>
      <w:numFmt w:val="decimal"/>
      <w:lvlText w:val="%7."/>
      <w:lvlJc w:val="left"/>
      <w:pPr>
        <w:tabs>
          <w:tab w:val="num" w:pos="6456"/>
        </w:tabs>
        <w:ind w:left="6456" w:hanging="360"/>
      </w:pPr>
      <w:rPr>
        <w:rFonts w:cs="Times New Roman"/>
      </w:rPr>
    </w:lvl>
    <w:lvl w:ilvl="7" w:tplc="04190019" w:tentative="1">
      <w:start w:val="1"/>
      <w:numFmt w:val="lowerLetter"/>
      <w:lvlText w:val="%8."/>
      <w:lvlJc w:val="left"/>
      <w:pPr>
        <w:tabs>
          <w:tab w:val="num" w:pos="7176"/>
        </w:tabs>
        <w:ind w:left="7176" w:hanging="360"/>
      </w:pPr>
      <w:rPr>
        <w:rFonts w:cs="Times New Roman"/>
      </w:rPr>
    </w:lvl>
    <w:lvl w:ilvl="8" w:tplc="0419001B" w:tentative="1">
      <w:start w:val="1"/>
      <w:numFmt w:val="lowerRoman"/>
      <w:lvlText w:val="%9."/>
      <w:lvlJc w:val="right"/>
      <w:pPr>
        <w:tabs>
          <w:tab w:val="num" w:pos="7896"/>
        </w:tabs>
        <w:ind w:left="7896" w:hanging="180"/>
      </w:pPr>
      <w:rPr>
        <w:rFonts w:cs="Times New Roman"/>
      </w:rPr>
    </w:lvl>
  </w:abstractNum>
  <w:abstractNum w:abstractNumId="12">
    <w:nsid w:val="6F1E246D"/>
    <w:multiLevelType w:val="multilevel"/>
    <w:tmpl w:val="33C4782C"/>
    <w:lvl w:ilvl="0">
      <w:numFmt w:val="bullet"/>
      <w:lvlText w:val="♦"/>
      <w:lvlJc w:val="left"/>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32D6768"/>
    <w:multiLevelType w:val="multilevel"/>
    <w:tmpl w:val="AB86BF3C"/>
    <w:lvl w:ilvl="0">
      <w:start w:val="10"/>
      <w:numFmt w:val="bullet"/>
      <w:lvlText w:val="-"/>
      <w:lvlJc w:val="left"/>
      <w:pPr>
        <w:ind w:left="408"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58D"/>
    <w:rsid w:val="00000008"/>
    <w:rsid w:val="00000213"/>
    <w:rsid w:val="0000066E"/>
    <w:rsid w:val="00000A6E"/>
    <w:rsid w:val="00000D9D"/>
    <w:rsid w:val="00001B62"/>
    <w:rsid w:val="00001E62"/>
    <w:rsid w:val="00002623"/>
    <w:rsid w:val="00002838"/>
    <w:rsid w:val="000028A9"/>
    <w:rsid w:val="00002AEE"/>
    <w:rsid w:val="00002E2C"/>
    <w:rsid w:val="0000308C"/>
    <w:rsid w:val="00003370"/>
    <w:rsid w:val="000033B0"/>
    <w:rsid w:val="00003A64"/>
    <w:rsid w:val="00003B89"/>
    <w:rsid w:val="0000429B"/>
    <w:rsid w:val="00004EED"/>
    <w:rsid w:val="0000548F"/>
    <w:rsid w:val="000058FB"/>
    <w:rsid w:val="00005BEC"/>
    <w:rsid w:val="000064FC"/>
    <w:rsid w:val="000069F4"/>
    <w:rsid w:val="00007783"/>
    <w:rsid w:val="00007E6B"/>
    <w:rsid w:val="00010473"/>
    <w:rsid w:val="0001054D"/>
    <w:rsid w:val="00010732"/>
    <w:rsid w:val="00010A35"/>
    <w:rsid w:val="00010AC1"/>
    <w:rsid w:val="00010F6D"/>
    <w:rsid w:val="00011340"/>
    <w:rsid w:val="000122D9"/>
    <w:rsid w:val="00012A5B"/>
    <w:rsid w:val="00012AF6"/>
    <w:rsid w:val="00012BF2"/>
    <w:rsid w:val="00012CB9"/>
    <w:rsid w:val="00012F3C"/>
    <w:rsid w:val="0001369D"/>
    <w:rsid w:val="0001386B"/>
    <w:rsid w:val="000139E6"/>
    <w:rsid w:val="00013FCB"/>
    <w:rsid w:val="0001451E"/>
    <w:rsid w:val="0001477D"/>
    <w:rsid w:val="00014A50"/>
    <w:rsid w:val="00015071"/>
    <w:rsid w:val="000151DD"/>
    <w:rsid w:val="000154F3"/>
    <w:rsid w:val="00015651"/>
    <w:rsid w:val="00015B2E"/>
    <w:rsid w:val="00016239"/>
    <w:rsid w:val="00016689"/>
    <w:rsid w:val="00016C70"/>
    <w:rsid w:val="00017961"/>
    <w:rsid w:val="0002018A"/>
    <w:rsid w:val="000205BA"/>
    <w:rsid w:val="0002074B"/>
    <w:rsid w:val="00020944"/>
    <w:rsid w:val="00020BAE"/>
    <w:rsid w:val="00021714"/>
    <w:rsid w:val="00021A7B"/>
    <w:rsid w:val="00021E05"/>
    <w:rsid w:val="00021E59"/>
    <w:rsid w:val="00021EA3"/>
    <w:rsid w:val="000221F8"/>
    <w:rsid w:val="00022A5B"/>
    <w:rsid w:val="000230EE"/>
    <w:rsid w:val="00023784"/>
    <w:rsid w:val="00023B5A"/>
    <w:rsid w:val="00023C6D"/>
    <w:rsid w:val="00023D8E"/>
    <w:rsid w:val="00023DB2"/>
    <w:rsid w:val="00023DCE"/>
    <w:rsid w:val="00024657"/>
    <w:rsid w:val="00024989"/>
    <w:rsid w:val="00025CD1"/>
    <w:rsid w:val="000260B8"/>
    <w:rsid w:val="00026203"/>
    <w:rsid w:val="000265A7"/>
    <w:rsid w:val="00026C1A"/>
    <w:rsid w:val="00027333"/>
    <w:rsid w:val="000274D9"/>
    <w:rsid w:val="00027E58"/>
    <w:rsid w:val="0003018D"/>
    <w:rsid w:val="000307AF"/>
    <w:rsid w:val="00030EF8"/>
    <w:rsid w:val="000312DF"/>
    <w:rsid w:val="00031371"/>
    <w:rsid w:val="00031B4B"/>
    <w:rsid w:val="00031C0A"/>
    <w:rsid w:val="00032180"/>
    <w:rsid w:val="00032220"/>
    <w:rsid w:val="0003242B"/>
    <w:rsid w:val="00032444"/>
    <w:rsid w:val="00032D9C"/>
    <w:rsid w:val="00033165"/>
    <w:rsid w:val="00033681"/>
    <w:rsid w:val="00033A9E"/>
    <w:rsid w:val="00033C30"/>
    <w:rsid w:val="00033FD2"/>
    <w:rsid w:val="00034239"/>
    <w:rsid w:val="000342ED"/>
    <w:rsid w:val="000349F5"/>
    <w:rsid w:val="00034ED9"/>
    <w:rsid w:val="000350C4"/>
    <w:rsid w:val="000351D2"/>
    <w:rsid w:val="0003557A"/>
    <w:rsid w:val="00035611"/>
    <w:rsid w:val="00035764"/>
    <w:rsid w:val="00035C4F"/>
    <w:rsid w:val="000361A3"/>
    <w:rsid w:val="00036237"/>
    <w:rsid w:val="00036338"/>
    <w:rsid w:val="0003676B"/>
    <w:rsid w:val="00036DC0"/>
    <w:rsid w:val="00037427"/>
    <w:rsid w:val="000376DB"/>
    <w:rsid w:val="0004000D"/>
    <w:rsid w:val="0004055D"/>
    <w:rsid w:val="000405B3"/>
    <w:rsid w:val="0004177C"/>
    <w:rsid w:val="00041DEC"/>
    <w:rsid w:val="00042A8D"/>
    <w:rsid w:val="00042D7D"/>
    <w:rsid w:val="00042F13"/>
    <w:rsid w:val="00042FD6"/>
    <w:rsid w:val="00043618"/>
    <w:rsid w:val="0004439C"/>
    <w:rsid w:val="000446A7"/>
    <w:rsid w:val="000448F6"/>
    <w:rsid w:val="00044C81"/>
    <w:rsid w:val="0004511A"/>
    <w:rsid w:val="000451C7"/>
    <w:rsid w:val="000455D4"/>
    <w:rsid w:val="00045C02"/>
    <w:rsid w:val="00045D6F"/>
    <w:rsid w:val="00045DFB"/>
    <w:rsid w:val="00046244"/>
    <w:rsid w:val="000462D7"/>
    <w:rsid w:val="00046F2B"/>
    <w:rsid w:val="00047007"/>
    <w:rsid w:val="00047268"/>
    <w:rsid w:val="00047F9C"/>
    <w:rsid w:val="0005040B"/>
    <w:rsid w:val="00050975"/>
    <w:rsid w:val="00050D1A"/>
    <w:rsid w:val="00051564"/>
    <w:rsid w:val="000519AF"/>
    <w:rsid w:val="00052020"/>
    <w:rsid w:val="00052646"/>
    <w:rsid w:val="00052A47"/>
    <w:rsid w:val="00052A9A"/>
    <w:rsid w:val="00052C18"/>
    <w:rsid w:val="00053450"/>
    <w:rsid w:val="000539F0"/>
    <w:rsid w:val="00053F35"/>
    <w:rsid w:val="00054203"/>
    <w:rsid w:val="00055307"/>
    <w:rsid w:val="00055A29"/>
    <w:rsid w:val="0005694C"/>
    <w:rsid w:val="00056F11"/>
    <w:rsid w:val="000575B4"/>
    <w:rsid w:val="000576FC"/>
    <w:rsid w:val="000579AF"/>
    <w:rsid w:val="000600FA"/>
    <w:rsid w:val="000608BD"/>
    <w:rsid w:val="00060A92"/>
    <w:rsid w:val="000615BC"/>
    <w:rsid w:val="0006177E"/>
    <w:rsid w:val="000619AE"/>
    <w:rsid w:val="00062A39"/>
    <w:rsid w:val="00062E70"/>
    <w:rsid w:val="000638A1"/>
    <w:rsid w:val="00063D97"/>
    <w:rsid w:val="00063F82"/>
    <w:rsid w:val="00064117"/>
    <w:rsid w:val="00064A87"/>
    <w:rsid w:val="00064CED"/>
    <w:rsid w:val="000657A0"/>
    <w:rsid w:val="00065B1B"/>
    <w:rsid w:val="000661D2"/>
    <w:rsid w:val="00066B98"/>
    <w:rsid w:val="00066C1C"/>
    <w:rsid w:val="00066F55"/>
    <w:rsid w:val="000675FE"/>
    <w:rsid w:val="00067956"/>
    <w:rsid w:val="00067E1A"/>
    <w:rsid w:val="00067F16"/>
    <w:rsid w:val="0007072F"/>
    <w:rsid w:val="00070DDD"/>
    <w:rsid w:val="000715AB"/>
    <w:rsid w:val="00071873"/>
    <w:rsid w:val="00071BA9"/>
    <w:rsid w:val="0007205B"/>
    <w:rsid w:val="0007232D"/>
    <w:rsid w:val="000727B4"/>
    <w:rsid w:val="00072937"/>
    <w:rsid w:val="0007352C"/>
    <w:rsid w:val="00073F84"/>
    <w:rsid w:val="0007427E"/>
    <w:rsid w:val="0007452A"/>
    <w:rsid w:val="00074845"/>
    <w:rsid w:val="0007514C"/>
    <w:rsid w:val="00075160"/>
    <w:rsid w:val="0007531D"/>
    <w:rsid w:val="000754A5"/>
    <w:rsid w:val="0007598A"/>
    <w:rsid w:val="00076221"/>
    <w:rsid w:val="0007632C"/>
    <w:rsid w:val="00076AEA"/>
    <w:rsid w:val="00076C16"/>
    <w:rsid w:val="00076C25"/>
    <w:rsid w:val="00076F35"/>
    <w:rsid w:val="00076FFF"/>
    <w:rsid w:val="000779FD"/>
    <w:rsid w:val="000809DF"/>
    <w:rsid w:val="0008118E"/>
    <w:rsid w:val="000812D8"/>
    <w:rsid w:val="0008133E"/>
    <w:rsid w:val="0008172F"/>
    <w:rsid w:val="00081ECC"/>
    <w:rsid w:val="000824C2"/>
    <w:rsid w:val="0008267E"/>
    <w:rsid w:val="00082892"/>
    <w:rsid w:val="00082B99"/>
    <w:rsid w:val="00082BED"/>
    <w:rsid w:val="00083006"/>
    <w:rsid w:val="000830D0"/>
    <w:rsid w:val="000836FC"/>
    <w:rsid w:val="00083A84"/>
    <w:rsid w:val="00084070"/>
    <w:rsid w:val="000844FA"/>
    <w:rsid w:val="00084EFC"/>
    <w:rsid w:val="0008508B"/>
    <w:rsid w:val="000853FA"/>
    <w:rsid w:val="000857EE"/>
    <w:rsid w:val="0008608C"/>
    <w:rsid w:val="0008643A"/>
    <w:rsid w:val="000867F5"/>
    <w:rsid w:val="000868CD"/>
    <w:rsid w:val="0008723D"/>
    <w:rsid w:val="00090A20"/>
    <w:rsid w:val="0009146C"/>
    <w:rsid w:val="000914FC"/>
    <w:rsid w:val="000919CC"/>
    <w:rsid w:val="000919F4"/>
    <w:rsid w:val="00091A03"/>
    <w:rsid w:val="00091ACC"/>
    <w:rsid w:val="00091B02"/>
    <w:rsid w:val="00091F97"/>
    <w:rsid w:val="00092A4A"/>
    <w:rsid w:val="00092C7F"/>
    <w:rsid w:val="00093403"/>
    <w:rsid w:val="000934E9"/>
    <w:rsid w:val="000936A1"/>
    <w:rsid w:val="000938CB"/>
    <w:rsid w:val="00094637"/>
    <w:rsid w:val="000946A3"/>
    <w:rsid w:val="00094809"/>
    <w:rsid w:val="0009483F"/>
    <w:rsid w:val="00095052"/>
    <w:rsid w:val="00095058"/>
    <w:rsid w:val="000952A6"/>
    <w:rsid w:val="00095665"/>
    <w:rsid w:val="00095AED"/>
    <w:rsid w:val="00096B9E"/>
    <w:rsid w:val="00097C92"/>
    <w:rsid w:val="00097F68"/>
    <w:rsid w:val="000A03E3"/>
    <w:rsid w:val="000A0C37"/>
    <w:rsid w:val="000A1034"/>
    <w:rsid w:val="000A10C3"/>
    <w:rsid w:val="000A11FB"/>
    <w:rsid w:val="000A13EC"/>
    <w:rsid w:val="000A1657"/>
    <w:rsid w:val="000A2B12"/>
    <w:rsid w:val="000A2B26"/>
    <w:rsid w:val="000A4402"/>
    <w:rsid w:val="000A461A"/>
    <w:rsid w:val="000A4811"/>
    <w:rsid w:val="000A48CF"/>
    <w:rsid w:val="000A4A01"/>
    <w:rsid w:val="000A5473"/>
    <w:rsid w:val="000A5E8F"/>
    <w:rsid w:val="000A6FD6"/>
    <w:rsid w:val="000A6FE1"/>
    <w:rsid w:val="000A7C6B"/>
    <w:rsid w:val="000B044D"/>
    <w:rsid w:val="000B0A44"/>
    <w:rsid w:val="000B1096"/>
    <w:rsid w:val="000B12BA"/>
    <w:rsid w:val="000B1499"/>
    <w:rsid w:val="000B18B0"/>
    <w:rsid w:val="000B1E3B"/>
    <w:rsid w:val="000B2767"/>
    <w:rsid w:val="000B2956"/>
    <w:rsid w:val="000B2A7C"/>
    <w:rsid w:val="000B2C1E"/>
    <w:rsid w:val="000B2CE5"/>
    <w:rsid w:val="000B2EB7"/>
    <w:rsid w:val="000B2F35"/>
    <w:rsid w:val="000B3415"/>
    <w:rsid w:val="000B46AB"/>
    <w:rsid w:val="000B4726"/>
    <w:rsid w:val="000B495A"/>
    <w:rsid w:val="000B49B0"/>
    <w:rsid w:val="000B4F6F"/>
    <w:rsid w:val="000B5017"/>
    <w:rsid w:val="000B5444"/>
    <w:rsid w:val="000B5622"/>
    <w:rsid w:val="000B5965"/>
    <w:rsid w:val="000B60B1"/>
    <w:rsid w:val="000B6155"/>
    <w:rsid w:val="000B67F0"/>
    <w:rsid w:val="000B6B3E"/>
    <w:rsid w:val="000B6D0F"/>
    <w:rsid w:val="000B7418"/>
    <w:rsid w:val="000B7FCB"/>
    <w:rsid w:val="000C00A2"/>
    <w:rsid w:val="000C0417"/>
    <w:rsid w:val="000C087E"/>
    <w:rsid w:val="000C0A0A"/>
    <w:rsid w:val="000C0C46"/>
    <w:rsid w:val="000C1091"/>
    <w:rsid w:val="000C1316"/>
    <w:rsid w:val="000C1512"/>
    <w:rsid w:val="000C33EA"/>
    <w:rsid w:val="000C3CC2"/>
    <w:rsid w:val="000C40E8"/>
    <w:rsid w:val="000C40ED"/>
    <w:rsid w:val="000C43AE"/>
    <w:rsid w:val="000C4855"/>
    <w:rsid w:val="000C4DBB"/>
    <w:rsid w:val="000C4DFE"/>
    <w:rsid w:val="000C510E"/>
    <w:rsid w:val="000C5D69"/>
    <w:rsid w:val="000C64D0"/>
    <w:rsid w:val="000C7DCB"/>
    <w:rsid w:val="000D036D"/>
    <w:rsid w:val="000D0410"/>
    <w:rsid w:val="000D0538"/>
    <w:rsid w:val="000D08C4"/>
    <w:rsid w:val="000D08E3"/>
    <w:rsid w:val="000D0A61"/>
    <w:rsid w:val="000D1ED3"/>
    <w:rsid w:val="000D1FC1"/>
    <w:rsid w:val="000D212B"/>
    <w:rsid w:val="000D234D"/>
    <w:rsid w:val="000D23E9"/>
    <w:rsid w:val="000D2E1A"/>
    <w:rsid w:val="000D31FC"/>
    <w:rsid w:val="000D37B9"/>
    <w:rsid w:val="000D3876"/>
    <w:rsid w:val="000D3AAF"/>
    <w:rsid w:val="000D3DC7"/>
    <w:rsid w:val="000D3F15"/>
    <w:rsid w:val="000D442B"/>
    <w:rsid w:val="000D50BD"/>
    <w:rsid w:val="000D5360"/>
    <w:rsid w:val="000D5C7E"/>
    <w:rsid w:val="000D5CF4"/>
    <w:rsid w:val="000D692A"/>
    <w:rsid w:val="000D6B5C"/>
    <w:rsid w:val="000D7151"/>
    <w:rsid w:val="000D7475"/>
    <w:rsid w:val="000D7684"/>
    <w:rsid w:val="000D7749"/>
    <w:rsid w:val="000D7A2A"/>
    <w:rsid w:val="000D7D31"/>
    <w:rsid w:val="000E1187"/>
    <w:rsid w:val="000E2893"/>
    <w:rsid w:val="000E2DE3"/>
    <w:rsid w:val="000E3447"/>
    <w:rsid w:val="000E3689"/>
    <w:rsid w:val="000E375D"/>
    <w:rsid w:val="000E37DE"/>
    <w:rsid w:val="000E4729"/>
    <w:rsid w:val="000E48B5"/>
    <w:rsid w:val="000E48F9"/>
    <w:rsid w:val="000E5140"/>
    <w:rsid w:val="000E54FC"/>
    <w:rsid w:val="000E5521"/>
    <w:rsid w:val="000E5607"/>
    <w:rsid w:val="000E58B4"/>
    <w:rsid w:val="000E60D3"/>
    <w:rsid w:val="000E63D8"/>
    <w:rsid w:val="000E6559"/>
    <w:rsid w:val="000E687D"/>
    <w:rsid w:val="000E74B8"/>
    <w:rsid w:val="000E7554"/>
    <w:rsid w:val="000E755A"/>
    <w:rsid w:val="000F001F"/>
    <w:rsid w:val="000F00AC"/>
    <w:rsid w:val="000F00F8"/>
    <w:rsid w:val="000F0378"/>
    <w:rsid w:val="000F08B6"/>
    <w:rsid w:val="000F0970"/>
    <w:rsid w:val="000F10C3"/>
    <w:rsid w:val="000F11B6"/>
    <w:rsid w:val="000F1411"/>
    <w:rsid w:val="000F14EF"/>
    <w:rsid w:val="000F1841"/>
    <w:rsid w:val="000F18D0"/>
    <w:rsid w:val="000F1A4E"/>
    <w:rsid w:val="000F248D"/>
    <w:rsid w:val="000F254B"/>
    <w:rsid w:val="000F2654"/>
    <w:rsid w:val="000F2825"/>
    <w:rsid w:val="000F2977"/>
    <w:rsid w:val="000F29A4"/>
    <w:rsid w:val="000F3391"/>
    <w:rsid w:val="000F3502"/>
    <w:rsid w:val="000F5126"/>
    <w:rsid w:val="000F53B0"/>
    <w:rsid w:val="000F57BF"/>
    <w:rsid w:val="000F60F7"/>
    <w:rsid w:val="000F6273"/>
    <w:rsid w:val="000F64EA"/>
    <w:rsid w:val="000F6FE1"/>
    <w:rsid w:val="000F738D"/>
    <w:rsid w:val="000F75AF"/>
    <w:rsid w:val="000F78A2"/>
    <w:rsid w:val="000F79A2"/>
    <w:rsid w:val="0010001C"/>
    <w:rsid w:val="0010050C"/>
    <w:rsid w:val="001007E1"/>
    <w:rsid w:val="00100C2A"/>
    <w:rsid w:val="00100E23"/>
    <w:rsid w:val="00101C4C"/>
    <w:rsid w:val="00101E78"/>
    <w:rsid w:val="00102360"/>
    <w:rsid w:val="0010262B"/>
    <w:rsid w:val="00102728"/>
    <w:rsid w:val="00102CAC"/>
    <w:rsid w:val="0010302C"/>
    <w:rsid w:val="00103111"/>
    <w:rsid w:val="00103FA3"/>
    <w:rsid w:val="00104833"/>
    <w:rsid w:val="00104FBE"/>
    <w:rsid w:val="0010681B"/>
    <w:rsid w:val="00106E5E"/>
    <w:rsid w:val="00106EBA"/>
    <w:rsid w:val="001072DA"/>
    <w:rsid w:val="001078CB"/>
    <w:rsid w:val="00107A2B"/>
    <w:rsid w:val="00107FF0"/>
    <w:rsid w:val="001105FE"/>
    <w:rsid w:val="00110605"/>
    <w:rsid w:val="001108CC"/>
    <w:rsid w:val="00110B8A"/>
    <w:rsid w:val="00110BE1"/>
    <w:rsid w:val="00110DE1"/>
    <w:rsid w:val="00110FBA"/>
    <w:rsid w:val="00110FDA"/>
    <w:rsid w:val="001116AB"/>
    <w:rsid w:val="00111756"/>
    <w:rsid w:val="00111EDB"/>
    <w:rsid w:val="00112033"/>
    <w:rsid w:val="0011211C"/>
    <w:rsid w:val="00112172"/>
    <w:rsid w:val="00112543"/>
    <w:rsid w:val="0011299E"/>
    <w:rsid w:val="001129F7"/>
    <w:rsid w:val="00112D0B"/>
    <w:rsid w:val="001132DD"/>
    <w:rsid w:val="00113409"/>
    <w:rsid w:val="00113F34"/>
    <w:rsid w:val="001148A0"/>
    <w:rsid w:val="00114C86"/>
    <w:rsid w:val="001150ED"/>
    <w:rsid w:val="0011527E"/>
    <w:rsid w:val="001159C3"/>
    <w:rsid w:val="001165A1"/>
    <w:rsid w:val="00116D8E"/>
    <w:rsid w:val="00116F2D"/>
    <w:rsid w:val="00120863"/>
    <w:rsid w:val="001215E9"/>
    <w:rsid w:val="001219CF"/>
    <w:rsid w:val="001222CC"/>
    <w:rsid w:val="0012256B"/>
    <w:rsid w:val="00122867"/>
    <w:rsid w:val="0012312E"/>
    <w:rsid w:val="001245A3"/>
    <w:rsid w:val="00124C2D"/>
    <w:rsid w:val="00124C9E"/>
    <w:rsid w:val="00124D1B"/>
    <w:rsid w:val="00124D71"/>
    <w:rsid w:val="00124EE9"/>
    <w:rsid w:val="001250BE"/>
    <w:rsid w:val="001251F7"/>
    <w:rsid w:val="0012706F"/>
    <w:rsid w:val="0012751D"/>
    <w:rsid w:val="001276AE"/>
    <w:rsid w:val="00127D2A"/>
    <w:rsid w:val="00130961"/>
    <w:rsid w:val="00131586"/>
    <w:rsid w:val="001317B8"/>
    <w:rsid w:val="0013228E"/>
    <w:rsid w:val="00132767"/>
    <w:rsid w:val="00132F39"/>
    <w:rsid w:val="0013307D"/>
    <w:rsid w:val="001332B2"/>
    <w:rsid w:val="00133D84"/>
    <w:rsid w:val="0013422E"/>
    <w:rsid w:val="00134416"/>
    <w:rsid w:val="001346BE"/>
    <w:rsid w:val="00134CA1"/>
    <w:rsid w:val="0013553C"/>
    <w:rsid w:val="00135594"/>
    <w:rsid w:val="001359B8"/>
    <w:rsid w:val="00136197"/>
    <w:rsid w:val="001366B0"/>
    <w:rsid w:val="00136777"/>
    <w:rsid w:val="00136BCC"/>
    <w:rsid w:val="00136C72"/>
    <w:rsid w:val="00137256"/>
    <w:rsid w:val="00137E9C"/>
    <w:rsid w:val="0014095C"/>
    <w:rsid w:val="00140B14"/>
    <w:rsid w:val="001412E2"/>
    <w:rsid w:val="001416AA"/>
    <w:rsid w:val="00141955"/>
    <w:rsid w:val="00142504"/>
    <w:rsid w:val="00142B3D"/>
    <w:rsid w:val="00142DCB"/>
    <w:rsid w:val="00142FE7"/>
    <w:rsid w:val="001435DE"/>
    <w:rsid w:val="001446F8"/>
    <w:rsid w:val="00144AF9"/>
    <w:rsid w:val="00144C0C"/>
    <w:rsid w:val="00144CC6"/>
    <w:rsid w:val="001452B1"/>
    <w:rsid w:val="001455D2"/>
    <w:rsid w:val="00145B65"/>
    <w:rsid w:val="0014694B"/>
    <w:rsid w:val="00146C79"/>
    <w:rsid w:val="00147531"/>
    <w:rsid w:val="001476D6"/>
    <w:rsid w:val="001477C1"/>
    <w:rsid w:val="00150E00"/>
    <w:rsid w:val="00150FF7"/>
    <w:rsid w:val="0015102F"/>
    <w:rsid w:val="00151140"/>
    <w:rsid w:val="00151252"/>
    <w:rsid w:val="00151700"/>
    <w:rsid w:val="001517A3"/>
    <w:rsid w:val="0015188D"/>
    <w:rsid w:val="001518F1"/>
    <w:rsid w:val="00151BAA"/>
    <w:rsid w:val="00152631"/>
    <w:rsid w:val="0015266E"/>
    <w:rsid w:val="001526C7"/>
    <w:rsid w:val="00152A78"/>
    <w:rsid w:val="00152FF8"/>
    <w:rsid w:val="00153587"/>
    <w:rsid w:val="001537D1"/>
    <w:rsid w:val="00153EBD"/>
    <w:rsid w:val="001541E5"/>
    <w:rsid w:val="001552A8"/>
    <w:rsid w:val="00155829"/>
    <w:rsid w:val="00156180"/>
    <w:rsid w:val="00156414"/>
    <w:rsid w:val="001564C2"/>
    <w:rsid w:val="00156501"/>
    <w:rsid w:val="00156778"/>
    <w:rsid w:val="0015689B"/>
    <w:rsid w:val="0015736D"/>
    <w:rsid w:val="00161129"/>
    <w:rsid w:val="00161577"/>
    <w:rsid w:val="00161640"/>
    <w:rsid w:val="00161749"/>
    <w:rsid w:val="00162295"/>
    <w:rsid w:val="00162D73"/>
    <w:rsid w:val="00163100"/>
    <w:rsid w:val="0016341C"/>
    <w:rsid w:val="0016374C"/>
    <w:rsid w:val="00164CB9"/>
    <w:rsid w:val="00164DE5"/>
    <w:rsid w:val="00164F9B"/>
    <w:rsid w:val="00165117"/>
    <w:rsid w:val="001659A2"/>
    <w:rsid w:val="00165B60"/>
    <w:rsid w:val="00165C1C"/>
    <w:rsid w:val="0016607F"/>
    <w:rsid w:val="00166D23"/>
    <w:rsid w:val="00166E9F"/>
    <w:rsid w:val="0016729C"/>
    <w:rsid w:val="00167E74"/>
    <w:rsid w:val="00170127"/>
    <w:rsid w:val="00170371"/>
    <w:rsid w:val="00170651"/>
    <w:rsid w:val="00170924"/>
    <w:rsid w:val="00170A79"/>
    <w:rsid w:val="00171A18"/>
    <w:rsid w:val="00171E89"/>
    <w:rsid w:val="0017202D"/>
    <w:rsid w:val="00172492"/>
    <w:rsid w:val="00172A84"/>
    <w:rsid w:val="00173111"/>
    <w:rsid w:val="00173757"/>
    <w:rsid w:val="00173A9D"/>
    <w:rsid w:val="00173AE2"/>
    <w:rsid w:val="0017415F"/>
    <w:rsid w:val="0017507C"/>
    <w:rsid w:val="001757E8"/>
    <w:rsid w:val="00177217"/>
    <w:rsid w:val="001776E6"/>
    <w:rsid w:val="00177746"/>
    <w:rsid w:val="00180256"/>
    <w:rsid w:val="00180968"/>
    <w:rsid w:val="00180FEE"/>
    <w:rsid w:val="001810B1"/>
    <w:rsid w:val="001816F5"/>
    <w:rsid w:val="00181944"/>
    <w:rsid w:val="00181C9D"/>
    <w:rsid w:val="00181DBB"/>
    <w:rsid w:val="00182992"/>
    <w:rsid w:val="00182B56"/>
    <w:rsid w:val="00182B62"/>
    <w:rsid w:val="00182C68"/>
    <w:rsid w:val="0018325A"/>
    <w:rsid w:val="00183838"/>
    <w:rsid w:val="0018386C"/>
    <w:rsid w:val="00184027"/>
    <w:rsid w:val="0018440A"/>
    <w:rsid w:val="00184BC7"/>
    <w:rsid w:val="0018502D"/>
    <w:rsid w:val="001865AA"/>
    <w:rsid w:val="001868C8"/>
    <w:rsid w:val="00186DA9"/>
    <w:rsid w:val="00186DE8"/>
    <w:rsid w:val="001873E8"/>
    <w:rsid w:val="00187505"/>
    <w:rsid w:val="0018758C"/>
    <w:rsid w:val="00187768"/>
    <w:rsid w:val="00190361"/>
    <w:rsid w:val="00190665"/>
    <w:rsid w:val="001909CB"/>
    <w:rsid w:val="00190DE2"/>
    <w:rsid w:val="00191697"/>
    <w:rsid w:val="001916C9"/>
    <w:rsid w:val="00191723"/>
    <w:rsid w:val="00191928"/>
    <w:rsid w:val="00191A55"/>
    <w:rsid w:val="00191F79"/>
    <w:rsid w:val="001920FF"/>
    <w:rsid w:val="0019233A"/>
    <w:rsid w:val="0019261A"/>
    <w:rsid w:val="001927CF"/>
    <w:rsid w:val="00192A74"/>
    <w:rsid w:val="00192DBA"/>
    <w:rsid w:val="00193146"/>
    <w:rsid w:val="0019394F"/>
    <w:rsid w:val="0019475A"/>
    <w:rsid w:val="001947F4"/>
    <w:rsid w:val="001949F8"/>
    <w:rsid w:val="00194D68"/>
    <w:rsid w:val="00194F81"/>
    <w:rsid w:val="0019585C"/>
    <w:rsid w:val="00195D01"/>
    <w:rsid w:val="00195D9A"/>
    <w:rsid w:val="0019602D"/>
    <w:rsid w:val="00196966"/>
    <w:rsid w:val="00196C19"/>
    <w:rsid w:val="00196C3C"/>
    <w:rsid w:val="0019701A"/>
    <w:rsid w:val="00197991"/>
    <w:rsid w:val="001979E6"/>
    <w:rsid w:val="00197DEF"/>
    <w:rsid w:val="00197EC2"/>
    <w:rsid w:val="00197EED"/>
    <w:rsid w:val="001A0110"/>
    <w:rsid w:val="001A04D7"/>
    <w:rsid w:val="001A0BA0"/>
    <w:rsid w:val="001A0C7D"/>
    <w:rsid w:val="001A0E36"/>
    <w:rsid w:val="001A1CAB"/>
    <w:rsid w:val="001A1CE3"/>
    <w:rsid w:val="001A20C7"/>
    <w:rsid w:val="001A20D1"/>
    <w:rsid w:val="001A2210"/>
    <w:rsid w:val="001A268D"/>
    <w:rsid w:val="001A336B"/>
    <w:rsid w:val="001A3659"/>
    <w:rsid w:val="001A3852"/>
    <w:rsid w:val="001A3EEA"/>
    <w:rsid w:val="001A3F62"/>
    <w:rsid w:val="001A4610"/>
    <w:rsid w:val="001A4AD0"/>
    <w:rsid w:val="001A4D98"/>
    <w:rsid w:val="001A5269"/>
    <w:rsid w:val="001A52D3"/>
    <w:rsid w:val="001A5973"/>
    <w:rsid w:val="001A5F71"/>
    <w:rsid w:val="001A6522"/>
    <w:rsid w:val="001A6B73"/>
    <w:rsid w:val="001A7160"/>
    <w:rsid w:val="001B130E"/>
    <w:rsid w:val="001B1C4C"/>
    <w:rsid w:val="001B1FD1"/>
    <w:rsid w:val="001B25C0"/>
    <w:rsid w:val="001B28F5"/>
    <w:rsid w:val="001B3229"/>
    <w:rsid w:val="001B3300"/>
    <w:rsid w:val="001B37B3"/>
    <w:rsid w:val="001B4329"/>
    <w:rsid w:val="001B44CA"/>
    <w:rsid w:val="001B4781"/>
    <w:rsid w:val="001B48F0"/>
    <w:rsid w:val="001B5325"/>
    <w:rsid w:val="001B5597"/>
    <w:rsid w:val="001B6565"/>
    <w:rsid w:val="001B6863"/>
    <w:rsid w:val="001B74A7"/>
    <w:rsid w:val="001B74CF"/>
    <w:rsid w:val="001B7AF1"/>
    <w:rsid w:val="001B7F01"/>
    <w:rsid w:val="001C007E"/>
    <w:rsid w:val="001C00E2"/>
    <w:rsid w:val="001C12EB"/>
    <w:rsid w:val="001C1650"/>
    <w:rsid w:val="001C2572"/>
    <w:rsid w:val="001C26CB"/>
    <w:rsid w:val="001C3207"/>
    <w:rsid w:val="001C3274"/>
    <w:rsid w:val="001C3F9B"/>
    <w:rsid w:val="001C3FED"/>
    <w:rsid w:val="001C4138"/>
    <w:rsid w:val="001C4207"/>
    <w:rsid w:val="001C4A2A"/>
    <w:rsid w:val="001C4C08"/>
    <w:rsid w:val="001C5736"/>
    <w:rsid w:val="001C58F4"/>
    <w:rsid w:val="001C63B9"/>
    <w:rsid w:val="001C68CD"/>
    <w:rsid w:val="001C7D53"/>
    <w:rsid w:val="001D0C84"/>
    <w:rsid w:val="001D0D21"/>
    <w:rsid w:val="001D0EAF"/>
    <w:rsid w:val="001D0F6C"/>
    <w:rsid w:val="001D22E3"/>
    <w:rsid w:val="001D26B6"/>
    <w:rsid w:val="001D2779"/>
    <w:rsid w:val="001D2A0D"/>
    <w:rsid w:val="001D2A57"/>
    <w:rsid w:val="001D2DAF"/>
    <w:rsid w:val="001D2F56"/>
    <w:rsid w:val="001D344E"/>
    <w:rsid w:val="001D3542"/>
    <w:rsid w:val="001D3554"/>
    <w:rsid w:val="001D36CF"/>
    <w:rsid w:val="001D39F1"/>
    <w:rsid w:val="001D4240"/>
    <w:rsid w:val="001D42B4"/>
    <w:rsid w:val="001D4823"/>
    <w:rsid w:val="001D4C88"/>
    <w:rsid w:val="001D52CD"/>
    <w:rsid w:val="001D5E89"/>
    <w:rsid w:val="001D613E"/>
    <w:rsid w:val="001D65C1"/>
    <w:rsid w:val="001D7333"/>
    <w:rsid w:val="001D73F4"/>
    <w:rsid w:val="001D79F4"/>
    <w:rsid w:val="001E079B"/>
    <w:rsid w:val="001E0A39"/>
    <w:rsid w:val="001E0C18"/>
    <w:rsid w:val="001E1B86"/>
    <w:rsid w:val="001E22C8"/>
    <w:rsid w:val="001E28BE"/>
    <w:rsid w:val="001E2ED5"/>
    <w:rsid w:val="001E325C"/>
    <w:rsid w:val="001E3750"/>
    <w:rsid w:val="001E486A"/>
    <w:rsid w:val="001E4959"/>
    <w:rsid w:val="001E4AC7"/>
    <w:rsid w:val="001E5316"/>
    <w:rsid w:val="001E586B"/>
    <w:rsid w:val="001E62BE"/>
    <w:rsid w:val="001E62FA"/>
    <w:rsid w:val="001E6F0A"/>
    <w:rsid w:val="001E76E5"/>
    <w:rsid w:val="001F037A"/>
    <w:rsid w:val="001F0584"/>
    <w:rsid w:val="001F0829"/>
    <w:rsid w:val="001F0E5D"/>
    <w:rsid w:val="001F12D5"/>
    <w:rsid w:val="001F12F8"/>
    <w:rsid w:val="001F136F"/>
    <w:rsid w:val="001F2857"/>
    <w:rsid w:val="001F2A0D"/>
    <w:rsid w:val="001F2AFF"/>
    <w:rsid w:val="001F2CC9"/>
    <w:rsid w:val="001F2DCC"/>
    <w:rsid w:val="001F308F"/>
    <w:rsid w:val="001F3BEA"/>
    <w:rsid w:val="001F44A9"/>
    <w:rsid w:val="001F4524"/>
    <w:rsid w:val="001F4542"/>
    <w:rsid w:val="001F4700"/>
    <w:rsid w:val="001F4840"/>
    <w:rsid w:val="001F52C6"/>
    <w:rsid w:val="001F5336"/>
    <w:rsid w:val="001F5CDA"/>
    <w:rsid w:val="001F6A5C"/>
    <w:rsid w:val="001F6B19"/>
    <w:rsid w:val="001F715F"/>
    <w:rsid w:val="001F793C"/>
    <w:rsid w:val="001F7DD8"/>
    <w:rsid w:val="00200777"/>
    <w:rsid w:val="0020090F"/>
    <w:rsid w:val="00200C06"/>
    <w:rsid w:val="002011E3"/>
    <w:rsid w:val="0020139D"/>
    <w:rsid w:val="00201663"/>
    <w:rsid w:val="00201DC8"/>
    <w:rsid w:val="00202EEB"/>
    <w:rsid w:val="00203761"/>
    <w:rsid w:val="0020383C"/>
    <w:rsid w:val="00204967"/>
    <w:rsid w:val="00204F65"/>
    <w:rsid w:val="00204FD9"/>
    <w:rsid w:val="002052A4"/>
    <w:rsid w:val="0020550E"/>
    <w:rsid w:val="00205BE4"/>
    <w:rsid w:val="00206118"/>
    <w:rsid w:val="00206D8D"/>
    <w:rsid w:val="00207053"/>
    <w:rsid w:val="0020746B"/>
    <w:rsid w:val="002074A9"/>
    <w:rsid w:val="00207A43"/>
    <w:rsid w:val="00210330"/>
    <w:rsid w:val="002108D0"/>
    <w:rsid w:val="00210B16"/>
    <w:rsid w:val="00210FF2"/>
    <w:rsid w:val="002113FE"/>
    <w:rsid w:val="00211790"/>
    <w:rsid w:val="00212067"/>
    <w:rsid w:val="00212256"/>
    <w:rsid w:val="00212399"/>
    <w:rsid w:val="002129CA"/>
    <w:rsid w:val="00212B68"/>
    <w:rsid w:val="00212D55"/>
    <w:rsid w:val="00212D7C"/>
    <w:rsid w:val="0021318D"/>
    <w:rsid w:val="002131B4"/>
    <w:rsid w:val="002135FD"/>
    <w:rsid w:val="00213671"/>
    <w:rsid w:val="002136FE"/>
    <w:rsid w:val="00214A2A"/>
    <w:rsid w:val="00215776"/>
    <w:rsid w:val="00215B64"/>
    <w:rsid w:val="00215C52"/>
    <w:rsid w:val="00216496"/>
    <w:rsid w:val="00216744"/>
    <w:rsid w:val="0021677D"/>
    <w:rsid w:val="002167A1"/>
    <w:rsid w:val="00216847"/>
    <w:rsid w:val="002169D3"/>
    <w:rsid w:val="00216D77"/>
    <w:rsid w:val="002175EB"/>
    <w:rsid w:val="00217BFF"/>
    <w:rsid w:val="00217F63"/>
    <w:rsid w:val="00220A67"/>
    <w:rsid w:val="00220C8D"/>
    <w:rsid w:val="00221287"/>
    <w:rsid w:val="002213FA"/>
    <w:rsid w:val="00221644"/>
    <w:rsid w:val="00221889"/>
    <w:rsid w:val="0022229C"/>
    <w:rsid w:val="00222C94"/>
    <w:rsid w:val="00222EC2"/>
    <w:rsid w:val="00222F92"/>
    <w:rsid w:val="0022788D"/>
    <w:rsid w:val="0022793C"/>
    <w:rsid w:val="00227CE6"/>
    <w:rsid w:val="002300DD"/>
    <w:rsid w:val="002303A9"/>
    <w:rsid w:val="0023048D"/>
    <w:rsid w:val="00230953"/>
    <w:rsid w:val="00231774"/>
    <w:rsid w:val="00231941"/>
    <w:rsid w:val="00231A2B"/>
    <w:rsid w:val="002328C0"/>
    <w:rsid w:val="0023414D"/>
    <w:rsid w:val="00234664"/>
    <w:rsid w:val="0023488A"/>
    <w:rsid w:val="00234A0C"/>
    <w:rsid w:val="00234B33"/>
    <w:rsid w:val="00234C4E"/>
    <w:rsid w:val="00234D81"/>
    <w:rsid w:val="00235832"/>
    <w:rsid w:val="002358B3"/>
    <w:rsid w:val="00235AE4"/>
    <w:rsid w:val="00235BB9"/>
    <w:rsid w:val="00235E76"/>
    <w:rsid w:val="00235EB1"/>
    <w:rsid w:val="00235F3A"/>
    <w:rsid w:val="00236C0A"/>
    <w:rsid w:val="00236C28"/>
    <w:rsid w:val="00236CDC"/>
    <w:rsid w:val="00237392"/>
    <w:rsid w:val="002375FB"/>
    <w:rsid w:val="002376D3"/>
    <w:rsid w:val="00240285"/>
    <w:rsid w:val="002405CF"/>
    <w:rsid w:val="00240F20"/>
    <w:rsid w:val="00241BFB"/>
    <w:rsid w:val="00241D54"/>
    <w:rsid w:val="00242031"/>
    <w:rsid w:val="00242F38"/>
    <w:rsid w:val="00243FED"/>
    <w:rsid w:val="00244035"/>
    <w:rsid w:val="00244B21"/>
    <w:rsid w:val="00244BD5"/>
    <w:rsid w:val="00244FD4"/>
    <w:rsid w:val="00245D9E"/>
    <w:rsid w:val="00245E3C"/>
    <w:rsid w:val="00246D11"/>
    <w:rsid w:val="00247008"/>
    <w:rsid w:val="002475A4"/>
    <w:rsid w:val="00247E07"/>
    <w:rsid w:val="00251338"/>
    <w:rsid w:val="0025145D"/>
    <w:rsid w:val="002522A2"/>
    <w:rsid w:val="002526A3"/>
    <w:rsid w:val="00252F6E"/>
    <w:rsid w:val="00253058"/>
    <w:rsid w:val="002531F6"/>
    <w:rsid w:val="00253301"/>
    <w:rsid w:val="00253C5A"/>
    <w:rsid w:val="00253EB1"/>
    <w:rsid w:val="00254880"/>
    <w:rsid w:val="00254CA2"/>
    <w:rsid w:val="00254EEB"/>
    <w:rsid w:val="00254EED"/>
    <w:rsid w:val="00254FA3"/>
    <w:rsid w:val="00254FF2"/>
    <w:rsid w:val="0025524D"/>
    <w:rsid w:val="00255B2A"/>
    <w:rsid w:val="00255C03"/>
    <w:rsid w:val="0025699B"/>
    <w:rsid w:val="00256A23"/>
    <w:rsid w:val="00256DD4"/>
    <w:rsid w:val="00256E5E"/>
    <w:rsid w:val="002574E2"/>
    <w:rsid w:val="00257D4D"/>
    <w:rsid w:val="00260737"/>
    <w:rsid w:val="002609CA"/>
    <w:rsid w:val="00260A52"/>
    <w:rsid w:val="00260D60"/>
    <w:rsid w:val="00261316"/>
    <w:rsid w:val="0026132B"/>
    <w:rsid w:val="00261A35"/>
    <w:rsid w:val="00261B64"/>
    <w:rsid w:val="00261BE5"/>
    <w:rsid w:val="002623F7"/>
    <w:rsid w:val="00262CC7"/>
    <w:rsid w:val="00262D89"/>
    <w:rsid w:val="002637C6"/>
    <w:rsid w:val="00264396"/>
    <w:rsid w:val="00264549"/>
    <w:rsid w:val="00264948"/>
    <w:rsid w:val="00264D9B"/>
    <w:rsid w:val="00264E6D"/>
    <w:rsid w:val="002654D8"/>
    <w:rsid w:val="002658A4"/>
    <w:rsid w:val="00267021"/>
    <w:rsid w:val="002679EC"/>
    <w:rsid w:val="00267C9E"/>
    <w:rsid w:val="00267FE3"/>
    <w:rsid w:val="0027099A"/>
    <w:rsid w:val="00270DD8"/>
    <w:rsid w:val="00272831"/>
    <w:rsid w:val="00273012"/>
    <w:rsid w:val="00273B66"/>
    <w:rsid w:val="00273E5F"/>
    <w:rsid w:val="00274721"/>
    <w:rsid w:val="00274AA0"/>
    <w:rsid w:val="0027589A"/>
    <w:rsid w:val="0027597B"/>
    <w:rsid w:val="002759DE"/>
    <w:rsid w:val="00275D35"/>
    <w:rsid w:val="00276328"/>
    <w:rsid w:val="0027685C"/>
    <w:rsid w:val="00276911"/>
    <w:rsid w:val="00276F8F"/>
    <w:rsid w:val="00276FFE"/>
    <w:rsid w:val="002774D5"/>
    <w:rsid w:val="00277761"/>
    <w:rsid w:val="00277A9C"/>
    <w:rsid w:val="00277AA8"/>
    <w:rsid w:val="00277B9C"/>
    <w:rsid w:val="00277CE1"/>
    <w:rsid w:val="00277D4A"/>
    <w:rsid w:val="00277EF1"/>
    <w:rsid w:val="002804BC"/>
    <w:rsid w:val="00280950"/>
    <w:rsid w:val="00280B5A"/>
    <w:rsid w:val="0028101B"/>
    <w:rsid w:val="002819F3"/>
    <w:rsid w:val="00281BF1"/>
    <w:rsid w:val="00282711"/>
    <w:rsid w:val="00282C36"/>
    <w:rsid w:val="002830AC"/>
    <w:rsid w:val="0028343B"/>
    <w:rsid w:val="0028368F"/>
    <w:rsid w:val="00283A9D"/>
    <w:rsid w:val="00283C22"/>
    <w:rsid w:val="00283F50"/>
    <w:rsid w:val="002843F2"/>
    <w:rsid w:val="0028565B"/>
    <w:rsid w:val="002857B3"/>
    <w:rsid w:val="0028583D"/>
    <w:rsid w:val="002858A5"/>
    <w:rsid w:val="00285AC7"/>
    <w:rsid w:val="00286BDF"/>
    <w:rsid w:val="00287123"/>
    <w:rsid w:val="002874FD"/>
    <w:rsid w:val="00287A0C"/>
    <w:rsid w:val="00287DEE"/>
    <w:rsid w:val="00290A9D"/>
    <w:rsid w:val="00290BBC"/>
    <w:rsid w:val="00290C58"/>
    <w:rsid w:val="00291265"/>
    <w:rsid w:val="00291351"/>
    <w:rsid w:val="002918C9"/>
    <w:rsid w:val="00292AAC"/>
    <w:rsid w:val="00293027"/>
    <w:rsid w:val="00293D4F"/>
    <w:rsid w:val="00294EA7"/>
    <w:rsid w:val="00295084"/>
    <w:rsid w:val="00295421"/>
    <w:rsid w:val="002957C4"/>
    <w:rsid w:val="00295930"/>
    <w:rsid w:val="002959CC"/>
    <w:rsid w:val="00295AB8"/>
    <w:rsid w:val="00295CA7"/>
    <w:rsid w:val="00296169"/>
    <w:rsid w:val="00296553"/>
    <w:rsid w:val="00296927"/>
    <w:rsid w:val="002969AB"/>
    <w:rsid w:val="00297508"/>
    <w:rsid w:val="00297BA8"/>
    <w:rsid w:val="00297CE1"/>
    <w:rsid w:val="002A01AD"/>
    <w:rsid w:val="002A1254"/>
    <w:rsid w:val="002A1581"/>
    <w:rsid w:val="002A1780"/>
    <w:rsid w:val="002A230B"/>
    <w:rsid w:val="002A24BC"/>
    <w:rsid w:val="002A24C1"/>
    <w:rsid w:val="002A29E6"/>
    <w:rsid w:val="002A2ABA"/>
    <w:rsid w:val="002A387F"/>
    <w:rsid w:val="002A3EA4"/>
    <w:rsid w:val="002A40CA"/>
    <w:rsid w:val="002A44BC"/>
    <w:rsid w:val="002A4D1F"/>
    <w:rsid w:val="002A4E3A"/>
    <w:rsid w:val="002A570C"/>
    <w:rsid w:val="002A58F3"/>
    <w:rsid w:val="002A5A55"/>
    <w:rsid w:val="002A5B99"/>
    <w:rsid w:val="002A5CF4"/>
    <w:rsid w:val="002A650E"/>
    <w:rsid w:val="002A65D2"/>
    <w:rsid w:val="002A67F5"/>
    <w:rsid w:val="002A69AF"/>
    <w:rsid w:val="002A6C84"/>
    <w:rsid w:val="002A6CA7"/>
    <w:rsid w:val="002A6E07"/>
    <w:rsid w:val="002A7813"/>
    <w:rsid w:val="002B1090"/>
    <w:rsid w:val="002B113D"/>
    <w:rsid w:val="002B118B"/>
    <w:rsid w:val="002B1495"/>
    <w:rsid w:val="002B1660"/>
    <w:rsid w:val="002B16E8"/>
    <w:rsid w:val="002B18B4"/>
    <w:rsid w:val="002B1AEF"/>
    <w:rsid w:val="002B2052"/>
    <w:rsid w:val="002B2B9D"/>
    <w:rsid w:val="002B305E"/>
    <w:rsid w:val="002B3280"/>
    <w:rsid w:val="002B35AE"/>
    <w:rsid w:val="002B40BF"/>
    <w:rsid w:val="002B5CB1"/>
    <w:rsid w:val="002B639F"/>
    <w:rsid w:val="002B6478"/>
    <w:rsid w:val="002B7A53"/>
    <w:rsid w:val="002B7BD1"/>
    <w:rsid w:val="002C017E"/>
    <w:rsid w:val="002C062E"/>
    <w:rsid w:val="002C06E1"/>
    <w:rsid w:val="002C07DD"/>
    <w:rsid w:val="002C0C68"/>
    <w:rsid w:val="002C0F0E"/>
    <w:rsid w:val="002C1A1C"/>
    <w:rsid w:val="002C1C1A"/>
    <w:rsid w:val="002C201E"/>
    <w:rsid w:val="002C2A19"/>
    <w:rsid w:val="002C2A3D"/>
    <w:rsid w:val="002C307D"/>
    <w:rsid w:val="002C3185"/>
    <w:rsid w:val="002C3393"/>
    <w:rsid w:val="002C3525"/>
    <w:rsid w:val="002C363E"/>
    <w:rsid w:val="002C3929"/>
    <w:rsid w:val="002C3E49"/>
    <w:rsid w:val="002C4035"/>
    <w:rsid w:val="002C40EE"/>
    <w:rsid w:val="002C4511"/>
    <w:rsid w:val="002C4653"/>
    <w:rsid w:val="002C481B"/>
    <w:rsid w:val="002C48B9"/>
    <w:rsid w:val="002C4C95"/>
    <w:rsid w:val="002C544A"/>
    <w:rsid w:val="002C5FDF"/>
    <w:rsid w:val="002C6795"/>
    <w:rsid w:val="002C6A25"/>
    <w:rsid w:val="002C6A78"/>
    <w:rsid w:val="002C6CCF"/>
    <w:rsid w:val="002C6DE4"/>
    <w:rsid w:val="002C70DA"/>
    <w:rsid w:val="002C7580"/>
    <w:rsid w:val="002D00FF"/>
    <w:rsid w:val="002D041B"/>
    <w:rsid w:val="002D07A3"/>
    <w:rsid w:val="002D0885"/>
    <w:rsid w:val="002D0EC2"/>
    <w:rsid w:val="002D1A6E"/>
    <w:rsid w:val="002D1B30"/>
    <w:rsid w:val="002D30BB"/>
    <w:rsid w:val="002D36BB"/>
    <w:rsid w:val="002D3ABC"/>
    <w:rsid w:val="002D3CB5"/>
    <w:rsid w:val="002D3D2B"/>
    <w:rsid w:val="002D4199"/>
    <w:rsid w:val="002D52F9"/>
    <w:rsid w:val="002D5719"/>
    <w:rsid w:val="002D5749"/>
    <w:rsid w:val="002D6ED5"/>
    <w:rsid w:val="002D7209"/>
    <w:rsid w:val="002D7408"/>
    <w:rsid w:val="002D7649"/>
    <w:rsid w:val="002E0555"/>
    <w:rsid w:val="002E0981"/>
    <w:rsid w:val="002E2612"/>
    <w:rsid w:val="002E269F"/>
    <w:rsid w:val="002E28E2"/>
    <w:rsid w:val="002E2A21"/>
    <w:rsid w:val="002E2D19"/>
    <w:rsid w:val="002E2E70"/>
    <w:rsid w:val="002E2FA4"/>
    <w:rsid w:val="002E47E0"/>
    <w:rsid w:val="002E4FC2"/>
    <w:rsid w:val="002E56B9"/>
    <w:rsid w:val="002E5958"/>
    <w:rsid w:val="002E607B"/>
    <w:rsid w:val="002E6729"/>
    <w:rsid w:val="002E6C7F"/>
    <w:rsid w:val="002E6EE3"/>
    <w:rsid w:val="002E78D4"/>
    <w:rsid w:val="002E78FB"/>
    <w:rsid w:val="002E7CBB"/>
    <w:rsid w:val="002F0B4D"/>
    <w:rsid w:val="002F1283"/>
    <w:rsid w:val="002F14AB"/>
    <w:rsid w:val="002F16F7"/>
    <w:rsid w:val="002F1B61"/>
    <w:rsid w:val="002F1E0B"/>
    <w:rsid w:val="002F1E8F"/>
    <w:rsid w:val="002F21DF"/>
    <w:rsid w:val="002F282C"/>
    <w:rsid w:val="002F3164"/>
    <w:rsid w:val="002F37B3"/>
    <w:rsid w:val="002F3810"/>
    <w:rsid w:val="002F3CA5"/>
    <w:rsid w:val="002F4289"/>
    <w:rsid w:val="002F466D"/>
    <w:rsid w:val="002F46C6"/>
    <w:rsid w:val="002F4C58"/>
    <w:rsid w:val="002F4CB3"/>
    <w:rsid w:val="002F558A"/>
    <w:rsid w:val="002F56E3"/>
    <w:rsid w:val="002F5B0F"/>
    <w:rsid w:val="002F5D65"/>
    <w:rsid w:val="002F62BB"/>
    <w:rsid w:val="002F66CC"/>
    <w:rsid w:val="002F6993"/>
    <w:rsid w:val="002F706D"/>
    <w:rsid w:val="002F7855"/>
    <w:rsid w:val="002F7ED2"/>
    <w:rsid w:val="0030024A"/>
    <w:rsid w:val="0030056B"/>
    <w:rsid w:val="00300606"/>
    <w:rsid w:val="003006BF"/>
    <w:rsid w:val="0030082B"/>
    <w:rsid w:val="0030130D"/>
    <w:rsid w:val="003014CA"/>
    <w:rsid w:val="003014EA"/>
    <w:rsid w:val="00301990"/>
    <w:rsid w:val="00301FCF"/>
    <w:rsid w:val="00302478"/>
    <w:rsid w:val="00302A21"/>
    <w:rsid w:val="00302D98"/>
    <w:rsid w:val="00302E01"/>
    <w:rsid w:val="00303518"/>
    <w:rsid w:val="00303D7B"/>
    <w:rsid w:val="003043C5"/>
    <w:rsid w:val="003043F1"/>
    <w:rsid w:val="00304AE0"/>
    <w:rsid w:val="00304C6E"/>
    <w:rsid w:val="00305526"/>
    <w:rsid w:val="00305E72"/>
    <w:rsid w:val="00306402"/>
    <w:rsid w:val="003064F2"/>
    <w:rsid w:val="003065D3"/>
    <w:rsid w:val="003066BE"/>
    <w:rsid w:val="00306BD8"/>
    <w:rsid w:val="00306FF3"/>
    <w:rsid w:val="003071C1"/>
    <w:rsid w:val="003073C0"/>
    <w:rsid w:val="00307A8F"/>
    <w:rsid w:val="00307F7D"/>
    <w:rsid w:val="0031041E"/>
    <w:rsid w:val="0031060E"/>
    <w:rsid w:val="0031072F"/>
    <w:rsid w:val="003109E3"/>
    <w:rsid w:val="00311224"/>
    <w:rsid w:val="00311671"/>
    <w:rsid w:val="00311BB3"/>
    <w:rsid w:val="00312791"/>
    <w:rsid w:val="00312A9B"/>
    <w:rsid w:val="00312B02"/>
    <w:rsid w:val="00312E2B"/>
    <w:rsid w:val="00312FCC"/>
    <w:rsid w:val="0031317A"/>
    <w:rsid w:val="00313467"/>
    <w:rsid w:val="00313562"/>
    <w:rsid w:val="003135FD"/>
    <w:rsid w:val="00314137"/>
    <w:rsid w:val="003142AF"/>
    <w:rsid w:val="00314344"/>
    <w:rsid w:val="003146DB"/>
    <w:rsid w:val="003148A4"/>
    <w:rsid w:val="00314E2C"/>
    <w:rsid w:val="0031500C"/>
    <w:rsid w:val="00315033"/>
    <w:rsid w:val="003154EB"/>
    <w:rsid w:val="00315ABD"/>
    <w:rsid w:val="00316AE5"/>
    <w:rsid w:val="00316E02"/>
    <w:rsid w:val="00317526"/>
    <w:rsid w:val="00317647"/>
    <w:rsid w:val="003177E6"/>
    <w:rsid w:val="003179EA"/>
    <w:rsid w:val="00320195"/>
    <w:rsid w:val="00320BA4"/>
    <w:rsid w:val="00320F46"/>
    <w:rsid w:val="003211A0"/>
    <w:rsid w:val="00321EA9"/>
    <w:rsid w:val="00322B09"/>
    <w:rsid w:val="0032355B"/>
    <w:rsid w:val="0032359E"/>
    <w:rsid w:val="00323863"/>
    <w:rsid w:val="00324237"/>
    <w:rsid w:val="003249E2"/>
    <w:rsid w:val="00324B51"/>
    <w:rsid w:val="00324BB7"/>
    <w:rsid w:val="00324F5B"/>
    <w:rsid w:val="003252D2"/>
    <w:rsid w:val="00325382"/>
    <w:rsid w:val="0032546D"/>
    <w:rsid w:val="00325CB8"/>
    <w:rsid w:val="00325D5A"/>
    <w:rsid w:val="00326123"/>
    <w:rsid w:val="003261C2"/>
    <w:rsid w:val="00326841"/>
    <w:rsid w:val="00326877"/>
    <w:rsid w:val="00326F1B"/>
    <w:rsid w:val="00327CDC"/>
    <w:rsid w:val="0033029B"/>
    <w:rsid w:val="00330A52"/>
    <w:rsid w:val="00330B11"/>
    <w:rsid w:val="00330B8A"/>
    <w:rsid w:val="003312BF"/>
    <w:rsid w:val="00331531"/>
    <w:rsid w:val="003316FC"/>
    <w:rsid w:val="0033191B"/>
    <w:rsid w:val="00331BA3"/>
    <w:rsid w:val="00331C0B"/>
    <w:rsid w:val="00331FC8"/>
    <w:rsid w:val="00332400"/>
    <w:rsid w:val="003327BC"/>
    <w:rsid w:val="003328D3"/>
    <w:rsid w:val="00332DB6"/>
    <w:rsid w:val="0033396D"/>
    <w:rsid w:val="00333B43"/>
    <w:rsid w:val="00333C65"/>
    <w:rsid w:val="00333CEE"/>
    <w:rsid w:val="00333D5E"/>
    <w:rsid w:val="00334762"/>
    <w:rsid w:val="00334B9B"/>
    <w:rsid w:val="00334BDF"/>
    <w:rsid w:val="00334DC1"/>
    <w:rsid w:val="00334DF5"/>
    <w:rsid w:val="003357D5"/>
    <w:rsid w:val="00335B3A"/>
    <w:rsid w:val="003361FD"/>
    <w:rsid w:val="003374AA"/>
    <w:rsid w:val="00337CD4"/>
    <w:rsid w:val="00340063"/>
    <w:rsid w:val="0034067B"/>
    <w:rsid w:val="00340B90"/>
    <w:rsid w:val="00340E61"/>
    <w:rsid w:val="003410E5"/>
    <w:rsid w:val="00341335"/>
    <w:rsid w:val="003416F8"/>
    <w:rsid w:val="003418D8"/>
    <w:rsid w:val="00341967"/>
    <w:rsid w:val="00341CA5"/>
    <w:rsid w:val="00341CD5"/>
    <w:rsid w:val="00342F5C"/>
    <w:rsid w:val="00344210"/>
    <w:rsid w:val="0034458C"/>
    <w:rsid w:val="00344920"/>
    <w:rsid w:val="00344B66"/>
    <w:rsid w:val="00344D95"/>
    <w:rsid w:val="00344E58"/>
    <w:rsid w:val="00345774"/>
    <w:rsid w:val="00345FF1"/>
    <w:rsid w:val="00346854"/>
    <w:rsid w:val="00346D35"/>
    <w:rsid w:val="00347D97"/>
    <w:rsid w:val="00350052"/>
    <w:rsid w:val="00350C86"/>
    <w:rsid w:val="00351068"/>
    <w:rsid w:val="00351083"/>
    <w:rsid w:val="0035123F"/>
    <w:rsid w:val="00351473"/>
    <w:rsid w:val="00351626"/>
    <w:rsid w:val="00351D46"/>
    <w:rsid w:val="003521B1"/>
    <w:rsid w:val="003533BD"/>
    <w:rsid w:val="00353B2E"/>
    <w:rsid w:val="00353B43"/>
    <w:rsid w:val="00353EF4"/>
    <w:rsid w:val="00354091"/>
    <w:rsid w:val="0035523D"/>
    <w:rsid w:val="00355961"/>
    <w:rsid w:val="00355C38"/>
    <w:rsid w:val="0035621E"/>
    <w:rsid w:val="0035662B"/>
    <w:rsid w:val="0035676B"/>
    <w:rsid w:val="003567EE"/>
    <w:rsid w:val="003568BD"/>
    <w:rsid w:val="003579E8"/>
    <w:rsid w:val="00357AD9"/>
    <w:rsid w:val="00357E7C"/>
    <w:rsid w:val="003600B4"/>
    <w:rsid w:val="00360619"/>
    <w:rsid w:val="003607C5"/>
    <w:rsid w:val="00360AC1"/>
    <w:rsid w:val="00360B20"/>
    <w:rsid w:val="00360E8F"/>
    <w:rsid w:val="003613F7"/>
    <w:rsid w:val="00361426"/>
    <w:rsid w:val="0036185F"/>
    <w:rsid w:val="00361874"/>
    <w:rsid w:val="00362366"/>
    <w:rsid w:val="00362AD8"/>
    <w:rsid w:val="00362AEC"/>
    <w:rsid w:val="00363392"/>
    <w:rsid w:val="003633B8"/>
    <w:rsid w:val="00363BF4"/>
    <w:rsid w:val="00363DAB"/>
    <w:rsid w:val="0036507F"/>
    <w:rsid w:val="0036531F"/>
    <w:rsid w:val="00365F80"/>
    <w:rsid w:val="00366360"/>
    <w:rsid w:val="0036656B"/>
    <w:rsid w:val="0036696C"/>
    <w:rsid w:val="00366AEA"/>
    <w:rsid w:val="003673D7"/>
    <w:rsid w:val="00367684"/>
    <w:rsid w:val="0036788F"/>
    <w:rsid w:val="0037005C"/>
    <w:rsid w:val="003705C3"/>
    <w:rsid w:val="00370F68"/>
    <w:rsid w:val="0037112D"/>
    <w:rsid w:val="0037154C"/>
    <w:rsid w:val="0037187B"/>
    <w:rsid w:val="003719D1"/>
    <w:rsid w:val="00371A8D"/>
    <w:rsid w:val="00371AA5"/>
    <w:rsid w:val="00371FF0"/>
    <w:rsid w:val="0037239A"/>
    <w:rsid w:val="003724CD"/>
    <w:rsid w:val="003729BA"/>
    <w:rsid w:val="003729D9"/>
    <w:rsid w:val="00372C6D"/>
    <w:rsid w:val="00372FEB"/>
    <w:rsid w:val="0037325D"/>
    <w:rsid w:val="003735A5"/>
    <w:rsid w:val="00373F65"/>
    <w:rsid w:val="00374ACC"/>
    <w:rsid w:val="00374C08"/>
    <w:rsid w:val="00375428"/>
    <w:rsid w:val="003756FB"/>
    <w:rsid w:val="003757C5"/>
    <w:rsid w:val="00375BC0"/>
    <w:rsid w:val="00376576"/>
    <w:rsid w:val="0037674D"/>
    <w:rsid w:val="00376A62"/>
    <w:rsid w:val="00377341"/>
    <w:rsid w:val="0037772E"/>
    <w:rsid w:val="003800B4"/>
    <w:rsid w:val="003801A0"/>
    <w:rsid w:val="003802F5"/>
    <w:rsid w:val="00380483"/>
    <w:rsid w:val="003804D9"/>
    <w:rsid w:val="0038089B"/>
    <w:rsid w:val="00381A60"/>
    <w:rsid w:val="00381B56"/>
    <w:rsid w:val="00381B92"/>
    <w:rsid w:val="00381CDB"/>
    <w:rsid w:val="00382697"/>
    <w:rsid w:val="003829BE"/>
    <w:rsid w:val="00383403"/>
    <w:rsid w:val="003837BE"/>
    <w:rsid w:val="00383D4F"/>
    <w:rsid w:val="00383FF2"/>
    <w:rsid w:val="003841E1"/>
    <w:rsid w:val="00384243"/>
    <w:rsid w:val="003842BF"/>
    <w:rsid w:val="00384CBB"/>
    <w:rsid w:val="003851A6"/>
    <w:rsid w:val="00385395"/>
    <w:rsid w:val="003853B2"/>
    <w:rsid w:val="00385413"/>
    <w:rsid w:val="003855C8"/>
    <w:rsid w:val="00385846"/>
    <w:rsid w:val="00385F2F"/>
    <w:rsid w:val="00386732"/>
    <w:rsid w:val="00386E1C"/>
    <w:rsid w:val="0038758A"/>
    <w:rsid w:val="00387FDF"/>
    <w:rsid w:val="00390516"/>
    <w:rsid w:val="0039136C"/>
    <w:rsid w:val="003914B0"/>
    <w:rsid w:val="003921E1"/>
    <w:rsid w:val="00392769"/>
    <w:rsid w:val="0039285C"/>
    <w:rsid w:val="00392B54"/>
    <w:rsid w:val="00392D58"/>
    <w:rsid w:val="00392F09"/>
    <w:rsid w:val="00393665"/>
    <w:rsid w:val="003950E9"/>
    <w:rsid w:val="00395204"/>
    <w:rsid w:val="003953D6"/>
    <w:rsid w:val="00395BA3"/>
    <w:rsid w:val="00395C8D"/>
    <w:rsid w:val="00395DDE"/>
    <w:rsid w:val="00395EBA"/>
    <w:rsid w:val="0039606E"/>
    <w:rsid w:val="00396151"/>
    <w:rsid w:val="003969F7"/>
    <w:rsid w:val="00396B61"/>
    <w:rsid w:val="00396C05"/>
    <w:rsid w:val="00397351"/>
    <w:rsid w:val="003979FE"/>
    <w:rsid w:val="003A011B"/>
    <w:rsid w:val="003A02A0"/>
    <w:rsid w:val="003A0E58"/>
    <w:rsid w:val="003A172F"/>
    <w:rsid w:val="003A19D8"/>
    <w:rsid w:val="003A1CD4"/>
    <w:rsid w:val="003A26BE"/>
    <w:rsid w:val="003A2EA7"/>
    <w:rsid w:val="003A2FFB"/>
    <w:rsid w:val="003A31B2"/>
    <w:rsid w:val="003A3300"/>
    <w:rsid w:val="003A3385"/>
    <w:rsid w:val="003A39C4"/>
    <w:rsid w:val="003A3AF5"/>
    <w:rsid w:val="003A4081"/>
    <w:rsid w:val="003A412D"/>
    <w:rsid w:val="003A4147"/>
    <w:rsid w:val="003A496A"/>
    <w:rsid w:val="003A4A3C"/>
    <w:rsid w:val="003A4A84"/>
    <w:rsid w:val="003A4BAE"/>
    <w:rsid w:val="003A4D1B"/>
    <w:rsid w:val="003A5051"/>
    <w:rsid w:val="003A57DB"/>
    <w:rsid w:val="003A5BEE"/>
    <w:rsid w:val="003A5D83"/>
    <w:rsid w:val="003A6041"/>
    <w:rsid w:val="003A654C"/>
    <w:rsid w:val="003A68CD"/>
    <w:rsid w:val="003A71AC"/>
    <w:rsid w:val="003A769B"/>
    <w:rsid w:val="003B031F"/>
    <w:rsid w:val="003B08F5"/>
    <w:rsid w:val="003B0C09"/>
    <w:rsid w:val="003B0FF3"/>
    <w:rsid w:val="003B1155"/>
    <w:rsid w:val="003B123E"/>
    <w:rsid w:val="003B15B7"/>
    <w:rsid w:val="003B20F3"/>
    <w:rsid w:val="003B2430"/>
    <w:rsid w:val="003B25E6"/>
    <w:rsid w:val="003B2EB1"/>
    <w:rsid w:val="003B30EB"/>
    <w:rsid w:val="003B3105"/>
    <w:rsid w:val="003B35EA"/>
    <w:rsid w:val="003B4C33"/>
    <w:rsid w:val="003B4FC3"/>
    <w:rsid w:val="003B5247"/>
    <w:rsid w:val="003B5251"/>
    <w:rsid w:val="003B560F"/>
    <w:rsid w:val="003B56EA"/>
    <w:rsid w:val="003B5758"/>
    <w:rsid w:val="003B58C1"/>
    <w:rsid w:val="003B5A1A"/>
    <w:rsid w:val="003B5B26"/>
    <w:rsid w:val="003B5B88"/>
    <w:rsid w:val="003B650E"/>
    <w:rsid w:val="003B66F9"/>
    <w:rsid w:val="003B6CE6"/>
    <w:rsid w:val="003B6DCD"/>
    <w:rsid w:val="003B6F41"/>
    <w:rsid w:val="003B749F"/>
    <w:rsid w:val="003B74D0"/>
    <w:rsid w:val="003B7597"/>
    <w:rsid w:val="003B76CA"/>
    <w:rsid w:val="003C035E"/>
    <w:rsid w:val="003C04E5"/>
    <w:rsid w:val="003C0605"/>
    <w:rsid w:val="003C0CA1"/>
    <w:rsid w:val="003C0CB1"/>
    <w:rsid w:val="003C0E86"/>
    <w:rsid w:val="003C116D"/>
    <w:rsid w:val="003C1A96"/>
    <w:rsid w:val="003C2111"/>
    <w:rsid w:val="003C228D"/>
    <w:rsid w:val="003C230B"/>
    <w:rsid w:val="003C2735"/>
    <w:rsid w:val="003C2A92"/>
    <w:rsid w:val="003C2E35"/>
    <w:rsid w:val="003C2F27"/>
    <w:rsid w:val="003C3658"/>
    <w:rsid w:val="003C366C"/>
    <w:rsid w:val="003C37B7"/>
    <w:rsid w:val="003C38A4"/>
    <w:rsid w:val="003C414F"/>
    <w:rsid w:val="003C42E4"/>
    <w:rsid w:val="003C4701"/>
    <w:rsid w:val="003C4999"/>
    <w:rsid w:val="003C4E26"/>
    <w:rsid w:val="003C524C"/>
    <w:rsid w:val="003C5C4E"/>
    <w:rsid w:val="003C5CEE"/>
    <w:rsid w:val="003C5D23"/>
    <w:rsid w:val="003C60A6"/>
    <w:rsid w:val="003C642B"/>
    <w:rsid w:val="003C6758"/>
    <w:rsid w:val="003C69BD"/>
    <w:rsid w:val="003C6A32"/>
    <w:rsid w:val="003C6F67"/>
    <w:rsid w:val="003C6FC3"/>
    <w:rsid w:val="003C70C8"/>
    <w:rsid w:val="003C7565"/>
    <w:rsid w:val="003C75AB"/>
    <w:rsid w:val="003C77C7"/>
    <w:rsid w:val="003C797F"/>
    <w:rsid w:val="003D03F8"/>
    <w:rsid w:val="003D103C"/>
    <w:rsid w:val="003D1067"/>
    <w:rsid w:val="003D109F"/>
    <w:rsid w:val="003D13FF"/>
    <w:rsid w:val="003D1482"/>
    <w:rsid w:val="003D1626"/>
    <w:rsid w:val="003D1A9D"/>
    <w:rsid w:val="003D35CE"/>
    <w:rsid w:val="003D3620"/>
    <w:rsid w:val="003D3E54"/>
    <w:rsid w:val="003D4192"/>
    <w:rsid w:val="003D43CE"/>
    <w:rsid w:val="003D4725"/>
    <w:rsid w:val="003D4EC4"/>
    <w:rsid w:val="003D5783"/>
    <w:rsid w:val="003D5C1C"/>
    <w:rsid w:val="003D6000"/>
    <w:rsid w:val="003D6827"/>
    <w:rsid w:val="003D6F93"/>
    <w:rsid w:val="003D716A"/>
    <w:rsid w:val="003E03D9"/>
    <w:rsid w:val="003E044A"/>
    <w:rsid w:val="003E1BB8"/>
    <w:rsid w:val="003E1D72"/>
    <w:rsid w:val="003E28C9"/>
    <w:rsid w:val="003E2E55"/>
    <w:rsid w:val="003E330F"/>
    <w:rsid w:val="003E3634"/>
    <w:rsid w:val="003E3B41"/>
    <w:rsid w:val="003E441B"/>
    <w:rsid w:val="003E4B26"/>
    <w:rsid w:val="003E4D62"/>
    <w:rsid w:val="003E4FB9"/>
    <w:rsid w:val="003E4FF3"/>
    <w:rsid w:val="003E53BA"/>
    <w:rsid w:val="003E5662"/>
    <w:rsid w:val="003E5BE2"/>
    <w:rsid w:val="003E5C57"/>
    <w:rsid w:val="003E6069"/>
    <w:rsid w:val="003E64CF"/>
    <w:rsid w:val="003E6680"/>
    <w:rsid w:val="003E67F3"/>
    <w:rsid w:val="003E6942"/>
    <w:rsid w:val="003E7250"/>
    <w:rsid w:val="003E7345"/>
    <w:rsid w:val="003E7578"/>
    <w:rsid w:val="003E7E20"/>
    <w:rsid w:val="003E7E84"/>
    <w:rsid w:val="003F06B5"/>
    <w:rsid w:val="003F0905"/>
    <w:rsid w:val="003F0CBC"/>
    <w:rsid w:val="003F0E05"/>
    <w:rsid w:val="003F0EA8"/>
    <w:rsid w:val="003F0FAE"/>
    <w:rsid w:val="003F153D"/>
    <w:rsid w:val="003F15E5"/>
    <w:rsid w:val="003F16F7"/>
    <w:rsid w:val="003F21B1"/>
    <w:rsid w:val="003F2293"/>
    <w:rsid w:val="003F251A"/>
    <w:rsid w:val="003F2A3D"/>
    <w:rsid w:val="003F2CCD"/>
    <w:rsid w:val="003F316D"/>
    <w:rsid w:val="003F37A0"/>
    <w:rsid w:val="003F3B60"/>
    <w:rsid w:val="003F3CD6"/>
    <w:rsid w:val="003F4BF5"/>
    <w:rsid w:val="003F6172"/>
    <w:rsid w:val="003F631C"/>
    <w:rsid w:val="003F6691"/>
    <w:rsid w:val="003F6769"/>
    <w:rsid w:val="003F6C5D"/>
    <w:rsid w:val="003F6DFD"/>
    <w:rsid w:val="003F6EF3"/>
    <w:rsid w:val="003F7355"/>
    <w:rsid w:val="003F7BCE"/>
    <w:rsid w:val="003F7EB7"/>
    <w:rsid w:val="00400301"/>
    <w:rsid w:val="004004C0"/>
    <w:rsid w:val="00400514"/>
    <w:rsid w:val="00400713"/>
    <w:rsid w:val="00400B3E"/>
    <w:rsid w:val="00400D4E"/>
    <w:rsid w:val="00400FC5"/>
    <w:rsid w:val="004011C9"/>
    <w:rsid w:val="00401703"/>
    <w:rsid w:val="004017A1"/>
    <w:rsid w:val="00401FB0"/>
    <w:rsid w:val="00402204"/>
    <w:rsid w:val="00402FC2"/>
    <w:rsid w:val="004036DA"/>
    <w:rsid w:val="00403FA5"/>
    <w:rsid w:val="0040426D"/>
    <w:rsid w:val="00404355"/>
    <w:rsid w:val="004045B9"/>
    <w:rsid w:val="00404833"/>
    <w:rsid w:val="00404B56"/>
    <w:rsid w:val="00404BBB"/>
    <w:rsid w:val="0040574E"/>
    <w:rsid w:val="004057F2"/>
    <w:rsid w:val="0040580F"/>
    <w:rsid w:val="0040627A"/>
    <w:rsid w:val="004065F8"/>
    <w:rsid w:val="004069CF"/>
    <w:rsid w:val="00406A68"/>
    <w:rsid w:val="00406B16"/>
    <w:rsid w:val="00406CD1"/>
    <w:rsid w:val="00406E96"/>
    <w:rsid w:val="0040720A"/>
    <w:rsid w:val="00407389"/>
    <w:rsid w:val="00407481"/>
    <w:rsid w:val="00407911"/>
    <w:rsid w:val="004079BD"/>
    <w:rsid w:val="00407C53"/>
    <w:rsid w:val="00407FEF"/>
    <w:rsid w:val="004106FD"/>
    <w:rsid w:val="00410931"/>
    <w:rsid w:val="00410A2A"/>
    <w:rsid w:val="00411538"/>
    <w:rsid w:val="00411767"/>
    <w:rsid w:val="0041190E"/>
    <w:rsid w:val="0041191F"/>
    <w:rsid w:val="004119D1"/>
    <w:rsid w:val="00411C43"/>
    <w:rsid w:val="00412449"/>
    <w:rsid w:val="00412654"/>
    <w:rsid w:val="0041269D"/>
    <w:rsid w:val="004129A2"/>
    <w:rsid w:val="00413429"/>
    <w:rsid w:val="004135E5"/>
    <w:rsid w:val="00414033"/>
    <w:rsid w:val="0041411D"/>
    <w:rsid w:val="0041434F"/>
    <w:rsid w:val="004147B4"/>
    <w:rsid w:val="004147D5"/>
    <w:rsid w:val="00414ED4"/>
    <w:rsid w:val="004155D6"/>
    <w:rsid w:val="0041568A"/>
    <w:rsid w:val="004156D4"/>
    <w:rsid w:val="004157F2"/>
    <w:rsid w:val="00415BDF"/>
    <w:rsid w:val="00415DAD"/>
    <w:rsid w:val="00415FB1"/>
    <w:rsid w:val="004161F5"/>
    <w:rsid w:val="004161FF"/>
    <w:rsid w:val="004163D5"/>
    <w:rsid w:val="00416869"/>
    <w:rsid w:val="00416AB7"/>
    <w:rsid w:val="00416BEA"/>
    <w:rsid w:val="0041708D"/>
    <w:rsid w:val="00417681"/>
    <w:rsid w:val="004179D6"/>
    <w:rsid w:val="00417F87"/>
    <w:rsid w:val="00420991"/>
    <w:rsid w:val="004209A2"/>
    <w:rsid w:val="00420CE7"/>
    <w:rsid w:val="00420D2C"/>
    <w:rsid w:val="00420F42"/>
    <w:rsid w:val="0042159E"/>
    <w:rsid w:val="00421CE7"/>
    <w:rsid w:val="00422E8F"/>
    <w:rsid w:val="00423AFC"/>
    <w:rsid w:val="0042423C"/>
    <w:rsid w:val="00424530"/>
    <w:rsid w:val="00424D91"/>
    <w:rsid w:val="004250D2"/>
    <w:rsid w:val="00425598"/>
    <w:rsid w:val="00425728"/>
    <w:rsid w:val="00425A42"/>
    <w:rsid w:val="0042620F"/>
    <w:rsid w:val="0042655F"/>
    <w:rsid w:val="00426940"/>
    <w:rsid w:val="00426A4D"/>
    <w:rsid w:val="00426AC2"/>
    <w:rsid w:val="00426B02"/>
    <w:rsid w:val="00426B34"/>
    <w:rsid w:val="00426EA9"/>
    <w:rsid w:val="0042703C"/>
    <w:rsid w:val="004276BB"/>
    <w:rsid w:val="00427A60"/>
    <w:rsid w:val="00430272"/>
    <w:rsid w:val="004306AD"/>
    <w:rsid w:val="00430CAB"/>
    <w:rsid w:val="0043108B"/>
    <w:rsid w:val="00431554"/>
    <w:rsid w:val="0043190D"/>
    <w:rsid w:val="00432142"/>
    <w:rsid w:val="0043246F"/>
    <w:rsid w:val="00432BA5"/>
    <w:rsid w:val="0043330C"/>
    <w:rsid w:val="00434517"/>
    <w:rsid w:val="00434DD6"/>
    <w:rsid w:val="00435374"/>
    <w:rsid w:val="00435FCD"/>
    <w:rsid w:val="004363B9"/>
    <w:rsid w:val="004364F8"/>
    <w:rsid w:val="004365DE"/>
    <w:rsid w:val="0043692E"/>
    <w:rsid w:val="00436FBF"/>
    <w:rsid w:val="00437035"/>
    <w:rsid w:val="004374E6"/>
    <w:rsid w:val="00437A57"/>
    <w:rsid w:val="00440706"/>
    <w:rsid w:val="00440CD8"/>
    <w:rsid w:val="00440FFA"/>
    <w:rsid w:val="00442031"/>
    <w:rsid w:val="004421C3"/>
    <w:rsid w:val="0044240D"/>
    <w:rsid w:val="00442410"/>
    <w:rsid w:val="0044244C"/>
    <w:rsid w:val="004426C5"/>
    <w:rsid w:val="00442AC5"/>
    <w:rsid w:val="00443930"/>
    <w:rsid w:val="00443CA3"/>
    <w:rsid w:val="00443DA9"/>
    <w:rsid w:val="00443FDF"/>
    <w:rsid w:val="00444929"/>
    <w:rsid w:val="004449C1"/>
    <w:rsid w:val="00444E6B"/>
    <w:rsid w:val="00444F29"/>
    <w:rsid w:val="0044520B"/>
    <w:rsid w:val="00445D7D"/>
    <w:rsid w:val="004466B8"/>
    <w:rsid w:val="004467BD"/>
    <w:rsid w:val="00447670"/>
    <w:rsid w:val="00447AC3"/>
    <w:rsid w:val="00450560"/>
    <w:rsid w:val="004506F2"/>
    <w:rsid w:val="004507B3"/>
    <w:rsid w:val="00450F3B"/>
    <w:rsid w:val="0045131D"/>
    <w:rsid w:val="00451AA8"/>
    <w:rsid w:val="0045201C"/>
    <w:rsid w:val="00452B5E"/>
    <w:rsid w:val="00453418"/>
    <w:rsid w:val="004536C3"/>
    <w:rsid w:val="00453BB8"/>
    <w:rsid w:val="00454514"/>
    <w:rsid w:val="00454C8F"/>
    <w:rsid w:val="00455B45"/>
    <w:rsid w:val="00455C7E"/>
    <w:rsid w:val="00456153"/>
    <w:rsid w:val="00456417"/>
    <w:rsid w:val="004566ED"/>
    <w:rsid w:val="00456B4D"/>
    <w:rsid w:val="004572D3"/>
    <w:rsid w:val="00457BE4"/>
    <w:rsid w:val="00457DD0"/>
    <w:rsid w:val="00460089"/>
    <w:rsid w:val="00460215"/>
    <w:rsid w:val="004605E2"/>
    <w:rsid w:val="0046079F"/>
    <w:rsid w:val="00460861"/>
    <w:rsid w:val="0046096E"/>
    <w:rsid w:val="00460B56"/>
    <w:rsid w:val="00460D4E"/>
    <w:rsid w:val="00461D87"/>
    <w:rsid w:val="0046215F"/>
    <w:rsid w:val="00462D67"/>
    <w:rsid w:val="00462F31"/>
    <w:rsid w:val="00463C6C"/>
    <w:rsid w:val="00463E29"/>
    <w:rsid w:val="00464391"/>
    <w:rsid w:val="0046449F"/>
    <w:rsid w:val="004649A2"/>
    <w:rsid w:val="00464F3E"/>
    <w:rsid w:val="00465544"/>
    <w:rsid w:val="00465D2B"/>
    <w:rsid w:val="00467B01"/>
    <w:rsid w:val="00467B39"/>
    <w:rsid w:val="00470620"/>
    <w:rsid w:val="0047062B"/>
    <w:rsid w:val="00470A6D"/>
    <w:rsid w:val="00470DE6"/>
    <w:rsid w:val="004710CA"/>
    <w:rsid w:val="00471693"/>
    <w:rsid w:val="0047175B"/>
    <w:rsid w:val="00471B7B"/>
    <w:rsid w:val="00471E05"/>
    <w:rsid w:val="004724CF"/>
    <w:rsid w:val="004724E7"/>
    <w:rsid w:val="0047260A"/>
    <w:rsid w:val="00472619"/>
    <w:rsid w:val="00472726"/>
    <w:rsid w:val="004729E3"/>
    <w:rsid w:val="004729FE"/>
    <w:rsid w:val="00472ACE"/>
    <w:rsid w:val="00472DEB"/>
    <w:rsid w:val="0047316F"/>
    <w:rsid w:val="0047349D"/>
    <w:rsid w:val="00473518"/>
    <w:rsid w:val="00474642"/>
    <w:rsid w:val="00474C05"/>
    <w:rsid w:val="0047546D"/>
    <w:rsid w:val="00476D8B"/>
    <w:rsid w:val="00476EC7"/>
    <w:rsid w:val="00476F76"/>
    <w:rsid w:val="0047718B"/>
    <w:rsid w:val="004776C0"/>
    <w:rsid w:val="00477BD4"/>
    <w:rsid w:val="004802E6"/>
    <w:rsid w:val="00480CA1"/>
    <w:rsid w:val="00480E59"/>
    <w:rsid w:val="00480EB6"/>
    <w:rsid w:val="004816C9"/>
    <w:rsid w:val="00481729"/>
    <w:rsid w:val="00482075"/>
    <w:rsid w:val="00482408"/>
    <w:rsid w:val="00482646"/>
    <w:rsid w:val="0048271A"/>
    <w:rsid w:val="00482ACD"/>
    <w:rsid w:val="0048325A"/>
    <w:rsid w:val="00483344"/>
    <w:rsid w:val="00484129"/>
    <w:rsid w:val="0048508A"/>
    <w:rsid w:val="0048537E"/>
    <w:rsid w:val="00485A08"/>
    <w:rsid w:val="004862AA"/>
    <w:rsid w:val="00486873"/>
    <w:rsid w:val="00486D38"/>
    <w:rsid w:val="00487286"/>
    <w:rsid w:val="00487972"/>
    <w:rsid w:val="0049132A"/>
    <w:rsid w:val="004915D9"/>
    <w:rsid w:val="00491698"/>
    <w:rsid w:val="00491C5A"/>
    <w:rsid w:val="00491CBB"/>
    <w:rsid w:val="004922F6"/>
    <w:rsid w:val="00492CCE"/>
    <w:rsid w:val="00493B15"/>
    <w:rsid w:val="004941F6"/>
    <w:rsid w:val="00494440"/>
    <w:rsid w:val="004946C5"/>
    <w:rsid w:val="004946CC"/>
    <w:rsid w:val="004946E0"/>
    <w:rsid w:val="00494940"/>
    <w:rsid w:val="0049570F"/>
    <w:rsid w:val="004959B6"/>
    <w:rsid w:val="00495C43"/>
    <w:rsid w:val="00495D35"/>
    <w:rsid w:val="00496075"/>
    <w:rsid w:val="004960DA"/>
    <w:rsid w:val="00496EBB"/>
    <w:rsid w:val="00497747"/>
    <w:rsid w:val="004979F6"/>
    <w:rsid w:val="00497C2B"/>
    <w:rsid w:val="00497EF4"/>
    <w:rsid w:val="004A0595"/>
    <w:rsid w:val="004A0CC2"/>
    <w:rsid w:val="004A101A"/>
    <w:rsid w:val="004A2117"/>
    <w:rsid w:val="004A2725"/>
    <w:rsid w:val="004A30E8"/>
    <w:rsid w:val="004A30FA"/>
    <w:rsid w:val="004A3517"/>
    <w:rsid w:val="004A3A89"/>
    <w:rsid w:val="004A42B8"/>
    <w:rsid w:val="004A49B8"/>
    <w:rsid w:val="004A4A49"/>
    <w:rsid w:val="004A55E4"/>
    <w:rsid w:val="004A5AB6"/>
    <w:rsid w:val="004A5D04"/>
    <w:rsid w:val="004A5D92"/>
    <w:rsid w:val="004A5E1D"/>
    <w:rsid w:val="004A61CB"/>
    <w:rsid w:val="004A64BC"/>
    <w:rsid w:val="004A6510"/>
    <w:rsid w:val="004A68E1"/>
    <w:rsid w:val="004A6A7F"/>
    <w:rsid w:val="004A6BAB"/>
    <w:rsid w:val="004A712B"/>
    <w:rsid w:val="004A72F9"/>
    <w:rsid w:val="004A7389"/>
    <w:rsid w:val="004A75D5"/>
    <w:rsid w:val="004B06F7"/>
    <w:rsid w:val="004B0DA8"/>
    <w:rsid w:val="004B1841"/>
    <w:rsid w:val="004B2519"/>
    <w:rsid w:val="004B266B"/>
    <w:rsid w:val="004B2980"/>
    <w:rsid w:val="004B4002"/>
    <w:rsid w:val="004B4331"/>
    <w:rsid w:val="004B44A7"/>
    <w:rsid w:val="004B5ABC"/>
    <w:rsid w:val="004B6198"/>
    <w:rsid w:val="004B6A37"/>
    <w:rsid w:val="004B7131"/>
    <w:rsid w:val="004B7966"/>
    <w:rsid w:val="004B7A73"/>
    <w:rsid w:val="004C0587"/>
    <w:rsid w:val="004C096D"/>
    <w:rsid w:val="004C0D8D"/>
    <w:rsid w:val="004C13F2"/>
    <w:rsid w:val="004C198C"/>
    <w:rsid w:val="004C1B39"/>
    <w:rsid w:val="004C1EB8"/>
    <w:rsid w:val="004C228D"/>
    <w:rsid w:val="004C2820"/>
    <w:rsid w:val="004C2B50"/>
    <w:rsid w:val="004C2E88"/>
    <w:rsid w:val="004C2F3A"/>
    <w:rsid w:val="004C3053"/>
    <w:rsid w:val="004C3659"/>
    <w:rsid w:val="004C369C"/>
    <w:rsid w:val="004C3711"/>
    <w:rsid w:val="004C3EB5"/>
    <w:rsid w:val="004C41D8"/>
    <w:rsid w:val="004C44CA"/>
    <w:rsid w:val="004C490E"/>
    <w:rsid w:val="004C5022"/>
    <w:rsid w:val="004C55F8"/>
    <w:rsid w:val="004C5762"/>
    <w:rsid w:val="004C5FFC"/>
    <w:rsid w:val="004C6462"/>
    <w:rsid w:val="004C67AE"/>
    <w:rsid w:val="004C6864"/>
    <w:rsid w:val="004C6934"/>
    <w:rsid w:val="004C6D05"/>
    <w:rsid w:val="004C76E9"/>
    <w:rsid w:val="004C7D34"/>
    <w:rsid w:val="004D004C"/>
    <w:rsid w:val="004D00F7"/>
    <w:rsid w:val="004D035B"/>
    <w:rsid w:val="004D07E7"/>
    <w:rsid w:val="004D1792"/>
    <w:rsid w:val="004D18E6"/>
    <w:rsid w:val="004D1951"/>
    <w:rsid w:val="004D1A9B"/>
    <w:rsid w:val="004D1AEA"/>
    <w:rsid w:val="004D229D"/>
    <w:rsid w:val="004D2D86"/>
    <w:rsid w:val="004D308F"/>
    <w:rsid w:val="004D316B"/>
    <w:rsid w:val="004D3816"/>
    <w:rsid w:val="004D3AF8"/>
    <w:rsid w:val="004D3B11"/>
    <w:rsid w:val="004D3D77"/>
    <w:rsid w:val="004D40F7"/>
    <w:rsid w:val="004D42D0"/>
    <w:rsid w:val="004D46F1"/>
    <w:rsid w:val="004D476D"/>
    <w:rsid w:val="004D4937"/>
    <w:rsid w:val="004D4AEB"/>
    <w:rsid w:val="004D4FF5"/>
    <w:rsid w:val="004D4FFA"/>
    <w:rsid w:val="004D501D"/>
    <w:rsid w:val="004D5277"/>
    <w:rsid w:val="004D59A0"/>
    <w:rsid w:val="004D5B55"/>
    <w:rsid w:val="004D6162"/>
    <w:rsid w:val="004D63E2"/>
    <w:rsid w:val="004D6FBA"/>
    <w:rsid w:val="004D6FD8"/>
    <w:rsid w:val="004D74B7"/>
    <w:rsid w:val="004D77E6"/>
    <w:rsid w:val="004D7853"/>
    <w:rsid w:val="004E00EC"/>
    <w:rsid w:val="004E0A37"/>
    <w:rsid w:val="004E0ADA"/>
    <w:rsid w:val="004E0F12"/>
    <w:rsid w:val="004E119B"/>
    <w:rsid w:val="004E12F7"/>
    <w:rsid w:val="004E134F"/>
    <w:rsid w:val="004E1B84"/>
    <w:rsid w:val="004E1CC4"/>
    <w:rsid w:val="004E1D63"/>
    <w:rsid w:val="004E1D8C"/>
    <w:rsid w:val="004E1FC2"/>
    <w:rsid w:val="004E221F"/>
    <w:rsid w:val="004E2231"/>
    <w:rsid w:val="004E2CB3"/>
    <w:rsid w:val="004E2F63"/>
    <w:rsid w:val="004E358B"/>
    <w:rsid w:val="004E38C5"/>
    <w:rsid w:val="004E4451"/>
    <w:rsid w:val="004E4551"/>
    <w:rsid w:val="004E4635"/>
    <w:rsid w:val="004E4BA5"/>
    <w:rsid w:val="004E561D"/>
    <w:rsid w:val="004E604B"/>
    <w:rsid w:val="004E6B57"/>
    <w:rsid w:val="004E7021"/>
    <w:rsid w:val="004E70A4"/>
    <w:rsid w:val="004E723A"/>
    <w:rsid w:val="004E7848"/>
    <w:rsid w:val="004E7C63"/>
    <w:rsid w:val="004F073E"/>
    <w:rsid w:val="004F1318"/>
    <w:rsid w:val="004F16D2"/>
    <w:rsid w:val="004F19E0"/>
    <w:rsid w:val="004F1E28"/>
    <w:rsid w:val="004F2F06"/>
    <w:rsid w:val="004F3000"/>
    <w:rsid w:val="004F3134"/>
    <w:rsid w:val="004F4002"/>
    <w:rsid w:val="004F4032"/>
    <w:rsid w:val="004F438E"/>
    <w:rsid w:val="004F4611"/>
    <w:rsid w:val="004F46CB"/>
    <w:rsid w:val="004F4CDD"/>
    <w:rsid w:val="004F4E0B"/>
    <w:rsid w:val="004F50FC"/>
    <w:rsid w:val="004F5AD0"/>
    <w:rsid w:val="004F5C7E"/>
    <w:rsid w:val="004F5FA7"/>
    <w:rsid w:val="004F6469"/>
    <w:rsid w:val="004F6559"/>
    <w:rsid w:val="004F664F"/>
    <w:rsid w:val="004F68D4"/>
    <w:rsid w:val="005002AB"/>
    <w:rsid w:val="00500D58"/>
    <w:rsid w:val="00500FCD"/>
    <w:rsid w:val="00501174"/>
    <w:rsid w:val="005017FA"/>
    <w:rsid w:val="00502121"/>
    <w:rsid w:val="00502B41"/>
    <w:rsid w:val="00502C91"/>
    <w:rsid w:val="00502EC4"/>
    <w:rsid w:val="00503388"/>
    <w:rsid w:val="005034F3"/>
    <w:rsid w:val="005044ED"/>
    <w:rsid w:val="005044EE"/>
    <w:rsid w:val="00504AA0"/>
    <w:rsid w:val="00504C0C"/>
    <w:rsid w:val="00505135"/>
    <w:rsid w:val="00505224"/>
    <w:rsid w:val="005052BB"/>
    <w:rsid w:val="0050573C"/>
    <w:rsid w:val="00505779"/>
    <w:rsid w:val="0050608B"/>
    <w:rsid w:val="005060D9"/>
    <w:rsid w:val="00506253"/>
    <w:rsid w:val="00506BD9"/>
    <w:rsid w:val="00506F15"/>
    <w:rsid w:val="00507684"/>
    <w:rsid w:val="00507B44"/>
    <w:rsid w:val="00507DBC"/>
    <w:rsid w:val="0051024D"/>
    <w:rsid w:val="00511135"/>
    <w:rsid w:val="00511284"/>
    <w:rsid w:val="00511510"/>
    <w:rsid w:val="00511636"/>
    <w:rsid w:val="0051171A"/>
    <w:rsid w:val="005117FE"/>
    <w:rsid w:val="00511F28"/>
    <w:rsid w:val="00512158"/>
    <w:rsid w:val="005127B5"/>
    <w:rsid w:val="00513226"/>
    <w:rsid w:val="0051327C"/>
    <w:rsid w:val="005132B7"/>
    <w:rsid w:val="0051347B"/>
    <w:rsid w:val="005134F5"/>
    <w:rsid w:val="00513FA7"/>
    <w:rsid w:val="005143E7"/>
    <w:rsid w:val="005148EC"/>
    <w:rsid w:val="00514BF9"/>
    <w:rsid w:val="00514C5F"/>
    <w:rsid w:val="00515294"/>
    <w:rsid w:val="00515E51"/>
    <w:rsid w:val="00515EF9"/>
    <w:rsid w:val="0051601D"/>
    <w:rsid w:val="005166C4"/>
    <w:rsid w:val="005167BC"/>
    <w:rsid w:val="00516B5B"/>
    <w:rsid w:val="00516BAC"/>
    <w:rsid w:val="005175CB"/>
    <w:rsid w:val="00517DEE"/>
    <w:rsid w:val="00520707"/>
    <w:rsid w:val="00521AC2"/>
    <w:rsid w:val="005223E4"/>
    <w:rsid w:val="005225A7"/>
    <w:rsid w:val="005226D6"/>
    <w:rsid w:val="0052279A"/>
    <w:rsid w:val="005233DB"/>
    <w:rsid w:val="005233EE"/>
    <w:rsid w:val="00523ECA"/>
    <w:rsid w:val="005256A2"/>
    <w:rsid w:val="00525B12"/>
    <w:rsid w:val="0052601C"/>
    <w:rsid w:val="005263C3"/>
    <w:rsid w:val="00526AC2"/>
    <w:rsid w:val="00527186"/>
    <w:rsid w:val="0052718D"/>
    <w:rsid w:val="005275FE"/>
    <w:rsid w:val="005278E1"/>
    <w:rsid w:val="00527A4A"/>
    <w:rsid w:val="00527B0D"/>
    <w:rsid w:val="00527B48"/>
    <w:rsid w:val="00530BD6"/>
    <w:rsid w:val="005313F6"/>
    <w:rsid w:val="00531670"/>
    <w:rsid w:val="00531AF6"/>
    <w:rsid w:val="00531B09"/>
    <w:rsid w:val="00531EFB"/>
    <w:rsid w:val="00532806"/>
    <w:rsid w:val="00532EFA"/>
    <w:rsid w:val="00533012"/>
    <w:rsid w:val="005336F5"/>
    <w:rsid w:val="00533771"/>
    <w:rsid w:val="00533E13"/>
    <w:rsid w:val="00533F0D"/>
    <w:rsid w:val="00533F2E"/>
    <w:rsid w:val="005343FB"/>
    <w:rsid w:val="005344C1"/>
    <w:rsid w:val="005348D8"/>
    <w:rsid w:val="005348F4"/>
    <w:rsid w:val="005349E1"/>
    <w:rsid w:val="00534C32"/>
    <w:rsid w:val="0053536A"/>
    <w:rsid w:val="0053586B"/>
    <w:rsid w:val="00535C60"/>
    <w:rsid w:val="00536039"/>
    <w:rsid w:val="00536288"/>
    <w:rsid w:val="00536857"/>
    <w:rsid w:val="00536A5A"/>
    <w:rsid w:val="00536C68"/>
    <w:rsid w:val="00536C6D"/>
    <w:rsid w:val="00537759"/>
    <w:rsid w:val="005378ED"/>
    <w:rsid w:val="00537C87"/>
    <w:rsid w:val="00537F0C"/>
    <w:rsid w:val="005402AD"/>
    <w:rsid w:val="0054044C"/>
    <w:rsid w:val="005407D7"/>
    <w:rsid w:val="005408D5"/>
    <w:rsid w:val="005413CA"/>
    <w:rsid w:val="0054188E"/>
    <w:rsid w:val="00541DB2"/>
    <w:rsid w:val="0054243F"/>
    <w:rsid w:val="00542E55"/>
    <w:rsid w:val="00542EF9"/>
    <w:rsid w:val="00542F06"/>
    <w:rsid w:val="00543819"/>
    <w:rsid w:val="00543BFD"/>
    <w:rsid w:val="0054403E"/>
    <w:rsid w:val="00544363"/>
    <w:rsid w:val="0054460A"/>
    <w:rsid w:val="0054491E"/>
    <w:rsid w:val="00544B6B"/>
    <w:rsid w:val="00545198"/>
    <w:rsid w:val="00546DAE"/>
    <w:rsid w:val="00546E79"/>
    <w:rsid w:val="00547F90"/>
    <w:rsid w:val="00551127"/>
    <w:rsid w:val="00551337"/>
    <w:rsid w:val="005514EF"/>
    <w:rsid w:val="005523A4"/>
    <w:rsid w:val="0055280A"/>
    <w:rsid w:val="00552C08"/>
    <w:rsid w:val="005531D3"/>
    <w:rsid w:val="00553AFB"/>
    <w:rsid w:val="00553C0D"/>
    <w:rsid w:val="00553D13"/>
    <w:rsid w:val="00553D64"/>
    <w:rsid w:val="00555807"/>
    <w:rsid w:val="00555B57"/>
    <w:rsid w:val="00556706"/>
    <w:rsid w:val="00556D45"/>
    <w:rsid w:val="00557504"/>
    <w:rsid w:val="00557E6A"/>
    <w:rsid w:val="00557F46"/>
    <w:rsid w:val="005605F8"/>
    <w:rsid w:val="00560863"/>
    <w:rsid w:val="005612CC"/>
    <w:rsid w:val="005619F6"/>
    <w:rsid w:val="005621E1"/>
    <w:rsid w:val="00562F12"/>
    <w:rsid w:val="005632A6"/>
    <w:rsid w:val="00563C8A"/>
    <w:rsid w:val="00564269"/>
    <w:rsid w:val="00564349"/>
    <w:rsid w:val="005646FF"/>
    <w:rsid w:val="00564AA7"/>
    <w:rsid w:val="005650CB"/>
    <w:rsid w:val="005651C3"/>
    <w:rsid w:val="0056538B"/>
    <w:rsid w:val="00565D0F"/>
    <w:rsid w:val="005669F1"/>
    <w:rsid w:val="00566AE9"/>
    <w:rsid w:val="00566C14"/>
    <w:rsid w:val="00567A27"/>
    <w:rsid w:val="0057078F"/>
    <w:rsid w:val="00570939"/>
    <w:rsid w:val="0057190B"/>
    <w:rsid w:val="00572113"/>
    <w:rsid w:val="005721B5"/>
    <w:rsid w:val="00572312"/>
    <w:rsid w:val="00572471"/>
    <w:rsid w:val="0057259A"/>
    <w:rsid w:val="00572627"/>
    <w:rsid w:val="005726B4"/>
    <w:rsid w:val="005739E3"/>
    <w:rsid w:val="00573D5E"/>
    <w:rsid w:val="005743C5"/>
    <w:rsid w:val="005743E2"/>
    <w:rsid w:val="0057454D"/>
    <w:rsid w:val="00574CB3"/>
    <w:rsid w:val="00574EEF"/>
    <w:rsid w:val="005750B1"/>
    <w:rsid w:val="00575331"/>
    <w:rsid w:val="0057561E"/>
    <w:rsid w:val="00575C2D"/>
    <w:rsid w:val="00575F4C"/>
    <w:rsid w:val="005767C3"/>
    <w:rsid w:val="0057681B"/>
    <w:rsid w:val="00576CD7"/>
    <w:rsid w:val="00577324"/>
    <w:rsid w:val="00577B9D"/>
    <w:rsid w:val="00577E18"/>
    <w:rsid w:val="0058013B"/>
    <w:rsid w:val="00580656"/>
    <w:rsid w:val="005806B7"/>
    <w:rsid w:val="00580769"/>
    <w:rsid w:val="00580D5D"/>
    <w:rsid w:val="00580F1F"/>
    <w:rsid w:val="005811E5"/>
    <w:rsid w:val="005812F9"/>
    <w:rsid w:val="0058187C"/>
    <w:rsid w:val="00581BBB"/>
    <w:rsid w:val="00581F06"/>
    <w:rsid w:val="0058224C"/>
    <w:rsid w:val="00582821"/>
    <w:rsid w:val="00582C2B"/>
    <w:rsid w:val="00582E99"/>
    <w:rsid w:val="005835F5"/>
    <w:rsid w:val="00583C8E"/>
    <w:rsid w:val="005845EC"/>
    <w:rsid w:val="00585273"/>
    <w:rsid w:val="00585819"/>
    <w:rsid w:val="00585B24"/>
    <w:rsid w:val="005867CA"/>
    <w:rsid w:val="005869FD"/>
    <w:rsid w:val="00586E02"/>
    <w:rsid w:val="005872D7"/>
    <w:rsid w:val="005873AC"/>
    <w:rsid w:val="005875E1"/>
    <w:rsid w:val="00587AE3"/>
    <w:rsid w:val="00587B16"/>
    <w:rsid w:val="005900BA"/>
    <w:rsid w:val="0059064D"/>
    <w:rsid w:val="00590821"/>
    <w:rsid w:val="0059097B"/>
    <w:rsid w:val="005914FA"/>
    <w:rsid w:val="00591EAE"/>
    <w:rsid w:val="005921EC"/>
    <w:rsid w:val="00592318"/>
    <w:rsid w:val="005939D7"/>
    <w:rsid w:val="00593A1D"/>
    <w:rsid w:val="005942E2"/>
    <w:rsid w:val="00594431"/>
    <w:rsid w:val="0059495A"/>
    <w:rsid w:val="00594C6E"/>
    <w:rsid w:val="00594DC9"/>
    <w:rsid w:val="00594FAC"/>
    <w:rsid w:val="005952F2"/>
    <w:rsid w:val="005959C8"/>
    <w:rsid w:val="00596608"/>
    <w:rsid w:val="00596850"/>
    <w:rsid w:val="00596A19"/>
    <w:rsid w:val="00596B5D"/>
    <w:rsid w:val="00596D7A"/>
    <w:rsid w:val="00597CA1"/>
    <w:rsid w:val="005A0B4D"/>
    <w:rsid w:val="005A0B70"/>
    <w:rsid w:val="005A1564"/>
    <w:rsid w:val="005A1D7F"/>
    <w:rsid w:val="005A21DE"/>
    <w:rsid w:val="005A24E7"/>
    <w:rsid w:val="005A2697"/>
    <w:rsid w:val="005A29F3"/>
    <w:rsid w:val="005A2A09"/>
    <w:rsid w:val="005A3508"/>
    <w:rsid w:val="005A3C60"/>
    <w:rsid w:val="005A3DBE"/>
    <w:rsid w:val="005A442B"/>
    <w:rsid w:val="005A45FB"/>
    <w:rsid w:val="005A554A"/>
    <w:rsid w:val="005A581B"/>
    <w:rsid w:val="005A5B13"/>
    <w:rsid w:val="005A5FB3"/>
    <w:rsid w:val="005A653E"/>
    <w:rsid w:val="005A6561"/>
    <w:rsid w:val="005A6699"/>
    <w:rsid w:val="005A67F6"/>
    <w:rsid w:val="005A6979"/>
    <w:rsid w:val="005A6D0E"/>
    <w:rsid w:val="005A7515"/>
    <w:rsid w:val="005B050D"/>
    <w:rsid w:val="005B060B"/>
    <w:rsid w:val="005B0710"/>
    <w:rsid w:val="005B0FB1"/>
    <w:rsid w:val="005B1838"/>
    <w:rsid w:val="005B2019"/>
    <w:rsid w:val="005B2AB1"/>
    <w:rsid w:val="005B2F96"/>
    <w:rsid w:val="005B303B"/>
    <w:rsid w:val="005B304C"/>
    <w:rsid w:val="005B33FE"/>
    <w:rsid w:val="005B3B57"/>
    <w:rsid w:val="005B4198"/>
    <w:rsid w:val="005B43F9"/>
    <w:rsid w:val="005B4D68"/>
    <w:rsid w:val="005B50BC"/>
    <w:rsid w:val="005B55B2"/>
    <w:rsid w:val="005B575C"/>
    <w:rsid w:val="005B584A"/>
    <w:rsid w:val="005B6688"/>
    <w:rsid w:val="005B684B"/>
    <w:rsid w:val="005B70A3"/>
    <w:rsid w:val="005B7D88"/>
    <w:rsid w:val="005C02A0"/>
    <w:rsid w:val="005C094E"/>
    <w:rsid w:val="005C0951"/>
    <w:rsid w:val="005C09CB"/>
    <w:rsid w:val="005C0BFD"/>
    <w:rsid w:val="005C1346"/>
    <w:rsid w:val="005C28F4"/>
    <w:rsid w:val="005C2EDC"/>
    <w:rsid w:val="005C3098"/>
    <w:rsid w:val="005C4AB1"/>
    <w:rsid w:val="005C4E66"/>
    <w:rsid w:val="005C50D0"/>
    <w:rsid w:val="005C5312"/>
    <w:rsid w:val="005C5923"/>
    <w:rsid w:val="005C596E"/>
    <w:rsid w:val="005C5DDC"/>
    <w:rsid w:val="005C6115"/>
    <w:rsid w:val="005C6354"/>
    <w:rsid w:val="005C639A"/>
    <w:rsid w:val="005C6A42"/>
    <w:rsid w:val="005C6F2D"/>
    <w:rsid w:val="005C733E"/>
    <w:rsid w:val="005C778D"/>
    <w:rsid w:val="005C7CA3"/>
    <w:rsid w:val="005C7CF8"/>
    <w:rsid w:val="005C7D4D"/>
    <w:rsid w:val="005C7E2E"/>
    <w:rsid w:val="005C7EC1"/>
    <w:rsid w:val="005D00BC"/>
    <w:rsid w:val="005D0605"/>
    <w:rsid w:val="005D0F74"/>
    <w:rsid w:val="005D1124"/>
    <w:rsid w:val="005D1291"/>
    <w:rsid w:val="005D1F59"/>
    <w:rsid w:val="005D2A83"/>
    <w:rsid w:val="005D2B8A"/>
    <w:rsid w:val="005D2D78"/>
    <w:rsid w:val="005D2E12"/>
    <w:rsid w:val="005D2F49"/>
    <w:rsid w:val="005D3EAA"/>
    <w:rsid w:val="005D40B5"/>
    <w:rsid w:val="005D4197"/>
    <w:rsid w:val="005D5463"/>
    <w:rsid w:val="005D5495"/>
    <w:rsid w:val="005D55BE"/>
    <w:rsid w:val="005D6B22"/>
    <w:rsid w:val="005D6BDE"/>
    <w:rsid w:val="005D6D58"/>
    <w:rsid w:val="005D6D95"/>
    <w:rsid w:val="005D7106"/>
    <w:rsid w:val="005D722D"/>
    <w:rsid w:val="005D74B5"/>
    <w:rsid w:val="005D753B"/>
    <w:rsid w:val="005D7739"/>
    <w:rsid w:val="005D773D"/>
    <w:rsid w:val="005D7869"/>
    <w:rsid w:val="005E0952"/>
    <w:rsid w:val="005E1D0F"/>
    <w:rsid w:val="005E1E0E"/>
    <w:rsid w:val="005E2398"/>
    <w:rsid w:val="005E24D5"/>
    <w:rsid w:val="005E24FA"/>
    <w:rsid w:val="005E2674"/>
    <w:rsid w:val="005E27EC"/>
    <w:rsid w:val="005E2890"/>
    <w:rsid w:val="005E2935"/>
    <w:rsid w:val="005E39BC"/>
    <w:rsid w:val="005E3BFA"/>
    <w:rsid w:val="005E49BC"/>
    <w:rsid w:val="005E514E"/>
    <w:rsid w:val="005E5F3A"/>
    <w:rsid w:val="005E5F5D"/>
    <w:rsid w:val="005E618C"/>
    <w:rsid w:val="005E62B7"/>
    <w:rsid w:val="005E6C62"/>
    <w:rsid w:val="005E70AF"/>
    <w:rsid w:val="005E73E6"/>
    <w:rsid w:val="005E75B1"/>
    <w:rsid w:val="005E7A64"/>
    <w:rsid w:val="005E7D8D"/>
    <w:rsid w:val="005F00E1"/>
    <w:rsid w:val="005F02ED"/>
    <w:rsid w:val="005F038B"/>
    <w:rsid w:val="005F0429"/>
    <w:rsid w:val="005F1287"/>
    <w:rsid w:val="005F1401"/>
    <w:rsid w:val="005F168A"/>
    <w:rsid w:val="005F1889"/>
    <w:rsid w:val="005F1B4A"/>
    <w:rsid w:val="005F258C"/>
    <w:rsid w:val="005F2632"/>
    <w:rsid w:val="005F2717"/>
    <w:rsid w:val="005F2E5B"/>
    <w:rsid w:val="005F3877"/>
    <w:rsid w:val="005F38D6"/>
    <w:rsid w:val="005F3A9C"/>
    <w:rsid w:val="005F41B2"/>
    <w:rsid w:val="005F444D"/>
    <w:rsid w:val="005F46BF"/>
    <w:rsid w:val="005F4886"/>
    <w:rsid w:val="005F4992"/>
    <w:rsid w:val="005F4D19"/>
    <w:rsid w:val="005F4D67"/>
    <w:rsid w:val="005F4D8E"/>
    <w:rsid w:val="005F4DF5"/>
    <w:rsid w:val="005F4EDB"/>
    <w:rsid w:val="005F51D3"/>
    <w:rsid w:val="005F5DDE"/>
    <w:rsid w:val="005F61B5"/>
    <w:rsid w:val="005F665F"/>
    <w:rsid w:val="005F69B9"/>
    <w:rsid w:val="005F6C70"/>
    <w:rsid w:val="005F6E7B"/>
    <w:rsid w:val="005F74EA"/>
    <w:rsid w:val="005F7914"/>
    <w:rsid w:val="005F7B15"/>
    <w:rsid w:val="005F7D2A"/>
    <w:rsid w:val="005F7E72"/>
    <w:rsid w:val="0060033B"/>
    <w:rsid w:val="00600F38"/>
    <w:rsid w:val="006011ED"/>
    <w:rsid w:val="006012CC"/>
    <w:rsid w:val="006014BF"/>
    <w:rsid w:val="00601732"/>
    <w:rsid w:val="00601B3A"/>
    <w:rsid w:val="00601E55"/>
    <w:rsid w:val="00602064"/>
    <w:rsid w:val="0060352A"/>
    <w:rsid w:val="006037ED"/>
    <w:rsid w:val="00603DCF"/>
    <w:rsid w:val="006045DD"/>
    <w:rsid w:val="00604944"/>
    <w:rsid w:val="00604BF5"/>
    <w:rsid w:val="006054DB"/>
    <w:rsid w:val="0060578F"/>
    <w:rsid w:val="0060611D"/>
    <w:rsid w:val="00606264"/>
    <w:rsid w:val="006062E2"/>
    <w:rsid w:val="00606D69"/>
    <w:rsid w:val="00606DBC"/>
    <w:rsid w:val="00607346"/>
    <w:rsid w:val="00607C23"/>
    <w:rsid w:val="006100D7"/>
    <w:rsid w:val="006102B9"/>
    <w:rsid w:val="00610311"/>
    <w:rsid w:val="006104AA"/>
    <w:rsid w:val="0061087F"/>
    <w:rsid w:val="00610F8B"/>
    <w:rsid w:val="00610FAD"/>
    <w:rsid w:val="0061193F"/>
    <w:rsid w:val="00611CF5"/>
    <w:rsid w:val="00611D71"/>
    <w:rsid w:val="00611FE2"/>
    <w:rsid w:val="0061264F"/>
    <w:rsid w:val="00613BAA"/>
    <w:rsid w:val="00613F05"/>
    <w:rsid w:val="0061408D"/>
    <w:rsid w:val="006141BB"/>
    <w:rsid w:val="006144DD"/>
    <w:rsid w:val="00614753"/>
    <w:rsid w:val="00614836"/>
    <w:rsid w:val="00614FE1"/>
    <w:rsid w:val="00616004"/>
    <w:rsid w:val="006160E0"/>
    <w:rsid w:val="00616205"/>
    <w:rsid w:val="00616570"/>
    <w:rsid w:val="00616888"/>
    <w:rsid w:val="00616BB6"/>
    <w:rsid w:val="00616C35"/>
    <w:rsid w:val="006175B5"/>
    <w:rsid w:val="006215C7"/>
    <w:rsid w:val="006217EF"/>
    <w:rsid w:val="00621B45"/>
    <w:rsid w:val="00621E8E"/>
    <w:rsid w:val="00622380"/>
    <w:rsid w:val="00622634"/>
    <w:rsid w:val="00622933"/>
    <w:rsid w:val="00623BDF"/>
    <w:rsid w:val="006242D2"/>
    <w:rsid w:val="00624737"/>
    <w:rsid w:val="0062529E"/>
    <w:rsid w:val="0062547C"/>
    <w:rsid w:val="00625E90"/>
    <w:rsid w:val="0062625C"/>
    <w:rsid w:val="0062648E"/>
    <w:rsid w:val="00627168"/>
    <w:rsid w:val="0062738D"/>
    <w:rsid w:val="0062771C"/>
    <w:rsid w:val="00627D84"/>
    <w:rsid w:val="006302F0"/>
    <w:rsid w:val="00630426"/>
    <w:rsid w:val="00630F97"/>
    <w:rsid w:val="00631166"/>
    <w:rsid w:val="006312FC"/>
    <w:rsid w:val="0063217B"/>
    <w:rsid w:val="006323FD"/>
    <w:rsid w:val="00632AC0"/>
    <w:rsid w:val="00632BD5"/>
    <w:rsid w:val="00632C15"/>
    <w:rsid w:val="006335A8"/>
    <w:rsid w:val="00633A18"/>
    <w:rsid w:val="00633C2D"/>
    <w:rsid w:val="006351A9"/>
    <w:rsid w:val="006353A4"/>
    <w:rsid w:val="00636036"/>
    <w:rsid w:val="00636169"/>
    <w:rsid w:val="006371AD"/>
    <w:rsid w:val="0063740D"/>
    <w:rsid w:val="0063744B"/>
    <w:rsid w:val="0063751F"/>
    <w:rsid w:val="0063792B"/>
    <w:rsid w:val="00637DB5"/>
    <w:rsid w:val="006402CB"/>
    <w:rsid w:val="00640693"/>
    <w:rsid w:val="0064088A"/>
    <w:rsid w:val="00640BD6"/>
    <w:rsid w:val="00641A60"/>
    <w:rsid w:val="00641AE1"/>
    <w:rsid w:val="00642420"/>
    <w:rsid w:val="0064252F"/>
    <w:rsid w:val="006425DD"/>
    <w:rsid w:val="00642A97"/>
    <w:rsid w:val="00642B52"/>
    <w:rsid w:val="00642BC1"/>
    <w:rsid w:val="00642DFB"/>
    <w:rsid w:val="00643045"/>
    <w:rsid w:val="006431EB"/>
    <w:rsid w:val="006432E1"/>
    <w:rsid w:val="00643715"/>
    <w:rsid w:val="006438C0"/>
    <w:rsid w:val="00643C78"/>
    <w:rsid w:val="00643D16"/>
    <w:rsid w:val="006447AC"/>
    <w:rsid w:val="006447FA"/>
    <w:rsid w:val="00646363"/>
    <w:rsid w:val="006465AB"/>
    <w:rsid w:val="00647C16"/>
    <w:rsid w:val="006500D6"/>
    <w:rsid w:val="006501BC"/>
    <w:rsid w:val="00650D52"/>
    <w:rsid w:val="006517D5"/>
    <w:rsid w:val="00651BC4"/>
    <w:rsid w:val="00651EE4"/>
    <w:rsid w:val="0065200C"/>
    <w:rsid w:val="00652B2B"/>
    <w:rsid w:val="00652B95"/>
    <w:rsid w:val="00652DCA"/>
    <w:rsid w:val="00653A10"/>
    <w:rsid w:val="00653F2F"/>
    <w:rsid w:val="0065402B"/>
    <w:rsid w:val="00654C54"/>
    <w:rsid w:val="006550DB"/>
    <w:rsid w:val="0065605E"/>
    <w:rsid w:val="0065610A"/>
    <w:rsid w:val="0065637B"/>
    <w:rsid w:val="00656A4A"/>
    <w:rsid w:val="00656C17"/>
    <w:rsid w:val="006573C5"/>
    <w:rsid w:val="006575ED"/>
    <w:rsid w:val="00657E59"/>
    <w:rsid w:val="00660427"/>
    <w:rsid w:val="006604CE"/>
    <w:rsid w:val="00660A2B"/>
    <w:rsid w:val="00661844"/>
    <w:rsid w:val="00661EAF"/>
    <w:rsid w:val="00662537"/>
    <w:rsid w:val="00663780"/>
    <w:rsid w:val="006637CC"/>
    <w:rsid w:val="00663D45"/>
    <w:rsid w:val="006642BF"/>
    <w:rsid w:val="00664489"/>
    <w:rsid w:val="00665C19"/>
    <w:rsid w:val="00665CCD"/>
    <w:rsid w:val="00665E40"/>
    <w:rsid w:val="00666011"/>
    <w:rsid w:val="006660E7"/>
    <w:rsid w:val="00666587"/>
    <w:rsid w:val="006669E6"/>
    <w:rsid w:val="00666C2A"/>
    <w:rsid w:val="00666E2E"/>
    <w:rsid w:val="0066777D"/>
    <w:rsid w:val="00667D1F"/>
    <w:rsid w:val="00667D24"/>
    <w:rsid w:val="00667EB4"/>
    <w:rsid w:val="00670BD8"/>
    <w:rsid w:val="00670CC7"/>
    <w:rsid w:val="00670D45"/>
    <w:rsid w:val="00670ECF"/>
    <w:rsid w:val="006711E6"/>
    <w:rsid w:val="00671582"/>
    <w:rsid w:val="00671B06"/>
    <w:rsid w:val="00671ECF"/>
    <w:rsid w:val="00672343"/>
    <w:rsid w:val="0067240A"/>
    <w:rsid w:val="00672457"/>
    <w:rsid w:val="00672D91"/>
    <w:rsid w:val="00673394"/>
    <w:rsid w:val="0067405E"/>
    <w:rsid w:val="00674165"/>
    <w:rsid w:val="006743A6"/>
    <w:rsid w:val="006744E8"/>
    <w:rsid w:val="0067474C"/>
    <w:rsid w:val="0067484B"/>
    <w:rsid w:val="00674D70"/>
    <w:rsid w:val="00674FE4"/>
    <w:rsid w:val="006753E7"/>
    <w:rsid w:val="006755D9"/>
    <w:rsid w:val="00675B34"/>
    <w:rsid w:val="00675BBF"/>
    <w:rsid w:val="0067635F"/>
    <w:rsid w:val="006765D3"/>
    <w:rsid w:val="00676608"/>
    <w:rsid w:val="00677014"/>
    <w:rsid w:val="00677337"/>
    <w:rsid w:val="00677400"/>
    <w:rsid w:val="0068021B"/>
    <w:rsid w:val="00680293"/>
    <w:rsid w:val="0068036D"/>
    <w:rsid w:val="006803E9"/>
    <w:rsid w:val="006804ED"/>
    <w:rsid w:val="00680AEA"/>
    <w:rsid w:val="006811E9"/>
    <w:rsid w:val="00681244"/>
    <w:rsid w:val="00681339"/>
    <w:rsid w:val="00681572"/>
    <w:rsid w:val="00681928"/>
    <w:rsid w:val="00681D63"/>
    <w:rsid w:val="006820AD"/>
    <w:rsid w:val="00682B61"/>
    <w:rsid w:val="006831AF"/>
    <w:rsid w:val="00683571"/>
    <w:rsid w:val="00683A7A"/>
    <w:rsid w:val="00683EAC"/>
    <w:rsid w:val="00684BA2"/>
    <w:rsid w:val="00684CDA"/>
    <w:rsid w:val="00684EC5"/>
    <w:rsid w:val="00684F7D"/>
    <w:rsid w:val="006857DE"/>
    <w:rsid w:val="0068584F"/>
    <w:rsid w:val="006865AC"/>
    <w:rsid w:val="0068673B"/>
    <w:rsid w:val="0068683C"/>
    <w:rsid w:val="00686D7F"/>
    <w:rsid w:val="00687806"/>
    <w:rsid w:val="00687A0E"/>
    <w:rsid w:val="006900B8"/>
    <w:rsid w:val="00690262"/>
    <w:rsid w:val="00690FDD"/>
    <w:rsid w:val="00691E18"/>
    <w:rsid w:val="00692434"/>
    <w:rsid w:val="00692E51"/>
    <w:rsid w:val="006932B0"/>
    <w:rsid w:val="00693D0B"/>
    <w:rsid w:val="00693D57"/>
    <w:rsid w:val="00695A40"/>
    <w:rsid w:val="00696415"/>
    <w:rsid w:val="00696929"/>
    <w:rsid w:val="006973D4"/>
    <w:rsid w:val="00697617"/>
    <w:rsid w:val="00697659"/>
    <w:rsid w:val="00697D28"/>
    <w:rsid w:val="006A0F61"/>
    <w:rsid w:val="006A0FE0"/>
    <w:rsid w:val="006A15FA"/>
    <w:rsid w:val="006A2B74"/>
    <w:rsid w:val="006A36F9"/>
    <w:rsid w:val="006A3CAF"/>
    <w:rsid w:val="006A472A"/>
    <w:rsid w:val="006A4EB8"/>
    <w:rsid w:val="006A4F84"/>
    <w:rsid w:val="006A5011"/>
    <w:rsid w:val="006A5DE3"/>
    <w:rsid w:val="006A5E1E"/>
    <w:rsid w:val="006A6614"/>
    <w:rsid w:val="006A67BC"/>
    <w:rsid w:val="006A6DB7"/>
    <w:rsid w:val="006A719C"/>
    <w:rsid w:val="006A7B46"/>
    <w:rsid w:val="006A7DD6"/>
    <w:rsid w:val="006A7E84"/>
    <w:rsid w:val="006B0083"/>
    <w:rsid w:val="006B0352"/>
    <w:rsid w:val="006B03BF"/>
    <w:rsid w:val="006B07E2"/>
    <w:rsid w:val="006B0A4B"/>
    <w:rsid w:val="006B123D"/>
    <w:rsid w:val="006B1B52"/>
    <w:rsid w:val="006B1C8F"/>
    <w:rsid w:val="006B1DB4"/>
    <w:rsid w:val="006B2871"/>
    <w:rsid w:val="006B2C27"/>
    <w:rsid w:val="006B2FC8"/>
    <w:rsid w:val="006B2FD8"/>
    <w:rsid w:val="006B302E"/>
    <w:rsid w:val="006B3E15"/>
    <w:rsid w:val="006B4226"/>
    <w:rsid w:val="006B4236"/>
    <w:rsid w:val="006B4325"/>
    <w:rsid w:val="006B4DFE"/>
    <w:rsid w:val="006B53A4"/>
    <w:rsid w:val="006B5414"/>
    <w:rsid w:val="006B5478"/>
    <w:rsid w:val="006B573D"/>
    <w:rsid w:val="006B5938"/>
    <w:rsid w:val="006B59F6"/>
    <w:rsid w:val="006B5CCB"/>
    <w:rsid w:val="006B5EB8"/>
    <w:rsid w:val="006B5FB6"/>
    <w:rsid w:val="006B6083"/>
    <w:rsid w:val="006B6121"/>
    <w:rsid w:val="006B63A0"/>
    <w:rsid w:val="006B68D7"/>
    <w:rsid w:val="006B6A38"/>
    <w:rsid w:val="006B6B97"/>
    <w:rsid w:val="006B7814"/>
    <w:rsid w:val="006B7912"/>
    <w:rsid w:val="006B797C"/>
    <w:rsid w:val="006B7B2E"/>
    <w:rsid w:val="006C08C2"/>
    <w:rsid w:val="006C090F"/>
    <w:rsid w:val="006C09F6"/>
    <w:rsid w:val="006C0BA0"/>
    <w:rsid w:val="006C0E65"/>
    <w:rsid w:val="006C108C"/>
    <w:rsid w:val="006C13AC"/>
    <w:rsid w:val="006C189F"/>
    <w:rsid w:val="006C1913"/>
    <w:rsid w:val="006C1A74"/>
    <w:rsid w:val="006C1A8E"/>
    <w:rsid w:val="006C1BE3"/>
    <w:rsid w:val="006C1C2D"/>
    <w:rsid w:val="006C1F74"/>
    <w:rsid w:val="006C2A82"/>
    <w:rsid w:val="006C2B6E"/>
    <w:rsid w:val="006C362D"/>
    <w:rsid w:val="006C388F"/>
    <w:rsid w:val="006C3D59"/>
    <w:rsid w:val="006C3F98"/>
    <w:rsid w:val="006C420E"/>
    <w:rsid w:val="006C4456"/>
    <w:rsid w:val="006C4470"/>
    <w:rsid w:val="006C44EC"/>
    <w:rsid w:val="006C50B2"/>
    <w:rsid w:val="006C5198"/>
    <w:rsid w:val="006C55F1"/>
    <w:rsid w:val="006C572C"/>
    <w:rsid w:val="006C5B20"/>
    <w:rsid w:val="006C624A"/>
    <w:rsid w:val="006C6CD0"/>
    <w:rsid w:val="006C753D"/>
    <w:rsid w:val="006C7F26"/>
    <w:rsid w:val="006D0565"/>
    <w:rsid w:val="006D05F4"/>
    <w:rsid w:val="006D08C7"/>
    <w:rsid w:val="006D10A3"/>
    <w:rsid w:val="006D14BB"/>
    <w:rsid w:val="006D1AD5"/>
    <w:rsid w:val="006D1C01"/>
    <w:rsid w:val="006D1C3E"/>
    <w:rsid w:val="006D259E"/>
    <w:rsid w:val="006D2655"/>
    <w:rsid w:val="006D2668"/>
    <w:rsid w:val="006D2873"/>
    <w:rsid w:val="006D2B28"/>
    <w:rsid w:val="006D2E5D"/>
    <w:rsid w:val="006D3397"/>
    <w:rsid w:val="006D365A"/>
    <w:rsid w:val="006D4381"/>
    <w:rsid w:val="006D4AA6"/>
    <w:rsid w:val="006D4CD2"/>
    <w:rsid w:val="006D4F4B"/>
    <w:rsid w:val="006D573D"/>
    <w:rsid w:val="006D5751"/>
    <w:rsid w:val="006D59F8"/>
    <w:rsid w:val="006D5F18"/>
    <w:rsid w:val="006D5FC9"/>
    <w:rsid w:val="006D6C59"/>
    <w:rsid w:val="006D70F1"/>
    <w:rsid w:val="006D72FC"/>
    <w:rsid w:val="006D76D0"/>
    <w:rsid w:val="006E08A4"/>
    <w:rsid w:val="006E16D0"/>
    <w:rsid w:val="006E1BA5"/>
    <w:rsid w:val="006E1DC1"/>
    <w:rsid w:val="006E1F5A"/>
    <w:rsid w:val="006E1FB5"/>
    <w:rsid w:val="006E205B"/>
    <w:rsid w:val="006E2908"/>
    <w:rsid w:val="006E29A5"/>
    <w:rsid w:val="006E29F3"/>
    <w:rsid w:val="006E2BBE"/>
    <w:rsid w:val="006E4BDE"/>
    <w:rsid w:val="006E59AA"/>
    <w:rsid w:val="006E5C45"/>
    <w:rsid w:val="006E607F"/>
    <w:rsid w:val="006E67B5"/>
    <w:rsid w:val="006E691A"/>
    <w:rsid w:val="006E6960"/>
    <w:rsid w:val="006E7574"/>
    <w:rsid w:val="006E7832"/>
    <w:rsid w:val="006E7E81"/>
    <w:rsid w:val="006F02B0"/>
    <w:rsid w:val="006F069E"/>
    <w:rsid w:val="006F094F"/>
    <w:rsid w:val="006F0A99"/>
    <w:rsid w:val="006F0FED"/>
    <w:rsid w:val="006F10AC"/>
    <w:rsid w:val="006F1739"/>
    <w:rsid w:val="006F1A44"/>
    <w:rsid w:val="006F1B15"/>
    <w:rsid w:val="006F1DA4"/>
    <w:rsid w:val="006F1E98"/>
    <w:rsid w:val="006F285B"/>
    <w:rsid w:val="006F2885"/>
    <w:rsid w:val="006F29E9"/>
    <w:rsid w:val="006F2BA4"/>
    <w:rsid w:val="006F3067"/>
    <w:rsid w:val="006F34C6"/>
    <w:rsid w:val="006F34D0"/>
    <w:rsid w:val="006F3559"/>
    <w:rsid w:val="006F3A11"/>
    <w:rsid w:val="006F3E3D"/>
    <w:rsid w:val="006F3FCF"/>
    <w:rsid w:val="006F4C06"/>
    <w:rsid w:val="006F4D52"/>
    <w:rsid w:val="006F51AB"/>
    <w:rsid w:val="006F520E"/>
    <w:rsid w:val="006F5B4D"/>
    <w:rsid w:val="006F64CB"/>
    <w:rsid w:val="006F7154"/>
    <w:rsid w:val="006F71A4"/>
    <w:rsid w:val="006F731A"/>
    <w:rsid w:val="006F7BF0"/>
    <w:rsid w:val="006F7D88"/>
    <w:rsid w:val="006F7DA6"/>
    <w:rsid w:val="00700017"/>
    <w:rsid w:val="00700194"/>
    <w:rsid w:val="0070083F"/>
    <w:rsid w:val="00700B5F"/>
    <w:rsid w:val="00700F4F"/>
    <w:rsid w:val="00701134"/>
    <w:rsid w:val="007014B5"/>
    <w:rsid w:val="00701CCD"/>
    <w:rsid w:val="00701D86"/>
    <w:rsid w:val="007023C4"/>
    <w:rsid w:val="007026C9"/>
    <w:rsid w:val="007026DE"/>
    <w:rsid w:val="007027BA"/>
    <w:rsid w:val="00703044"/>
    <w:rsid w:val="0070335B"/>
    <w:rsid w:val="007035DA"/>
    <w:rsid w:val="00703C83"/>
    <w:rsid w:val="00704404"/>
    <w:rsid w:val="00704525"/>
    <w:rsid w:val="007053E1"/>
    <w:rsid w:val="007055E2"/>
    <w:rsid w:val="007056E5"/>
    <w:rsid w:val="007057D7"/>
    <w:rsid w:val="00705E27"/>
    <w:rsid w:val="0070607F"/>
    <w:rsid w:val="007062A4"/>
    <w:rsid w:val="00706342"/>
    <w:rsid w:val="007066C7"/>
    <w:rsid w:val="00706D8E"/>
    <w:rsid w:val="0070761C"/>
    <w:rsid w:val="0070791C"/>
    <w:rsid w:val="00710EC9"/>
    <w:rsid w:val="00710FC8"/>
    <w:rsid w:val="007117E4"/>
    <w:rsid w:val="00711BCC"/>
    <w:rsid w:val="0071204C"/>
    <w:rsid w:val="00712F0C"/>
    <w:rsid w:val="007131DD"/>
    <w:rsid w:val="00713892"/>
    <w:rsid w:val="00713DCC"/>
    <w:rsid w:val="00714C99"/>
    <w:rsid w:val="007157BE"/>
    <w:rsid w:val="0071594F"/>
    <w:rsid w:val="0071628E"/>
    <w:rsid w:val="00716A0E"/>
    <w:rsid w:val="00716F4B"/>
    <w:rsid w:val="007172B6"/>
    <w:rsid w:val="007206C7"/>
    <w:rsid w:val="00720CA1"/>
    <w:rsid w:val="00721485"/>
    <w:rsid w:val="00721616"/>
    <w:rsid w:val="00721B97"/>
    <w:rsid w:val="007220D0"/>
    <w:rsid w:val="00722772"/>
    <w:rsid w:val="00722A30"/>
    <w:rsid w:val="00722D5D"/>
    <w:rsid w:val="007235A7"/>
    <w:rsid w:val="007237A8"/>
    <w:rsid w:val="00723A3F"/>
    <w:rsid w:val="00724983"/>
    <w:rsid w:val="00724E79"/>
    <w:rsid w:val="007250BB"/>
    <w:rsid w:val="00726576"/>
    <w:rsid w:val="007267AB"/>
    <w:rsid w:val="007268A0"/>
    <w:rsid w:val="007268BC"/>
    <w:rsid w:val="00726D55"/>
    <w:rsid w:val="00726D90"/>
    <w:rsid w:val="00726E73"/>
    <w:rsid w:val="00727198"/>
    <w:rsid w:val="00727AB5"/>
    <w:rsid w:val="00727D95"/>
    <w:rsid w:val="00727DA2"/>
    <w:rsid w:val="007301F3"/>
    <w:rsid w:val="00730C47"/>
    <w:rsid w:val="00730FA0"/>
    <w:rsid w:val="007311E7"/>
    <w:rsid w:val="00731AF5"/>
    <w:rsid w:val="00731CC3"/>
    <w:rsid w:val="00731F93"/>
    <w:rsid w:val="00732020"/>
    <w:rsid w:val="00732437"/>
    <w:rsid w:val="00732638"/>
    <w:rsid w:val="007329A0"/>
    <w:rsid w:val="00733545"/>
    <w:rsid w:val="00733EEB"/>
    <w:rsid w:val="007343AB"/>
    <w:rsid w:val="007343DB"/>
    <w:rsid w:val="007350EE"/>
    <w:rsid w:val="0073571B"/>
    <w:rsid w:val="0073581C"/>
    <w:rsid w:val="00735871"/>
    <w:rsid w:val="007358A2"/>
    <w:rsid w:val="00735BA1"/>
    <w:rsid w:val="00735C7A"/>
    <w:rsid w:val="00736373"/>
    <w:rsid w:val="00736760"/>
    <w:rsid w:val="007368B3"/>
    <w:rsid w:val="00736D71"/>
    <w:rsid w:val="00736FA8"/>
    <w:rsid w:val="00737778"/>
    <w:rsid w:val="0073782F"/>
    <w:rsid w:val="00737EB4"/>
    <w:rsid w:val="007402BA"/>
    <w:rsid w:val="007412AB"/>
    <w:rsid w:val="007412E1"/>
    <w:rsid w:val="00742945"/>
    <w:rsid w:val="00742C8C"/>
    <w:rsid w:val="00742D00"/>
    <w:rsid w:val="007433DD"/>
    <w:rsid w:val="007443E2"/>
    <w:rsid w:val="00744A89"/>
    <w:rsid w:val="00745754"/>
    <w:rsid w:val="00746260"/>
    <w:rsid w:val="007465FC"/>
    <w:rsid w:val="00746EA0"/>
    <w:rsid w:val="007475C2"/>
    <w:rsid w:val="0074766D"/>
    <w:rsid w:val="00747D2E"/>
    <w:rsid w:val="00747DD2"/>
    <w:rsid w:val="00747EF0"/>
    <w:rsid w:val="00747F59"/>
    <w:rsid w:val="007508B2"/>
    <w:rsid w:val="00750945"/>
    <w:rsid w:val="0075112B"/>
    <w:rsid w:val="00751259"/>
    <w:rsid w:val="00751615"/>
    <w:rsid w:val="007516C4"/>
    <w:rsid w:val="00752280"/>
    <w:rsid w:val="00752ACC"/>
    <w:rsid w:val="00752E29"/>
    <w:rsid w:val="00752EE0"/>
    <w:rsid w:val="00752FE1"/>
    <w:rsid w:val="00753764"/>
    <w:rsid w:val="00753AD1"/>
    <w:rsid w:val="007548C6"/>
    <w:rsid w:val="00755398"/>
    <w:rsid w:val="007559DE"/>
    <w:rsid w:val="00755BCB"/>
    <w:rsid w:val="00755C62"/>
    <w:rsid w:val="00755C8F"/>
    <w:rsid w:val="00755D89"/>
    <w:rsid w:val="00755ED3"/>
    <w:rsid w:val="0075612F"/>
    <w:rsid w:val="00756141"/>
    <w:rsid w:val="0075617D"/>
    <w:rsid w:val="00756E0C"/>
    <w:rsid w:val="007570E3"/>
    <w:rsid w:val="00757227"/>
    <w:rsid w:val="00757396"/>
    <w:rsid w:val="0075753B"/>
    <w:rsid w:val="007577C9"/>
    <w:rsid w:val="00757F9E"/>
    <w:rsid w:val="0076015A"/>
    <w:rsid w:val="00760251"/>
    <w:rsid w:val="007605E4"/>
    <w:rsid w:val="0076143F"/>
    <w:rsid w:val="00761C08"/>
    <w:rsid w:val="0076218F"/>
    <w:rsid w:val="0076222C"/>
    <w:rsid w:val="00762575"/>
    <w:rsid w:val="0076278F"/>
    <w:rsid w:val="00762C97"/>
    <w:rsid w:val="00763E7B"/>
    <w:rsid w:val="007642F3"/>
    <w:rsid w:val="00764EA5"/>
    <w:rsid w:val="00764F9B"/>
    <w:rsid w:val="00765D0C"/>
    <w:rsid w:val="00765DF4"/>
    <w:rsid w:val="007663C2"/>
    <w:rsid w:val="00767622"/>
    <w:rsid w:val="00767BC2"/>
    <w:rsid w:val="00767D07"/>
    <w:rsid w:val="007705CA"/>
    <w:rsid w:val="00770AFF"/>
    <w:rsid w:val="00770C17"/>
    <w:rsid w:val="00770D44"/>
    <w:rsid w:val="00770E36"/>
    <w:rsid w:val="0077152A"/>
    <w:rsid w:val="00771A19"/>
    <w:rsid w:val="007726BA"/>
    <w:rsid w:val="0077273A"/>
    <w:rsid w:val="00772DA8"/>
    <w:rsid w:val="00773243"/>
    <w:rsid w:val="007735D8"/>
    <w:rsid w:val="007737AF"/>
    <w:rsid w:val="0077387F"/>
    <w:rsid w:val="00773DCA"/>
    <w:rsid w:val="00773E20"/>
    <w:rsid w:val="00774AC7"/>
    <w:rsid w:val="00774ADF"/>
    <w:rsid w:val="00775103"/>
    <w:rsid w:val="00775225"/>
    <w:rsid w:val="00775486"/>
    <w:rsid w:val="007754F2"/>
    <w:rsid w:val="0077573E"/>
    <w:rsid w:val="0077589C"/>
    <w:rsid w:val="007759D6"/>
    <w:rsid w:val="00775DFB"/>
    <w:rsid w:val="00775F8C"/>
    <w:rsid w:val="00776119"/>
    <w:rsid w:val="00776178"/>
    <w:rsid w:val="007763AA"/>
    <w:rsid w:val="00776786"/>
    <w:rsid w:val="00776C5A"/>
    <w:rsid w:val="00776E4D"/>
    <w:rsid w:val="00776FBA"/>
    <w:rsid w:val="00776FF6"/>
    <w:rsid w:val="00777056"/>
    <w:rsid w:val="00777247"/>
    <w:rsid w:val="00777628"/>
    <w:rsid w:val="00777F85"/>
    <w:rsid w:val="00780648"/>
    <w:rsid w:val="007814D2"/>
    <w:rsid w:val="0078250F"/>
    <w:rsid w:val="00782DFF"/>
    <w:rsid w:val="00782E3F"/>
    <w:rsid w:val="00783E40"/>
    <w:rsid w:val="0078443D"/>
    <w:rsid w:val="007857A3"/>
    <w:rsid w:val="00785D3B"/>
    <w:rsid w:val="007861F1"/>
    <w:rsid w:val="00786776"/>
    <w:rsid w:val="00786CC7"/>
    <w:rsid w:val="00786CF0"/>
    <w:rsid w:val="00786E58"/>
    <w:rsid w:val="00787149"/>
    <w:rsid w:val="00787BB0"/>
    <w:rsid w:val="0079069B"/>
    <w:rsid w:val="00790C28"/>
    <w:rsid w:val="00790E85"/>
    <w:rsid w:val="00791098"/>
    <w:rsid w:val="00791B4B"/>
    <w:rsid w:val="00791C6C"/>
    <w:rsid w:val="00792B58"/>
    <w:rsid w:val="00792F0E"/>
    <w:rsid w:val="0079324B"/>
    <w:rsid w:val="0079355F"/>
    <w:rsid w:val="00794261"/>
    <w:rsid w:val="007945A2"/>
    <w:rsid w:val="00794A67"/>
    <w:rsid w:val="00794EA3"/>
    <w:rsid w:val="007965D8"/>
    <w:rsid w:val="007967F6"/>
    <w:rsid w:val="007969FE"/>
    <w:rsid w:val="00796BDC"/>
    <w:rsid w:val="00796F27"/>
    <w:rsid w:val="00797344"/>
    <w:rsid w:val="00797850"/>
    <w:rsid w:val="00797A59"/>
    <w:rsid w:val="00797E2C"/>
    <w:rsid w:val="00797EBC"/>
    <w:rsid w:val="00797EE2"/>
    <w:rsid w:val="00797F2C"/>
    <w:rsid w:val="007A077C"/>
    <w:rsid w:val="007A1322"/>
    <w:rsid w:val="007A233F"/>
    <w:rsid w:val="007A23D1"/>
    <w:rsid w:val="007A25E7"/>
    <w:rsid w:val="007A28F9"/>
    <w:rsid w:val="007A306D"/>
    <w:rsid w:val="007A317D"/>
    <w:rsid w:val="007A3320"/>
    <w:rsid w:val="007A36D5"/>
    <w:rsid w:val="007A37B9"/>
    <w:rsid w:val="007A3CA3"/>
    <w:rsid w:val="007A3CFD"/>
    <w:rsid w:val="007A48C6"/>
    <w:rsid w:val="007A4BC9"/>
    <w:rsid w:val="007A51C4"/>
    <w:rsid w:val="007A5C7A"/>
    <w:rsid w:val="007A5CC9"/>
    <w:rsid w:val="007A62D5"/>
    <w:rsid w:val="007A652C"/>
    <w:rsid w:val="007A6A07"/>
    <w:rsid w:val="007A6A90"/>
    <w:rsid w:val="007A6FFA"/>
    <w:rsid w:val="007A703F"/>
    <w:rsid w:val="007A704A"/>
    <w:rsid w:val="007A79D8"/>
    <w:rsid w:val="007A7E40"/>
    <w:rsid w:val="007B0257"/>
    <w:rsid w:val="007B08D9"/>
    <w:rsid w:val="007B0D50"/>
    <w:rsid w:val="007B10D8"/>
    <w:rsid w:val="007B1703"/>
    <w:rsid w:val="007B2399"/>
    <w:rsid w:val="007B23B7"/>
    <w:rsid w:val="007B2445"/>
    <w:rsid w:val="007B28A0"/>
    <w:rsid w:val="007B2E48"/>
    <w:rsid w:val="007B354D"/>
    <w:rsid w:val="007B3C0E"/>
    <w:rsid w:val="007B3D0C"/>
    <w:rsid w:val="007B3F75"/>
    <w:rsid w:val="007B469C"/>
    <w:rsid w:val="007B492A"/>
    <w:rsid w:val="007B4983"/>
    <w:rsid w:val="007B4F76"/>
    <w:rsid w:val="007B5B83"/>
    <w:rsid w:val="007B6674"/>
    <w:rsid w:val="007B6929"/>
    <w:rsid w:val="007B6D97"/>
    <w:rsid w:val="007B6FB4"/>
    <w:rsid w:val="007B707F"/>
    <w:rsid w:val="007B70A9"/>
    <w:rsid w:val="007B715F"/>
    <w:rsid w:val="007B72F5"/>
    <w:rsid w:val="007B7AEA"/>
    <w:rsid w:val="007B7FDA"/>
    <w:rsid w:val="007C1195"/>
    <w:rsid w:val="007C1755"/>
    <w:rsid w:val="007C1953"/>
    <w:rsid w:val="007C207D"/>
    <w:rsid w:val="007C20E6"/>
    <w:rsid w:val="007C2620"/>
    <w:rsid w:val="007C2A83"/>
    <w:rsid w:val="007C308A"/>
    <w:rsid w:val="007C3A18"/>
    <w:rsid w:val="007C48E3"/>
    <w:rsid w:val="007C4910"/>
    <w:rsid w:val="007C4F65"/>
    <w:rsid w:val="007C520D"/>
    <w:rsid w:val="007C5B7C"/>
    <w:rsid w:val="007C5D7F"/>
    <w:rsid w:val="007C6035"/>
    <w:rsid w:val="007C6B08"/>
    <w:rsid w:val="007C6E9D"/>
    <w:rsid w:val="007C7480"/>
    <w:rsid w:val="007C7C4D"/>
    <w:rsid w:val="007C7D64"/>
    <w:rsid w:val="007D0004"/>
    <w:rsid w:val="007D02EA"/>
    <w:rsid w:val="007D0D49"/>
    <w:rsid w:val="007D1211"/>
    <w:rsid w:val="007D1AAF"/>
    <w:rsid w:val="007D1C3E"/>
    <w:rsid w:val="007D1D48"/>
    <w:rsid w:val="007D1E5E"/>
    <w:rsid w:val="007D2115"/>
    <w:rsid w:val="007D235F"/>
    <w:rsid w:val="007D26D5"/>
    <w:rsid w:val="007D3091"/>
    <w:rsid w:val="007D335D"/>
    <w:rsid w:val="007D34B7"/>
    <w:rsid w:val="007D3637"/>
    <w:rsid w:val="007D3C85"/>
    <w:rsid w:val="007D4AF2"/>
    <w:rsid w:val="007D52E9"/>
    <w:rsid w:val="007D5D37"/>
    <w:rsid w:val="007D5E34"/>
    <w:rsid w:val="007D6DA2"/>
    <w:rsid w:val="007E02A6"/>
    <w:rsid w:val="007E05AC"/>
    <w:rsid w:val="007E0C42"/>
    <w:rsid w:val="007E0E2C"/>
    <w:rsid w:val="007E0F4C"/>
    <w:rsid w:val="007E1319"/>
    <w:rsid w:val="007E1B04"/>
    <w:rsid w:val="007E1DCC"/>
    <w:rsid w:val="007E2125"/>
    <w:rsid w:val="007E2E3F"/>
    <w:rsid w:val="007E33B1"/>
    <w:rsid w:val="007E3575"/>
    <w:rsid w:val="007E4206"/>
    <w:rsid w:val="007E4287"/>
    <w:rsid w:val="007E4B4F"/>
    <w:rsid w:val="007E4BAA"/>
    <w:rsid w:val="007E4DF9"/>
    <w:rsid w:val="007E58B3"/>
    <w:rsid w:val="007E5D17"/>
    <w:rsid w:val="007E5D70"/>
    <w:rsid w:val="007E5FAB"/>
    <w:rsid w:val="007E604E"/>
    <w:rsid w:val="007E73F7"/>
    <w:rsid w:val="007F0255"/>
    <w:rsid w:val="007F0375"/>
    <w:rsid w:val="007F0B66"/>
    <w:rsid w:val="007F0E2C"/>
    <w:rsid w:val="007F11F0"/>
    <w:rsid w:val="007F121D"/>
    <w:rsid w:val="007F1319"/>
    <w:rsid w:val="007F1506"/>
    <w:rsid w:val="007F1525"/>
    <w:rsid w:val="007F1A33"/>
    <w:rsid w:val="007F1B6F"/>
    <w:rsid w:val="007F1E2C"/>
    <w:rsid w:val="007F2A29"/>
    <w:rsid w:val="007F2B74"/>
    <w:rsid w:val="007F2B97"/>
    <w:rsid w:val="007F3765"/>
    <w:rsid w:val="007F3BEA"/>
    <w:rsid w:val="007F3CEE"/>
    <w:rsid w:val="007F40A0"/>
    <w:rsid w:val="007F43BE"/>
    <w:rsid w:val="007F4630"/>
    <w:rsid w:val="007F47F9"/>
    <w:rsid w:val="007F5C9D"/>
    <w:rsid w:val="007F5E81"/>
    <w:rsid w:val="007F6510"/>
    <w:rsid w:val="007F680A"/>
    <w:rsid w:val="007F6BFC"/>
    <w:rsid w:val="007F72EF"/>
    <w:rsid w:val="007F7DA3"/>
    <w:rsid w:val="008001E1"/>
    <w:rsid w:val="0080027E"/>
    <w:rsid w:val="00800762"/>
    <w:rsid w:val="008009EE"/>
    <w:rsid w:val="00800D20"/>
    <w:rsid w:val="00801062"/>
    <w:rsid w:val="008010D9"/>
    <w:rsid w:val="00801A71"/>
    <w:rsid w:val="00802074"/>
    <w:rsid w:val="0080298B"/>
    <w:rsid w:val="008036BA"/>
    <w:rsid w:val="00803D59"/>
    <w:rsid w:val="00803FC5"/>
    <w:rsid w:val="00804272"/>
    <w:rsid w:val="00804276"/>
    <w:rsid w:val="00804C23"/>
    <w:rsid w:val="00805542"/>
    <w:rsid w:val="008056D8"/>
    <w:rsid w:val="00805730"/>
    <w:rsid w:val="00805C0F"/>
    <w:rsid w:val="00805E4E"/>
    <w:rsid w:val="00806719"/>
    <w:rsid w:val="00807111"/>
    <w:rsid w:val="00807209"/>
    <w:rsid w:val="008074A4"/>
    <w:rsid w:val="00807940"/>
    <w:rsid w:val="00807C8B"/>
    <w:rsid w:val="00807D54"/>
    <w:rsid w:val="0081021B"/>
    <w:rsid w:val="00810E7D"/>
    <w:rsid w:val="00811D12"/>
    <w:rsid w:val="00812BDD"/>
    <w:rsid w:val="00812E21"/>
    <w:rsid w:val="008130C3"/>
    <w:rsid w:val="0081326B"/>
    <w:rsid w:val="00813D13"/>
    <w:rsid w:val="008140BD"/>
    <w:rsid w:val="008147BE"/>
    <w:rsid w:val="00814B27"/>
    <w:rsid w:val="00814D6F"/>
    <w:rsid w:val="00815A35"/>
    <w:rsid w:val="00815BF2"/>
    <w:rsid w:val="00815EEA"/>
    <w:rsid w:val="00816219"/>
    <w:rsid w:val="00816F94"/>
    <w:rsid w:val="00816FDA"/>
    <w:rsid w:val="00817008"/>
    <w:rsid w:val="008178BC"/>
    <w:rsid w:val="00817B6D"/>
    <w:rsid w:val="00817FCC"/>
    <w:rsid w:val="0082037A"/>
    <w:rsid w:val="00820396"/>
    <w:rsid w:val="00820B62"/>
    <w:rsid w:val="00820C8A"/>
    <w:rsid w:val="0082116D"/>
    <w:rsid w:val="008211F1"/>
    <w:rsid w:val="008219E4"/>
    <w:rsid w:val="00822415"/>
    <w:rsid w:val="00822419"/>
    <w:rsid w:val="0082245C"/>
    <w:rsid w:val="00822CED"/>
    <w:rsid w:val="00823775"/>
    <w:rsid w:val="00824624"/>
    <w:rsid w:val="00825713"/>
    <w:rsid w:val="00825BBD"/>
    <w:rsid w:val="00825BE4"/>
    <w:rsid w:val="00825BFF"/>
    <w:rsid w:val="00825C71"/>
    <w:rsid w:val="00827262"/>
    <w:rsid w:val="00827777"/>
    <w:rsid w:val="00827886"/>
    <w:rsid w:val="0082788A"/>
    <w:rsid w:val="00827D35"/>
    <w:rsid w:val="0083042C"/>
    <w:rsid w:val="008307AC"/>
    <w:rsid w:val="0083107E"/>
    <w:rsid w:val="008311FB"/>
    <w:rsid w:val="0083140D"/>
    <w:rsid w:val="00831480"/>
    <w:rsid w:val="00831671"/>
    <w:rsid w:val="0083191B"/>
    <w:rsid w:val="00831B12"/>
    <w:rsid w:val="00832091"/>
    <w:rsid w:val="00833D7E"/>
    <w:rsid w:val="008341AC"/>
    <w:rsid w:val="008342D8"/>
    <w:rsid w:val="008342DA"/>
    <w:rsid w:val="00834FF8"/>
    <w:rsid w:val="00835470"/>
    <w:rsid w:val="008357FF"/>
    <w:rsid w:val="0083619F"/>
    <w:rsid w:val="00836727"/>
    <w:rsid w:val="008369EE"/>
    <w:rsid w:val="00840C78"/>
    <w:rsid w:val="008416EC"/>
    <w:rsid w:val="00841991"/>
    <w:rsid w:val="00841FB7"/>
    <w:rsid w:val="00842E42"/>
    <w:rsid w:val="00842E7C"/>
    <w:rsid w:val="00842FB7"/>
    <w:rsid w:val="00843D42"/>
    <w:rsid w:val="00843F4D"/>
    <w:rsid w:val="0084407B"/>
    <w:rsid w:val="00845B51"/>
    <w:rsid w:val="00845BD8"/>
    <w:rsid w:val="00846108"/>
    <w:rsid w:val="008464AD"/>
    <w:rsid w:val="00846505"/>
    <w:rsid w:val="00846A99"/>
    <w:rsid w:val="00846AD0"/>
    <w:rsid w:val="00846DFB"/>
    <w:rsid w:val="00846FEC"/>
    <w:rsid w:val="0084731B"/>
    <w:rsid w:val="008473CB"/>
    <w:rsid w:val="00847970"/>
    <w:rsid w:val="008503C3"/>
    <w:rsid w:val="008504E3"/>
    <w:rsid w:val="0085081E"/>
    <w:rsid w:val="00851048"/>
    <w:rsid w:val="008512C2"/>
    <w:rsid w:val="00851EAA"/>
    <w:rsid w:val="0085207C"/>
    <w:rsid w:val="008520FD"/>
    <w:rsid w:val="0085272F"/>
    <w:rsid w:val="00852743"/>
    <w:rsid w:val="008527C4"/>
    <w:rsid w:val="008532DC"/>
    <w:rsid w:val="0085393C"/>
    <w:rsid w:val="0085393F"/>
    <w:rsid w:val="00853ECE"/>
    <w:rsid w:val="00853F72"/>
    <w:rsid w:val="008540F8"/>
    <w:rsid w:val="0085435B"/>
    <w:rsid w:val="00855094"/>
    <w:rsid w:val="0085524D"/>
    <w:rsid w:val="00855C51"/>
    <w:rsid w:val="0085675E"/>
    <w:rsid w:val="00857BF0"/>
    <w:rsid w:val="00857DD2"/>
    <w:rsid w:val="008606C7"/>
    <w:rsid w:val="008610AC"/>
    <w:rsid w:val="0086114E"/>
    <w:rsid w:val="0086151F"/>
    <w:rsid w:val="00861FF1"/>
    <w:rsid w:val="00862272"/>
    <w:rsid w:val="00862A71"/>
    <w:rsid w:val="00862B00"/>
    <w:rsid w:val="0086305E"/>
    <w:rsid w:val="00863281"/>
    <w:rsid w:val="00863342"/>
    <w:rsid w:val="008636D4"/>
    <w:rsid w:val="008641B1"/>
    <w:rsid w:val="00864879"/>
    <w:rsid w:val="008652AF"/>
    <w:rsid w:val="008654F4"/>
    <w:rsid w:val="00865E62"/>
    <w:rsid w:val="00866940"/>
    <w:rsid w:val="00867396"/>
    <w:rsid w:val="00867FB6"/>
    <w:rsid w:val="00867FE7"/>
    <w:rsid w:val="008709A5"/>
    <w:rsid w:val="00870DE9"/>
    <w:rsid w:val="008721E8"/>
    <w:rsid w:val="008729B1"/>
    <w:rsid w:val="00872A9C"/>
    <w:rsid w:val="00872CB4"/>
    <w:rsid w:val="0087307C"/>
    <w:rsid w:val="008731BA"/>
    <w:rsid w:val="008736D0"/>
    <w:rsid w:val="008738E5"/>
    <w:rsid w:val="0087399A"/>
    <w:rsid w:val="00873C98"/>
    <w:rsid w:val="00874207"/>
    <w:rsid w:val="008744EB"/>
    <w:rsid w:val="008745CE"/>
    <w:rsid w:val="008749DB"/>
    <w:rsid w:val="00874AD4"/>
    <w:rsid w:val="0087537B"/>
    <w:rsid w:val="00875530"/>
    <w:rsid w:val="00875661"/>
    <w:rsid w:val="00875697"/>
    <w:rsid w:val="00875F76"/>
    <w:rsid w:val="00875FCD"/>
    <w:rsid w:val="00875FEC"/>
    <w:rsid w:val="008761C5"/>
    <w:rsid w:val="008765E3"/>
    <w:rsid w:val="00876850"/>
    <w:rsid w:val="008768F1"/>
    <w:rsid w:val="00876F98"/>
    <w:rsid w:val="00877726"/>
    <w:rsid w:val="0087788C"/>
    <w:rsid w:val="00877A24"/>
    <w:rsid w:val="00880AA6"/>
    <w:rsid w:val="00880C32"/>
    <w:rsid w:val="008810CD"/>
    <w:rsid w:val="00881236"/>
    <w:rsid w:val="00881A58"/>
    <w:rsid w:val="00881ABB"/>
    <w:rsid w:val="00881ADF"/>
    <w:rsid w:val="00881CED"/>
    <w:rsid w:val="00881DAE"/>
    <w:rsid w:val="00881FDC"/>
    <w:rsid w:val="00882103"/>
    <w:rsid w:val="00882678"/>
    <w:rsid w:val="00883896"/>
    <w:rsid w:val="00883B7A"/>
    <w:rsid w:val="008846C4"/>
    <w:rsid w:val="008850C5"/>
    <w:rsid w:val="00885391"/>
    <w:rsid w:val="0088551F"/>
    <w:rsid w:val="0088557B"/>
    <w:rsid w:val="00885E3C"/>
    <w:rsid w:val="00886028"/>
    <w:rsid w:val="008861A0"/>
    <w:rsid w:val="00886959"/>
    <w:rsid w:val="00886CD4"/>
    <w:rsid w:val="00886DED"/>
    <w:rsid w:val="00887555"/>
    <w:rsid w:val="0088782F"/>
    <w:rsid w:val="008878BE"/>
    <w:rsid w:val="0088791B"/>
    <w:rsid w:val="00887E61"/>
    <w:rsid w:val="008904FA"/>
    <w:rsid w:val="00890AEB"/>
    <w:rsid w:val="00890B2D"/>
    <w:rsid w:val="00890F12"/>
    <w:rsid w:val="00890F74"/>
    <w:rsid w:val="00891C9D"/>
    <w:rsid w:val="00892374"/>
    <w:rsid w:val="00892B37"/>
    <w:rsid w:val="00893AD8"/>
    <w:rsid w:val="00893CD3"/>
    <w:rsid w:val="00893D19"/>
    <w:rsid w:val="0089405E"/>
    <w:rsid w:val="008945EA"/>
    <w:rsid w:val="008946FF"/>
    <w:rsid w:val="00894FFA"/>
    <w:rsid w:val="008952FF"/>
    <w:rsid w:val="00895959"/>
    <w:rsid w:val="00895B1C"/>
    <w:rsid w:val="00895B41"/>
    <w:rsid w:val="00895C37"/>
    <w:rsid w:val="00895E86"/>
    <w:rsid w:val="00896CE6"/>
    <w:rsid w:val="00897196"/>
    <w:rsid w:val="00897262"/>
    <w:rsid w:val="0089760B"/>
    <w:rsid w:val="008977EA"/>
    <w:rsid w:val="008979C8"/>
    <w:rsid w:val="008A0003"/>
    <w:rsid w:val="008A03E3"/>
    <w:rsid w:val="008A0C85"/>
    <w:rsid w:val="008A12DE"/>
    <w:rsid w:val="008A13CB"/>
    <w:rsid w:val="008A15E5"/>
    <w:rsid w:val="008A194E"/>
    <w:rsid w:val="008A1A7B"/>
    <w:rsid w:val="008A1D06"/>
    <w:rsid w:val="008A1EBF"/>
    <w:rsid w:val="008A34A0"/>
    <w:rsid w:val="008A37D8"/>
    <w:rsid w:val="008A37E8"/>
    <w:rsid w:val="008A3CEB"/>
    <w:rsid w:val="008A3F6E"/>
    <w:rsid w:val="008A496C"/>
    <w:rsid w:val="008A57B4"/>
    <w:rsid w:val="008A5822"/>
    <w:rsid w:val="008A5C42"/>
    <w:rsid w:val="008A5E8A"/>
    <w:rsid w:val="008A5FDC"/>
    <w:rsid w:val="008A666B"/>
    <w:rsid w:val="008A737D"/>
    <w:rsid w:val="008A79B6"/>
    <w:rsid w:val="008A7EF9"/>
    <w:rsid w:val="008B00D5"/>
    <w:rsid w:val="008B026B"/>
    <w:rsid w:val="008B07D1"/>
    <w:rsid w:val="008B0A85"/>
    <w:rsid w:val="008B0CF7"/>
    <w:rsid w:val="008B11F3"/>
    <w:rsid w:val="008B1268"/>
    <w:rsid w:val="008B1FA9"/>
    <w:rsid w:val="008B2859"/>
    <w:rsid w:val="008B2F64"/>
    <w:rsid w:val="008B3372"/>
    <w:rsid w:val="008B3EB0"/>
    <w:rsid w:val="008B4336"/>
    <w:rsid w:val="008B460B"/>
    <w:rsid w:val="008B4A56"/>
    <w:rsid w:val="008B54C9"/>
    <w:rsid w:val="008B55FF"/>
    <w:rsid w:val="008B5681"/>
    <w:rsid w:val="008B5AD4"/>
    <w:rsid w:val="008B5AFA"/>
    <w:rsid w:val="008B6CB0"/>
    <w:rsid w:val="008B6CFB"/>
    <w:rsid w:val="008B6EA8"/>
    <w:rsid w:val="008B70B8"/>
    <w:rsid w:val="008B7147"/>
    <w:rsid w:val="008B7CF2"/>
    <w:rsid w:val="008B7EAB"/>
    <w:rsid w:val="008C0273"/>
    <w:rsid w:val="008C04BD"/>
    <w:rsid w:val="008C0B3C"/>
    <w:rsid w:val="008C0C56"/>
    <w:rsid w:val="008C1FFD"/>
    <w:rsid w:val="008C2869"/>
    <w:rsid w:val="008C28FC"/>
    <w:rsid w:val="008C2DED"/>
    <w:rsid w:val="008C2DFA"/>
    <w:rsid w:val="008C2E2A"/>
    <w:rsid w:val="008C2ECB"/>
    <w:rsid w:val="008C33D6"/>
    <w:rsid w:val="008C40C7"/>
    <w:rsid w:val="008C4133"/>
    <w:rsid w:val="008C48F8"/>
    <w:rsid w:val="008C513E"/>
    <w:rsid w:val="008C54D7"/>
    <w:rsid w:val="008C5688"/>
    <w:rsid w:val="008C5C50"/>
    <w:rsid w:val="008C5E29"/>
    <w:rsid w:val="008C6168"/>
    <w:rsid w:val="008C789D"/>
    <w:rsid w:val="008C793B"/>
    <w:rsid w:val="008C7AFB"/>
    <w:rsid w:val="008D006B"/>
    <w:rsid w:val="008D065C"/>
    <w:rsid w:val="008D068D"/>
    <w:rsid w:val="008D0AFB"/>
    <w:rsid w:val="008D10FF"/>
    <w:rsid w:val="008D174A"/>
    <w:rsid w:val="008D29C1"/>
    <w:rsid w:val="008D33E1"/>
    <w:rsid w:val="008D3B35"/>
    <w:rsid w:val="008D3C02"/>
    <w:rsid w:val="008D3DA5"/>
    <w:rsid w:val="008D4636"/>
    <w:rsid w:val="008D4A32"/>
    <w:rsid w:val="008D554F"/>
    <w:rsid w:val="008D5B46"/>
    <w:rsid w:val="008D5C10"/>
    <w:rsid w:val="008D5D97"/>
    <w:rsid w:val="008D6012"/>
    <w:rsid w:val="008D6308"/>
    <w:rsid w:val="008D63B2"/>
    <w:rsid w:val="008D6447"/>
    <w:rsid w:val="008D696E"/>
    <w:rsid w:val="008D6C18"/>
    <w:rsid w:val="008E005B"/>
    <w:rsid w:val="008E015E"/>
    <w:rsid w:val="008E13F5"/>
    <w:rsid w:val="008E14D4"/>
    <w:rsid w:val="008E2D61"/>
    <w:rsid w:val="008E2E5A"/>
    <w:rsid w:val="008E3231"/>
    <w:rsid w:val="008E3BD8"/>
    <w:rsid w:val="008E4089"/>
    <w:rsid w:val="008E59D5"/>
    <w:rsid w:val="008E6020"/>
    <w:rsid w:val="008E67CF"/>
    <w:rsid w:val="008E6CAA"/>
    <w:rsid w:val="008E6D4E"/>
    <w:rsid w:val="008E709A"/>
    <w:rsid w:val="008E7113"/>
    <w:rsid w:val="008F0024"/>
    <w:rsid w:val="008F009A"/>
    <w:rsid w:val="008F0B50"/>
    <w:rsid w:val="008F0E28"/>
    <w:rsid w:val="008F1D08"/>
    <w:rsid w:val="008F1D81"/>
    <w:rsid w:val="008F1E65"/>
    <w:rsid w:val="008F23F1"/>
    <w:rsid w:val="008F2951"/>
    <w:rsid w:val="008F2A71"/>
    <w:rsid w:val="008F2C17"/>
    <w:rsid w:val="008F354D"/>
    <w:rsid w:val="008F3B1F"/>
    <w:rsid w:val="008F4327"/>
    <w:rsid w:val="008F435D"/>
    <w:rsid w:val="008F46EF"/>
    <w:rsid w:val="008F4FA3"/>
    <w:rsid w:val="008F52B5"/>
    <w:rsid w:val="008F5649"/>
    <w:rsid w:val="008F5A7F"/>
    <w:rsid w:val="008F5DFB"/>
    <w:rsid w:val="008F65AE"/>
    <w:rsid w:val="008F6C02"/>
    <w:rsid w:val="008F6D8D"/>
    <w:rsid w:val="008F6FA0"/>
    <w:rsid w:val="008F7D36"/>
    <w:rsid w:val="00900325"/>
    <w:rsid w:val="00900636"/>
    <w:rsid w:val="00901090"/>
    <w:rsid w:val="00901A21"/>
    <w:rsid w:val="00901A9A"/>
    <w:rsid w:val="00901F03"/>
    <w:rsid w:val="00902602"/>
    <w:rsid w:val="00902646"/>
    <w:rsid w:val="00902AB8"/>
    <w:rsid w:val="00902F9D"/>
    <w:rsid w:val="009033F6"/>
    <w:rsid w:val="009036BB"/>
    <w:rsid w:val="009043B5"/>
    <w:rsid w:val="009059F6"/>
    <w:rsid w:val="00905ACB"/>
    <w:rsid w:val="00905FEA"/>
    <w:rsid w:val="009066AF"/>
    <w:rsid w:val="00906AAF"/>
    <w:rsid w:val="00906C40"/>
    <w:rsid w:val="00906CBF"/>
    <w:rsid w:val="00906DBC"/>
    <w:rsid w:val="00906FCE"/>
    <w:rsid w:val="009070C1"/>
    <w:rsid w:val="0090796C"/>
    <w:rsid w:val="00910449"/>
    <w:rsid w:val="009109D8"/>
    <w:rsid w:val="00910BB3"/>
    <w:rsid w:val="00910E72"/>
    <w:rsid w:val="00911DEB"/>
    <w:rsid w:val="00911E93"/>
    <w:rsid w:val="00911F14"/>
    <w:rsid w:val="00912964"/>
    <w:rsid w:val="00912A7D"/>
    <w:rsid w:val="00912AFF"/>
    <w:rsid w:val="00912BA9"/>
    <w:rsid w:val="00912F8D"/>
    <w:rsid w:val="009134ED"/>
    <w:rsid w:val="0091366D"/>
    <w:rsid w:val="00913EA4"/>
    <w:rsid w:val="00913F0C"/>
    <w:rsid w:val="00913F33"/>
    <w:rsid w:val="009140AF"/>
    <w:rsid w:val="00914AAE"/>
    <w:rsid w:val="00915FD8"/>
    <w:rsid w:val="00916773"/>
    <w:rsid w:val="009171BA"/>
    <w:rsid w:val="0091771A"/>
    <w:rsid w:val="009200A6"/>
    <w:rsid w:val="0092063D"/>
    <w:rsid w:val="00920A1A"/>
    <w:rsid w:val="00920F9A"/>
    <w:rsid w:val="0092110E"/>
    <w:rsid w:val="00921A61"/>
    <w:rsid w:val="00921A8B"/>
    <w:rsid w:val="00921ED0"/>
    <w:rsid w:val="00922160"/>
    <w:rsid w:val="009225DC"/>
    <w:rsid w:val="00922A1E"/>
    <w:rsid w:val="00923045"/>
    <w:rsid w:val="00923051"/>
    <w:rsid w:val="00923410"/>
    <w:rsid w:val="00923438"/>
    <w:rsid w:val="0092352A"/>
    <w:rsid w:val="00923BFE"/>
    <w:rsid w:val="00923E5B"/>
    <w:rsid w:val="00924376"/>
    <w:rsid w:val="00924555"/>
    <w:rsid w:val="00924B77"/>
    <w:rsid w:val="00924E79"/>
    <w:rsid w:val="00925224"/>
    <w:rsid w:val="009252C7"/>
    <w:rsid w:val="00925999"/>
    <w:rsid w:val="00925C88"/>
    <w:rsid w:val="009263D8"/>
    <w:rsid w:val="00926E73"/>
    <w:rsid w:val="009279CC"/>
    <w:rsid w:val="00927B3D"/>
    <w:rsid w:val="009301A4"/>
    <w:rsid w:val="009302F6"/>
    <w:rsid w:val="00930374"/>
    <w:rsid w:val="00930B48"/>
    <w:rsid w:val="00930C73"/>
    <w:rsid w:val="00931048"/>
    <w:rsid w:val="00931131"/>
    <w:rsid w:val="009311C4"/>
    <w:rsid w:val="00931513"/>
    <w:rsid w:val="0093155F"/>
    <w:rsid w:val="009315DB"/>
    <w:rsid w:val="009315F1"/>
    <w:rsid w:val="00931A6A"/>
    <w:rsid w:val="00931F9F"/>
    <w:rsid w:val="00932087"/>
    <w:rsid w:val="00932282"/>
    <w:rsid w:val="00932719"/>
    <w:rsid w:val="009328B3"/>
    <w:rsid w:val="009332B9"/>
    <w:rsid w:val="009332D0"/>
    <w:rsid w:val="00933490"/>
    <w:rsid w:val="0093354A"/>
    <w:rsid w:val="00933884"/>
    <w:rsid w:val="00933990"/>
    <w:rsid w:val="00933DFB"/>
    <w:rsid w:val="00933EF6"/>
    <w:rsid w:val="009347EA"/>
    <w:rsid w:val="0093483A"/>
    <w:rsid w:val="00934C38"/>
    <w:rsid w:val="00936500"/>
    <w:rsid w:val="0093711F"/>
    <w:rsid w:val="009378AB"/>
    <w:rsid w:val="009404D8"/>
    <w:rsid w:val="0094050B"/>
    <w:rsid w:val="0094073B"/>
    <w:rsid w:val="00940D83"/>
    <w:rsid w:val="00940F9E"/>
    <w:rsid w:val="00940FFF"/>
    <w:rsid w:val="009419C1"/>
    <w:rsid w:val="00941E07"/>
    <w:rsid w:val="00942265"/>
    <w:rsid w:val="009424B9"/>
    <w:rsid w:val="0094271C"/>
    <w:rsid w:val="009427FB"/>
    <w:rsid w:val="0094388C"/>
    <w:rsid w:val="009442BB"/>
    <w:rsid w:val="00944991"/>
    <w:rsid w:val="00944CE6"/>
    <w:rsid w:val="00944ED2"/>
    <w:rsid w:val="00945171"/>
    <w:rsid w:val="00945DAF"/>
    <w:rsid w:val="00946449"/>
    <w:rsid w:val="009465EC"/>
    <w:rsid w:val="00946A3B"/>
    <w:rsid w:val="00946F1B"/>
    <w:rsid w:val="00947233"/>
    <w:rsid w:val="009472B2"/>
    <w:rsid w:val="009474C4"/>
    <w:rsid w:val="00947CAC"/>
    <w:rsid w:val="00950197"/>
    <w:rsid w:val="009503A0"/>
    <w:rsid w:val="009509C9"/>
    <w:rsid w:val="00950B39"/>
    <w:rsid w:val="00951555"/>
    <w:rsid w:val="00951643"/>
    <w:rsid w:val="009518FA"/>
    <w:rsid w:val="00951B2C"/>
    <w:rsid w:val="00951E0A"/>
    <w:rsid w:val="00952719"/>
    <w:rsid w:val="00952756"/>
    <w:rsid w:val="00952933"/>
    <w:rsid w:val="00953094"/>
    <w:rsid w:val="00953660"/>
    <w:rsid w:val="00953EA9"/>
    <w:rsid w:val="0095445E"/>
    <w:rsid w:val="00954C30"/>
    <w:rsid w:val="009557B9"/>
    <w:rsid w:val="009568BF"/>
    <w:rsid w:val="00956DE7"/>
    <w:rsid w:val="00956DF5"/>
    <w:rsid w:val="00957C37"/>
    <w:rsid w:val="00957D62"/>
    <w:rsid w:val="009607D9"/>
    <w:rsid w:val="00960858"/>
    <w:rsid w:val="00960918"/>
    <w:rsid w:val="009610BF"/>
    <w:rsid w:val="00961144"/>
    <w:rsid w:val="009611A4"/>
    <w:rsid w:val="0096189F"/>
    <w:rsid w:val="00961921"/>
    <w:rsid w:val="009625DD"/>
    <w:rsid w:val="00962931"/>
    <w:rsid w:val="00963A6C"/>
    <w:rsid w:val="00964122"/>
    <w:rsid w:val="0096462C"/>
    <w:rsid w:val="009646D6"/>
    <w:rsid w:val="00964D4B"/>
    <w:rsid w:val="00965374"/>
    <w:rsid w:val="00965382"/>
    <w:rsid w:val="00965498"/>
    <w:rsid w:val="00965BB7"/>
    <w:rsid w:val="00965FA9"/>
    <w:rsid w:val="00966D49"/>
    <w:rsid w:val="00966D9B"/>
    <w:rsid w:val="009674ED"/>
    <w:rsid w:val="009678C0"/>
    <w:rsid w:val="00967A71"/>
    <w:rsid w:val="00967F98"/>
    <w:rsid w:val="00967FDB"/>
    <w:rsid w:val="009704A4"/>
    <w:rsid w:val="009706A0"/>
    <w:rsid w:val="009707A2"/>
    <w:rsid w:val="00970C98"/>
    <w:rsid w:val="009711A7"/>
    <w:rsid w:val="00971A45"/>
    <w:rsid w:val="00971C07"/>
    <w:rsid w:val="00971EDD"/>
    <w:rsid w:val="009720E1"/>
    <w:rsid w:val="009729BA"/>
    <w:rsid w:val="00972A5A"/>
    <w:rsid w:val="00972E1A"/>
    <w:rsid w:val="00973081"/>
    <w:rsid w:val="00973137"/>
    <w:rsid w:val="009740EE"/>
    <w:rsid w:val="009747D8"/>
    <w:rsid w:val="00976576"/>
    <w:rsid w:val="00976578"/>
    <w:rsid w:val="00976E81"/>
    <w:rsid w:val="00976F41"/>
    <w:rsid w:val="00977639"/>
    <w:rsid w:val="00977BCB"/>
    <w:rsid w:val="00980A94"/>
    <w:rsid w:val="009810CD"/>
    <w:rsid w:val="0098175E"/>
    <w:rsid w:val="00982554"/>
    <w:rsid w:val="00982839"/>
    <w:rsid w:val="00982B58"/>
    <w:rsid w:val="009837A8"/>
    <w:rsid w:val="00983A6C"/>
    <w:rsid w:val="00984034"/>
    <w:rsid w:val="00984104"/>
    <w:rsid w:val="00984673"/>
    <w:rsid w:val="00984BC0"/>
    <w:rsid w:val="00984DC3"/>
    <w:rsid w:val="0098582C"/>
    <w:rsid w:val="0098642A"/>
    <w:rsid w:val="0098685D"/>
    <w:rsid w:val="00987528"/>
    <w:rsid w:val="0098758E"/>
    <w:rsid w:val="00987B36"/>
    <w:rsid w:val="00987D38"/>
    <w:rsid w:val="00987D60"/>
    <w:rsid w:val="00987F64"/>
    <w:rsid w:val="009900F0"/>
    <w:rsid w:val="00990113"/>
    <w:rsid w:val="00990529"/>
    <w:rsid w:val="009915AF"/>
    <w:rsid w:val="00991FB9"/>
    <w:rsid w:val="009925A0"/>
    <w:rsid w:val="0099298F"/>
    <w:rsid w:val="00992D23"/>
    <w:rsid w:val="0099316F"/>
    <w:rsid w:val="00993388"/>
    <w:rsid w:val="009934C3"/>
    <w:rsid w:val="009938DD"/>
    <w:rsid w:val="00993AEF"/>
    <w:rsid w:val="00993D70"/>
    <w:rsid w:val="009944F6"/>
    <w:rsid w:val="00995804"/>
    <w:rsid w:val="00995BF2"/>
    <w:rsid w:val="0099656B"/>
    <w:rsid w:val="009965DE"/>
    <w:rsid w:val="0099663B"/>
    <w:rsid w:val="00996675"/>
    <w:rsid w:val="00996FD3"/>
    <w:rsid w:val="00997106"/>
    <w:rsid w:val="009974E3"/>
    <w:rsid w:val="00997AE2"/>
    <w:rsid w:val="00997C60"/>
    <w:rsid w:val="009A01B7"/>
    <w:rsid w:val="009A0277"/>
    <w:rsid w:val="009A065E"/>
    <w:rsid w:val="009A0DB1"/>
    <w:rsid w:val="009A0EDC"/>
    <w:rsid w:val="009A124E"/>
    <w:rsid w:val="009A19DA"/>
    <w:rsid w:val="009A1C66"/>
    <w:rsid w:val="009A278D"/>
    <w:rsid w:val="009A28A2"/>
    <w:rsid w:val="009A2B66"/>
    <w:rsid w:val="009A31A2"/>
    <w:rsid w:val="009A34A4"/>
    <w:rsid w:val="009A34DA"/>
    <w:rsid w:val="009A367A"/>
    <w:rsid w:val="009A3D91"/>
    <w:rsid w:val="009A526A"/>
    <w:rsid w:val="009A55E0"/>
    <w:rsid w:val="009A5D33"/>
    <w:rsid w:val="009A5E54"/>
    <w:rsid w:val="009A67FC"/>
    <w:rsid w:val="009A6EFC"/>
    <w:rsid w:val="009A7A68"/>
    <w:rsid w:val="009A7B35"/>
    <w:rsid w:val="009B01DF"/>
    <w:rsid w:val="009B02DE"/>
    <w:rsid w:val="009B0355"/>
    <w:rsid w:val="009B0991"/>
    <w:rsid w:val="009B0BB1"/>
    <w:rsid w:val="009B11BF"/>
    <w:rsid w:val="009B1838"/>
    <w:rsid w:val="009B19E2"/>
    <w:rsid w:val="009B1D93"/>
    <w:rsid w:val="009B1DF4"/>
    <w:rsid w:val="009B2028"/>
    <w:rsid w:val="009B212B"/>
    <w:rsid w:val="009B39CF"/>
    <w:rsid w:val="009B3CB1"/>
    <w:rsid w:val="009B3F16"/>
    <w:rsid w:val="009B439A"/>
    <w:rsid w:val="009B448E"/>
    <w:rsid w:val="009B4719"/>
    <w:rsid w:val="009B4A8C"/>
    <w:rsid w:val="009B4B85"/>
    <w:rsid w:val="009B4E88"/>
    <w:rsid w:val="009B55C1"/>
    <w:rsid w:val="009B58AD"/>
    <w:rsid w:val="009B5B3D"/>
    <w:rsid w:val="009B62B9"/>
    <w:rsid w:val="009B65BD"/>
    <w:rsid w:val="009B69DE"/>
    <w:rsid w:val="009B772D"/>
    <w:rsid w:val="009B79DE"/>
    <w:rsid w:val="009C0B6A"/>
    <w:rsid w:val="009C19E2"/>
    <w:rsid w:val="009C1A15"/>
    <w:rsid w:val="009C1A84"/>
    <w:rsid w:val="009C1D2E"/>
    <w:rsid w:val="009C1EFC"/>
    <w:rsid w:val="009C2735"/>
    <w:rsid w:val="009C2840"/>
    <w:rsid w:val="009C2F17"/>
    <w:rsid w:val="009C3004"/>
    <w:rsid w:val="009C3060"/>
    <w:rsid w:val="009C3F2E"/>
    <w:rsid w:val="009C45EB"/>
    <w:rsid w:val="009C53D0"/>
    <w:rsid w:val="009C5D7A"/>
    <w:rsid w:val="009C5F5E"/>
    <w:rsid w:val="009C63C5"/>
    <w:rsid w:val="009C66E4"/>
    <w:rsid w:val="009C6753"/>
    <w:rsid w:val="009C6A5B"/>
    <w:rsid w:val="009C6B83"/>
    <w:rsid w:val="009C6D6B"/>
    <w:rsid w:val="009C6DFA"/>
    <w:rsid w:val="009C7475"/>
    <w:rsid w:val="009C7607"/>
    <w:rsid w:val="009C78BF"/>
    <w:rsid w:val="009C7A52"/>
    <w:rsid w:val="009C7C89"/>
    <w:rsid w:val="009D0200"/>
    <w:rsid w:val="009D0394"/>
    <w:rsid w:val="009D03CA"/>
    <w:rsid w:val="009D07AA"/>
    <w:rsid w:val="009D0A0C"/>
    <w:rsid w:val="009D0ADF"/>
    <w:rsid w:val="009D0D1B"/>
    <w:rsid w:val="009D1781"/>
    <w:rsid w:val="009D1876"/>
    <w:rsid w:val="009D1A39"/>
    <w:rsid w:val="009D2091"/>
    <w:rsid w:val="009D2302"/>
    <w:rsid w:val="009D2ACA"/>
    <w:rsid w:val="009D2C08"/>
    <w:rsid w:val="009D33F9"/>
    <w:rsid w:val="009D3538"/>
    <w:rsid w:val="009D3AA3"/>
    <w:rsid w:val="009D3EF1"/>
    <w:rsid w:val="009D42CE"/>
    <w:rsid w:val="009D4661"/>
    <w:rsid w:val="009D48B3"/>
    <w:rsid w:val="009D4963"/>
    <w:rsid w:val="009D4997"/>
    <w:rsid w:val="009D56D5"/>
    <w:rsid w:val="009D5CCE"/>
    <w:rsid w:val="009D61AB"/>
    <w:rsid w:val="009D63CC"/>
    <w:rsid w:val="009D6E92"/>
    <w:rsid w:val="009D6F5A"/>
    <w:rsid w:val="009D7B46"/>
    <w:rsid w:val="009D7B49"/>
    <w:rsid w:val="009E0AE2"/>
    <w:rsid w:val="009E0BE7"/>
    <w:rsid w:val="009E134C"/>
    <w:rsid w:val="009E1635"/>
    <w:rsid w:val="009E1809"/>
    <w:rsid w:val="009E1B46"/>
    <w:rsid w:val="009E1CD5"/>
    <w:rsid w:val="009E1D49"/>
    <w:rsid w:val="009E2718"/>
    <w:rsid w:val="009E2747"/>
    <w:rsid w:val="009E2B6C"/>
    <w:rsid w:val="009E3229"/>
    <w:rsid w:val="009E3950"/>
    <w:rsid w:val="009E3E30"/>
    <w:rsid w:val="009E465C"/>
    <w:rsid w:val="009E4A27"/>
    <w:rsid w:val="009E4D08"/>
    <w:rsid w:val="009E4D7F"/>
    <w:rsid w:val="009E54EA"/>
    <w:rsid w:val="009E5CB8"/>
    <w:rsid w:val="009E5CE7"/>
    <w:rsid w:val="009E5DAE"/>
    <w:rsid w:val="009E5E54"/>
    <w:rsid w:val="009E6483"/>
    <w:rsid w:val="009E68A6"/>
    <w:rsid w:val="009E74E7"/>
    <w:rsid w:val="009E7735"/>
    <w:rsid w:val="009E77CE"/>
    <w:rsid w:val="009F0C7C"/>
    <w:rsid w:val="009F100A"/>
    <w:rsid w:val="009F14A6"/>
    <w:rsid w:val="009F180A"/>
    <w:rsid w:val="009F2102"/>
    <w:rsid w:val="009F25D2"/>
    <w:rsid w:val="009F279D"/>
    <w:rsid w:val="009F2FA5"/>
    <w:rsid w:val="009F315A"/>
    <w:rsid w:val="009F317F"/>
    <w:rsid w:val="009F356E"/>
    <w:rsid w:val="009F3CDC"/>
    <w:rsid w:val="009F3F86"/>
    <w:rsid w:val="009F403A"/>
    <w:rsid w:val="009F4588"/>
    <w:rsid w:val="009F46F9"/>
    <w:rsid w:val="009F470B"/>
    <w:rsid w:val="009F4E59"/>
    <w:rsid w:val="009F52A5"/>
    <w:rsid w:val="009F54E8"/>
    <w:rsid w:val="009F5B2C"/>
    <w:rsid w:val="009F5CB3"/>
    <w:rsid w:val="009F7855"/>
    <w:rsid w:val="009F78DD"/>
    <w:rsid w:val="009F7ED2"/>
    <w:rsid w:val="009F7F43"/>
    <w:rsid w:val="00A005C0"/>
    <w:rsid w:val="00A005F3"/>
    <w:rsid w:val="00A00C94"/>
    <w:rsid w:val="00A00E40"/>
    <w:rsid w:val="00A01334"/>
    <w:rsid w:val="00A014C1"/>
    <w:rsid w:val="00A0189C"/>
    <w:rsid w:val="00A028A7"/>
    <w:rsid w:val="00A02CD9"/>
    <w:rsid w:val="00A03088"/>
    <w:rsid w:val="00A03ED8"/>
    <w:rsid w:val="00A03FB8"/>
    <w:rsid w:val="00A04694"/>
    <w:rsid w:val="00A049D9"/>
    <w:rsid w:val="00A051F2"/>
    <w:rsid w:val="00A05B23"/>
    <w:rsid w:val="00A05DA0"/>
    <w:rsid w:val="00A066BD"/>
    <w:rsid w:val="00A069A0"/>
    <w:rsid w:val="00A06C1E"/>
    <w:rsid w:val="00A06F9C"/>
    <w:rsid w:val="00A0736A"/>
    <w:rsid w:val="00A0792B"/>
    <w:rsid w:val="00A07D7D"/>
    <w:rsid w:val="00A07DBF"/>
    <w:rsid w:val="00A07EF2"/>
    <w:rsid w:val="00A102D6"/>
    <w:rsid w:val="00A10510"/>
    <w:rsid w:val="00A10B84"/>
    <w:rsid w:val="00A10E6E"/>
    <w:rsid w:val="00A11073"/>
    <w:rsid w:val="00A11949"/>
    <w:rsid w:val="00A11AED"/>
    <w:rsid w:val="00A11D2F"/>
    <w:rsid w:val="00A1250D"/>
    <w:rsid w:val="00A12628"/>
    <w:rsid w:val="00A127AD"/>
    <w:rsid w:val="00A1293F"/>
    <w:rsid w:val="00A12950"/>
    <w:rsid w:val="00A133AA"/>
    <w:rsid w:val="00A133B0"/>
    <w:rsid w:val="00A13BEC"/>
    <w:rsid w:val="00A14156"/>
    <w:rsid w:val="00A14A73"/>
    <w:rsid w:val="00A14D7D"/>
    <w:rsid w:val="00A151FF"/>
    <w:rsid w:val="00A153D6"/>
    <w:rsid w:val="00A156DE"/>
    <w:rsid w:val="00A1583C"/>
    <w:rsid w:val="00A15A92"/>
    <w:rsid w:val="00A15DD4"/>
    <w:rsid w:val="00A165A8"/>
    <w:rsid w:val="00A16CA3"/>
    <w:rsid w:val="00A16D6A"/>
    <w:rsid w:val="00A17079"/>
    <w:rsid w:val="00A17AB1"/>
    <w:rsid w:val="00A17D73"/>
    <w:rsid w:val="00A2096E"/>
    <w:rsid w:val="00A209FF"/>
    <w:rsid w:val="00A213CE"/>
    <w:rsid w:val="00A2184C"/>
    <w:rsid w:val="00A21BC8"/>
    <w:rsid w:val="00A22047"/>
    <w:rsid w:val="00A220A9"/>
    <w:rsid w:val="00A2250C"/>
    <w:rsid w:val="00A2272B"/>
    <w:rsid w:val="00A232E2"/>
    <w:rsid w:val="00A23622"/>
    <w:rsid w:val="00A23811"/>
    <w:rsid w:val="00A2432C"/>
    <w:rsid w:val="00A24914"/>
    <w:rsid w:val="00A24DD3"/>
    <w:rsid w:val="00A24E14"/>
    <w:rsid w:val="00A257D2"/>
    <w:rsid w:val="00A25D83"/>
    <w:rsid w:val="00A26586"/>
    <w:rsid w:val="00A268BC"/>
    <w:rsid w:val="00A268C7"/>
    <w:rsid w:val="00A27B30"/>
    <w:rsid w:val="00A300A2"/>
    <w:rsid w:val="00A30529"/>
    <w:rsid w:val="00A3083F"/>
    <w:rsid w:val="00A30B86"/>
    <w:rsid w:val="00A3100F"/>
    <w:rsid w:val="00A311AF"/>
    <w:rsid w:val="00A311F0"/>
    <w:rsid w:val="00A3120C"/>
    <w:rsid w:val="00A31B3B"/>
    <w:rsid w:val="00A322A5"/>
    <w:rsid w:val="00A32C75"/>
    <w:rsid w:val="00A331EF"/>
    <w:rsid w:val="00A335B2"/>
    <w:rsid w:val="00A33B82"/>
    <w:rsid w:val="00A34064"/>
    <w:rsid w:val="00A3455A"/>
    <w:rsid w:val="00A3477B"/>
    <w:rsid w:val="00A34BA1"/>
    <w:rsid w:val="00A3512A"/>
    <w:rsid w:val="00A35790"/>
    <w:rsid w:val="00A35A77"/>
    <w:rsid w:val="00A35CF7"/>
    <w:rsid w:val="00A35CFB"/>
    <w:rsid w:val="00A3609E"/>
    <w:rsid w:val="00A373BF"/>
    <w:rsid w:val="00A37440"/>
    <w:rsid w:val="00A375C3"/>
    <w:rsid w:val="00A37947"/>
    <w:rsid w:val="00A37A50"/>
    <w:rsid w:val="00A40263"/>
    <w:rsid w:val="00A40AC5"/>
    <w:rsid w:val="00A40B77"/>
    <w:rsid w:val="00A41684"/>
    <w:rsid w:val="00A417CD"/>
    <w:rsid w:val="00A41916"/>
    <w:rsid w:val="00A41C89"/>
    <w:rsid w:val="00A41E51"/>
    <w:rsid w:val="00A41F4B"/>
    <w:rsid w:val="00A4264D"/>
    <w:rsid w:val="00A430A8"/>
    <w:rsid w:val="00A432E9"/>
    <w:rsid w:val="00A4337B"/>
    <w:rsid w:val="00A4363B"/>
    <w:rsid w:val="00A43839"/>
    <w:rsid w:val="00A43DE2"/>
    <w:rsid w:val="00A43EE9"/>
    <w:rsid w:val="00A43F78"/>
    <w:rsid w:val="00A4449F"/>
    <w:rsid w:val="00A44715"/>
    <w:rsid w:val="00A4487E"/>
    <w:rsid w:val="00A4506E"/>
    <w:rsid w:val="00A46071"/>
    <w:rsid w:val="00A46093"/>
    <w:rsid w:val="00A46501"/>
    <w:rsid w:val="00A46BEE"/>
    <w:rsid w:val="00A47297"/>
    <w:rsid w:val="00A47755"/>
    <w:rsid w:val="00A47B15"/>
    <w:rsid w:val="00A47B29"/>
    <w:rsid w:val="00A47B7B"/>
    <w:rsid w:val="00A47CFF"/>
    <w:rsid w:val="00A50708"/>
    <w:rsid w:val="00A50B8A"/>
    <w:rsid w:val="00A521BB"/>
    <w:rsid w:val="00A529BA"/>
    <w:rsid w:val="00A53A91"/>
    <w:rsid w:val="00A53AE8"/>
    <w:rsid w:val="00A53C53"/>
    <w:rsid w:val="00A5446F"/>
    <w:rsid w:val="00A545E0"/>
    <w:rsid w:val="00A54C95"/>
    <w:rsid w:val="00A55136"/>
    <w:rsid w:val="00A55B1A"/>
    <w:rsid w:val="00A564E5"/>
    <w:rsid w:val="00A56628"/>
    <w:rsid w:val="00A566C9"/>
    <w:rsid w:val="00A56807"/>
    <w:rsid w:val="00A571A4"/>
    <w:rsid w:val="00A57325"/>
    <w:rsid w:val="00A57D43"/>
    <w:rsid w:val="00A602D6"/>
    <w:rsid w:val="00A6047D"/>
    <w:rsid w:val="00A60619"/>
    <w:rsid w:val="00A608D0"/>
    <w:rsid w:val="00A60C92"/>
    <w:rsid w:val="00A6111C"/>
    <w:rsid w:val="00A61558"/>
    <w:rsid w:val="00A6180F"/>
    <w:rsid w:val="00A625B2"/>
    <w:rsid w:val="00A625C3"/>
    <w:rsid w:val="00A62B48"/>
    <w:rsid w:val="00A63024"/>
    <w:rsid w:val="00A63530"/>
    <w:rsid w:val="00A636DC"/>
    <w:rsid w:val="00A6370F"/>
    <w:rsid w:val="00A63807"/>
    <w:rsid w:val="00A6405C"/>
    <w:rsid w:val="00A64FF5"/>
    <w:rsid w:val="00A651AD"/>
    <w:rsid w:val="00A657EB"/>
    <w:rsid w:val="00A65906"/>
    <w:rsid w:val="00A669BB"/>
    <w:rsid w:val="00A66FDE"/>
    <w:rsid w:val="00A67097"/>
    <w:rsid w:val="00A67276"/>
    <w:rsid w:val="00A67281"/>
    <w:rsid w:val="00A674F1"/>
    <w:rsid w:val="00A6789F"/>
    <w:rsid w:val="00A67A55"/>
    <w:rsid w:val="00A70A1D"/>
    <w:rsid w:val="00A70E3E"/>
    <w:rsid w:val="00A718CB"/>
    <w:rsid w:val="00A7236D"/>
    <w:rsid w:val="00A72570"/>
    <w:rsid w:val="00A729A1"/>
    <w:rsid w:val="00A72B08"/>
    <w:rsid w:val="00A72C3A"/>
    <w:rsid w:val="00A72CC6"/>
    <w:rsid w:val="00A73673"/>
    <w:rsid w:val="00A73D4E"/>
    <w:rsid w:val="00A74DD0"/>
    <w:rsid w:val="00A74EE3"/>
    <w:rsid w:val="00A7544E"/>
    <w:rsid w:val="00A75607"/>
    <w:rsid w:val="00A75814"/>
    <w:rsid w:val="00A75CD0"/>
    <w:rsid w:val="00A76414"/>
    <w:rsid w:val="00A76485"/>
    <w:rsid w:val="00A768A9"/>
    <w:rsid w:val="00A7694D"/>
    <w:rsid w:val="00A77031"/>
    <w:rsid w:val="00A80193"/>
    <w:rsid w:val="00A8065E"/>
    <w:rsid w:val="00A8087D"/>
    <w:rsid w:val="00A80962"/>
    <w:rsid w:val="00A81AA5"/>
    <w:rsid w:val="00A81D35"/>
    <w:rsid w:val="00A81F7F"/>
    <w:rsid w:val="00A82160"/>
    <w:rsid w:val="00A8295B"/>
    <w:rsid w:val="00A82B87"/>
    <w:rsid w:val="00A830E6"/>
    <w:rsid w:val="00A83357"/>
    <w:rsid w:val="00A8362F"/>
    <w:rsid w:val="00A83C32"/>
    <w:rsid w:val="00A83CED"/>
    <w:rsid w:val="00A83ED7"/>
    <w:rsid w:val="00A841C4"/>
    <w:rsid w:val="00A8435E"/>
    <w:rsid w:val="00A844CD"/>
    <w:rsid w:val="00A861D9"/>
    <w:rsid w:val="00A86494"/>
    <w:rsid w:val="00A86BAC"/>
    <w:rsid w:val="00A87068"/>
    <w:rsid w:val="00A87339"/>
    <w:rsid w:val="00A875E1"/>
    <w:rsid w:val="00A87B5A"/>
    <w:rsid w:val="00A90682"/>
    <w:rsid w:val="00A90CDA"/>
    <w:rsid w:val="00A910CF"/>
    <w:rsid w:val="00A91708"/>
    <w:rsid w:val="00A91859"/>
    <w:rsid w:val="00A918EF"/>
    <w:rsid w:val="00A92179"/>
    <w:rsid w:val="00A92311"/>
    <w:rsid w:val="00A924D7"/>
    <w:rsid w:val="00A936D4"/>
    <w:rsid w:val="00A93C13"/>
    <w:rsid w:val="00A93C67"/>
    <w:rsid w:val="00A93CE5"/>
    <w:rsid w:val="00A943CC"/>
    <w:rsid w:val="00A946B2"/>
    <w:rsid w:val="00A94DCD"/>
    <w:rsid w:val="00A94E0E"/>
    <w:rsid w:val="00A94EA4"/>
    <w:rsid w:val="00A956B0"/>
    <w:rsid w:val="00A95855"/>
    <w:rsid w:val="00A96DA2"/>
    <w:rsid w:val="00A96E56"/>
    <w:rsid w:val="00A96E5F"/>
    <w:rsid w:val="00A97829"/>
    <w:rsid w:val="00A97981"/>
    <w:rsid w:val="00A97A28"/>
    <w:rsid w:val="00AA000A"/>
    <w:rsid w:val="00AA032A"/>
    <w:rsid w:val="00AA077B"/>
    <w:rsid w:val="00AA09BE"/>
    <w:rsid w:val="00AA0AB0"/>
    <w:rsid w:val="00AA0F7E"/>
    <w:rsid w:val="00AA1394"/>
    <w:rsid w:val="00AA165B"/>
    <w:rsid w:val="00AA18AF"/>
    <w:rsid w:val="00AA1AF4"/>
    <w:rsid w:val="00AA239A"/>
    <w:rsid w:val="00AA2746"/>
    <w:rsid w:val="00AA2CB3"/>
    <w:rsid w:val="00AA4778"/>
    <w:rsid w:val="00AA495D"/>
    <w:rsid w:val="00AA4D87"/>
    <w:rsid w:val="00AA4E9C"/>
    <w:rsid w:val="00AA4F89"/>
    <w:rsid w:val="00AA575E"/>
    <w:rsid w:val="00AA5A5E"/>
    <w:rsid w:val="00AA6040"/>
    <w:rsid w:val="00AA618C"/>
    <w:rsid w:val="00AA618E"/>
    <w:rsid w:val="00AA6C44"/>
    <w:rsid w:val="00AA70D1"/>
    <w:rsid w:val="00AA7CB4"/>
    <w:rsid w:val="00AA7F6B"/>
    <w:rsid w:val="00AB0C04"/>
    <w:rsid w:val="00AB0FEE"/>
    <w:rsid w:val="00AB102C"/>
    <w:rsid w:val="00AB1078"/>
    <w:rsid w:val="00AB117C"/>
    <w:rsid w:val="00AB1763"/>
    <w:rsid w:val="00AB1AE5"/>
    <w:rsid w:val="00AB1BAA"/>
    <w:rsid w:val="00AB2357"/>
    <w:rsid w:val="00AB272D"/>
    <w:rsid w:val="00AB28E0"/>
    <w:rsid w:val="00AB2D66"/>
    <w:rsid w:val="00AB2F9B"/>
    <w:rsid w:val="00AB38B5"/>
    <w:rsid w:val="00AB3FC1"/>
    <w:rsid w:val="00AB4054"/>
    <w:rsid w:val="00AB410A"/>
    <w:rsid w:val="00AB42DC"/>
    <w:rsid w:val="00AB4997"/>
    <w:rsid w:val="00AB54DF"/>
    <w:rsid w:val="00AB54FB"/>
    <w:rsid w:val="00AB5C49"/>
    <w:rsid w:val="00AB6D01"/>
    <w:rsid w:val="00AB7034"/>
    <w:rsid w:val="00AB7704"/>
    <w:rsid w:val="00AC05BA"/>
    <w:rsid w:val="00AC0AE2"/>
    <w:rsid w:val="00AC0C2C"/>
    <w:rsid w:val="00AC158C"/>
    <w:rsid w:val="00AC30B1"/>
    <w:rsid w:val="00AC34EF"/>
    <w:rsid w:val="00AC3855"/>
    <w:rsid w:val="00AC3956"/>
    <w:rsid w:val="00AC3CA7"/>
    <w:rsid w:val="00AC465B"/>
    <w:rsid w:val="00AC490B"/>
    <w:rsid w:val="00AC4AB5"/>
    <w:rsid w:val="00AC4B67"/>
    <w:rsid w:val="00AC4D25"/>
    <w:rsid w:val="00AC5440"/>
    <w:rsid w:val="00AC55A5"/>
    <w:rsid w:val="00AC588D"/>
    <w:rsid w:val="00AC58A8"/>
    <w:rsid w:val="00AC6BDB"/>
    <w:rsid w:val="00AC6C72"/>
    <w:rsid w:val="00AC73AC"/>
    <w:rsid w:val="00AC7619"/>
    <w:rsid w:val="00AC771B"/>
    <w:rsid w:val="00AC7F09"/>
    <w:rsid w:val="00AD0090"/>
    <w:rsid w:val="00AD04E7"/>
    <w:rsid w:val="00AD05FA"/>
    <w:rsid w:val="00AD07E0"/>
    <w:rsid w:val="00AD0D7F"/>
    <w:rsid w:val="00AD0E83"/>
    <w:rsid w:val="00AD142E"/>
    <w:rsid w:val="00AD14C6"/>
    <w:rsid w:val="00AD19CD"/>
    <w:rsid w:val="00AD25C6"/>
    <w:rsid w:val="00AD265F"/>
    <w:rsid w:val="00AD28F1"/>
    <w:rsid w:val="00AD2C45"/>
    <w:rsid w:val="00AD39B1"/>
    <w:rsid w:val="00AD3FCC"/>
    <w:rsid w:val="00AD434D"/>
    <w:rsid w:val="00AD5015"/>
    <w:rsid w:val="00AD513B"/>
    <w:rsid w:val="00AD53A9"/>
    <w:rsid w:val="00AD564B"/>
    <w:rsid w:val="00AD5ABD"/>
    <w:rsid w:val="00AD6D33"/>
    <w:rsid w:val="00AD6DD3"/>
    <w:rsid w:val="00AD70D6"/>
    <w:rsid w:val="00AD73AB"/>
    <w:rsid w:val="00AD7D18"/>
    <w:rsid w:val="00AE0515"/>
    <w:rsid w:val="00AE0E08"/>
    <w:rsid w:val="00AE0FCD"/>
    <w:rsid w:val="00AE127E"/>
    <w:rsid w:val="00AE146D"/>
    <w:rsid w:val="00AE1C3F"/>
    <w:rsid w:val="00AE2135"/>
    <w:rsid w:val="00AE2193"/>
    <w:rsid w:val="00AE23BB"/>
    <w:rsid w:val="00AE249B"/>
    <w:rsid w:val="00AE2868"/>
    <w:rsid w:val="00AE2F30"/>
    <w:rsid w:val="00AE2FD5"/>
    <w:rsid w:val="00AE3115"/>
    <w:rsid w:val="00AE334C"/>
    <w:rsid w:val="00AE3AD5"/>
    <w:rsid w:val="00AE4398"/>
    <w:rsid w:val="00AE48ED"/>
    <w:rsid w:val="00AE4B65"/>
    <w:rsid w:val="00AE4D1E"/>
    <w:rsid w:val="00AE4EF0"/>
    <w:rsid w:val="00AE57EE"/>
    <w:rsid w:val="00AE5BFA"/>
    <w:rsid w:val="00AE60AA"/>
    <w:rsid w:val="00AE64E9"/>
    <w:rsid w:val="00AE72D4"/>
    <w:rsid w:val="00AE73C7"/>
    <w:rsid w:val="00AF01BB"/>
    <w:rsid w:val="00AF07D6"/>
    <w:rsid w:val="00AF0BFB"/>
    <w:rsid w:val="00AF0D00"/>
    <w:rsid w:val="00AF0DC0"/>
    <w:rsid w:val="00AF1079"/>
    <w:rsid w:val="00AF1336"/>
    <w:rsid w:val="00AF13DA"/>
    <w:rsid w:val="00AF13F0"/>
    <w:rsid w:val="00AF13FC"/>
    <w:rsid w:val="00AF18DA"/>
    <w:rsid w:val="00AF1CAF"/>
    <w:rsid w:val="00AF1CB2"/>
    <w:rsid w:val="00AF1ED0"/>
    <w:rsid w:val="00AF2153"/>
    <w:rsid w:val="00AF2374"/>
    <w:rsid w:val="00AF277A"/>
    <w:rsid w:val="00AF2D4B"/>
    <w:rsid w:val="00AF2E97"/>
    <w:rsid w:val="00AF3759"/>
    <w:rsid w:val="00AF377E"/>
    <w:rsid w:val="00AF3A93"/>
    <w:rsid w:val="00AF3F98"/>
    <w:rsid w:val="00AF4648"/>
    <w:rsid w:val="00AF488F"/>
    <w:rsid w:val="00AF4AE9"/>
    <w:rsid w:val="00AF4F00"/>
    <w:rsid w:val="00AF50CA"/>
    <w:rsid w:val="00AF5223"/>
    <w:rsid w:val="00AF52DF"/>
    <w:rsid w:val="00AF5460"/>
    <w:rsid w:val="00AF608F"/>
    <w:rsid w:val="00AF6634"/>
    <w:rsid w:val="00AF6C6A"/>
    <w:rsid w:val="00AF6C6D"/>
    <w:rsid w:val="00AF7702"/>
    <w:rsid w:val="00AF7772"/>
    <w:rsid w:val="00AF77AB"/>
    <w:rsid w:val="00AF7BC4"/>
    <w:rsid w:val="00B003A6"/>
    <w:rsid w:val="00B0058F"/>
    <w:rsid w:val="00B00895"/>
    <w:rsid w:val="00B01269"/>
    <w:rsid w:val="00B017CF"/>
    <w:rsid w:val="00B01FF2"/>
    <w:rsid w:val="00B02114"/>
    <w:rsid w:val="00B0233A"/>
    <w:rsid w:val="00B026DB"/>
    <w:rsid w:val="00B0274F"/>
    <w:rsid w:val="00B0295F"/>
    <w:rsid w:val="00B03AD2"/>
    <w:rsid w:val="00B04297"/>
    <w:rsid w:val="00B043DB"/>
    <w:rsid w:val="00B04910"/>
    <w:rsid w:val="00B049F4"/>
    <w:rsid w:val="00B04AD3"/>
    <w:rsid w:val="00B04BB0"/>
    <w:rsid w:val="00B051A3"/>
    <w:rsid w:val="00B05725"/>
    <w:rsid w:val="00B05AE8"/>
    <w:rsid w:val="00B05EAC"/>
    <w:rsid w:val="00B069FE"/>
    <w:rsid w:val="00B070BC"/>
    <w:rsid w:val="00B073A6"/>
    <w:rsid w:val="00B075BF"/>
    <w:rsid w:val="00B07809"/>
    <w:rsid w:val="00B07F59"/>
    <w:rsid w:val="00B1015D"/>
    <w:rsid w:val="00B10376"/>
    <w:rsid w:val="00B105B3"/>
    <w:rsid w:val="00B107E2"/>
    <w:rsid w:val="00B10A15"/>
    <w:rsid w:val="00B10AD4"/>
    <w:rsid w:val="00B11C68"/>
    <w:rsid w:val="00B1284A"/>
    <w:rsid w:val="00B1290B"/>
    <w:rsid w:val="00B132D9"/>
    <w:rsid w:val="00B13B9F"/>
    <w:rsid w:val="00B13D7D"/>
    <w:rsid w:val="00B15F68"/>
    <w:rsid w:val="00B16416"/>
    <w:rsid w:val="00B167F3"/>
    <w:rsid w:val="00B1693B"/>
    <w:rsid w:val="00B16960"/>
    <w:rsid w:val="00B17E33"/>
    <w:rsid w:val="00B17FE6"/>
    <w:rsid w:val="00B204C2"/>
    <w:rsid w:val="00B2052E"/>
    <w:rsid w:val="00B20C15"/>
    <w:rsid w:val="00B20E1C"/>
    <w:rsid w:val="00B21E6E"/>
    <w:rsid w:val="00B22B8D"/>
    <w:rsid w:val="00B2307E"/>
    <w:rsid w:val="00B23289"/>
    <w:rsid w:val="00B236F2"/>
    <w:rsid w:val="00B23A0B"/>
    <w:rsid w:val="00B24090"/>
    <w:rsid w:val="00B245A7"/>
    <w:rsid w:val="00B24C0F"/>
    <w:rsid w:val="00B25822"/>
    <w:rsid w:val="00B25CC6"/>
    <w:rsid w:val="00B260CF"/>
    <w:rsid w:val="00B26488"/>
    <w:rsid w:val="00B26655"/>
    <w:rsid w:val="00B26E9F"/>
    <w:rsid w:val="00B27050"/>
    <w:rsid w:val="00B2729A"/>
    <w:rsid w:val="00B301AC"/>
    <w:rsid w:val="00B30205"/>
    <w:rsid w:val="00B3022E"/>
    <w:rsid w:val="00B3026D"/>
    <w:rsid w:val="00B30634"/>
    <w:rsid w:val="00B3086F"/>
    <w:rsid w:val="00B30937"/>
    <w:rsid w:val="00B30B28"/>
    <w:rsid w:val="00B30E68"/>
    <w:rsid w:val="00B31229"/>
    <w:rsid w:val="00B3195D"/>
    <w:rsid w:val="00B31A08"/>
    <w:rsid w:val="00B31D6E"/>
    <w:rsid w:val="00B3203F"/>
    <w:rsid w:val="00B3398C"/>
    <w:rsid w:val="00B33C8B"/>
    <w:rsid w:val="00B3571F"/>
    <w:rsid w:val="00B35CB6"/>
    <w:rsid w:val="00B360A2"/>
    <w:rsid w:val="00B365E8"/>
    <w:rsid w:val="00B36880"/>
    <w:rsid w:val="00B37063"/>
    <w:rsid w:val="00B377F7"/>
    <w:rsid w:val="00B3788D"/>
    <w:rsid w:val="00B37F43"/>
    <w:rsid w:val="00B401E0"/>
    <w:rsid w:val="00B405A0"/>
    <w:rsid w:val="00B40755"/>
    <w:rsid w:val="00B41184"/>
    <w:rsid w:val="00B41830"/>
    <w:rsid w:val="00B419E1"/>
    <w:rsid w:val="00B41A83"/>
    <w:rsid w:val="00B41D31"/>
    <w:rsid w:val="00B423F1"/>
    <w:rsid w:val="00B4247C"/>
    <w:rsid w:val="00B42FA7"/>
    <w:rsid w:val="00B43335"/>
    <w:rsid w:val="00B43A16"/>
    <w:rsid w:val="00B43E68"/>
    <w:rsid w:val="00B4422A"/>
    <w:rsid w:val="00B44A8C"/>
    <w:rsid w:val="00B45006"/>
    <w:rsid w:val="00B46387"/>
    <w:rsid w:val="00B465C6"/>
    <w:rsid w:val="00B46912"/>
    <w:rsid w:val="00B46928"/>
    <w:rsid w:val="00B474E3"/>
    <w:rsid w:val="00B478B3"/>
    <w:rsid w:val="00B47CAC"/>
    <w:rsid w:val="00B50EED"/>
    <w:rsid w:val="00B51628"/>
    <w:rsid w:val="00B51651"/>
    <w:rsid w:val="00B519F5"/>
    <w:rsid w:val="00B51EE7"/>
    <w:rsid w:val="00B526D0"/>
    <w:rsid w:val="00B52A0F"/>
    <w:rsid w:val="00B52BF3"/>
    <w:rsid w:val="00B52FE3"/>
    <w:rsid w:val="00B5370C"/>
    <w:rsid w:val="00B53AC1"/>
    <w:rsid w:val="00B53E9C"/>
    <w:rsid w:val="00B54157"/>
    <w:rsid w:val="00B54345"/>
    <w:rsid w:val="00B54696"/>
    <w:rsid w:val="00B547AC"/>
    <w:rsid w:val="00B54995"/>
    <w:rsid w:val="00B54F25"/>
    <w:rsid w:val="00B5510B"/>
    <w:rsid w:val="00B5568D"/>
    <w:rsid w:val="00B56ABD"/>
    <w:rsid w:val="00B603AF"/>
    <w:rsid w:val="00B605EF"/>
    <w:rsid w:val="00B6133F"/>
    <w:rsid w:val="00B61480"/>
    <w:rsid w:val="00B61677"/>
    <w:rsid w:val="00B61CE1"/>
    <w:rsid w:val="00B61E66"/>
    <w:rsid w:val="00B6205C"/>
    <w:rsid w:val="00B621D0"/>
    <w:rsid w:val="00B62874"/>
    <w:rsid w:val="00B62E1E"/>
    <w:rsid w:val="00B62E60"/>
    <w:rsid w:val="00B64580"/>
    <w:rsid w:val="00B64BCA"/>
    <w:rsid w:val="00B65B6D"/>
    <w:rsid w:val="00B65B99"/>
    <w:rsid w:val="00B65D61"/>
    <w:rsid w:val="00B66033"/>
    <w:rsid w:val="00B660EA"/>
    <w:rsid w:val="00B665C5"/>
    <w:rsid w:val="00B66AE1"/>
    <w:rsid w:val="00B66CE8"/>
    <w:rsid w:val="00B66D1F"/>
    <w:rsid w:val="00B67A17"/>
    <w:rsid w:val="00B67E04"/>
    <w:rsid w:val="00B70652"/>
    <w:rsid w:val="00B706DA"/>
    <w:rsid w:val="00B7070E"/>
    <w:rsid w:val="00B710C6"/>
    <w:rsid w:val="00B7150B"/>
    <w:rsid w:val="00B71570"/>
    <w:rsid w:val="00B716F6"/>
    <w:rsid w:val="00B71700"/>
    <w:rsid w:val="00B71790"/>
    <w:rsid w:val="00B71A4F"/>
    <w:rsid w:val="00B71CBA"/>
    <w:rsid w:val="00B720A4"/>
    <w:rsid w:val="00B72132"/>
    <w:rsid w:val="00B72348"/>
    <w:rsid w:val="00B73591"/>
    <w:rsid w:val="00B73704"/>
    <w:rsid w:val="00B73BFE"/>
    <w:rsid w:val="00B74062"/>
    <w:rsid w:val="00B74149"/>
    <w:rsid w:val="00B749A5"/>
    <w:rsid w:val="00B749CE"/>
    <w:rsid w:val="00B74CA5"/>
    <w:rsid w:val="00B74D64"/>
    <w:rsid w:val="00B74D69"/>
    <w:rsid w:val="00B75895"/>
    <w:rsid w:val="00B76353"/>
    <w:rsid w:val="00B76736"/>
    <w:rsid w:val="00B76798"/>
    <w:rsid w:val="00B77329"/>
    <w:rsid w:val="00B77748"/>
    <w:rsid w:val="00B778A5"/>
    <w:rsid w:val="00B800E6"/>
    <w:rsid w:val="00B802C8"/>
    <w:rsid w:val="00B8030E"/>
    <w:rsid w:val="00B806E8"/>
    <w:rsid w:val="00B80702"/>
    <w:rsid w:val="00B81241"/>
    <w:rsid w:val="00B814D3"/>
    <w:rsid w:val="00B819B8"/>
    <w:rsid w:val="00B81A44"/>
    <w:rsid w:val="00B81B91"/>
    <w:rsid w:val="00B82A4B"/>
    <w:rsid w:val="00B82DB3"/>
    <w:rsid w:val="00B830B0"/>
    <w:rsid w:val="00B8331B"/>
    <w:rsid w:val="00B8445C"/>
    <w:rsid w:val="00B84845"/>
    <w:rsid w:val="00B850AE"/>
    <w:rsid w:val="00B85BD3"/>
    <w:rsid w:val="00B85C6C"/>
    <w:rsid w:val="00B85EA7"/>
    <w:rsid w:val="00B864C8"/>
    <w:rsid w:val="00B86B61"/>
    <w:rsid w:val="00B86C93"/>
    <w:rsid w:val="00B86E88"/>
    <w:rsid w:val="00B870EC"/>
    <w:rsid w:val="00B8737F"/>
    <w:rsid w:val="00B876D9"/>
    <w:rsid w:val="00B87AA7"/>
    <w:rsid w:val="00B90378"/>
    <w:rsid w:val="00B90685"/>
    <w:rsid w:val="00B906B4"/>
    <w:rsid w:val="00B90736"/>
    <w:rsid w:val="00B91098"/>
    <w:rsid w:val="00B91DCF"/>
    <w:rsid w:val="00B921B4"/>
    <w:rsid w:val="00B925AE"/>
    <w:rsid w:val="00B92918"/>
    <w:rsid w:val="00B92A07"/>
    <w:rsid w:val="00B93035"/>
    <w:rsid w:val="00B93954"/>
    <w:rsid w:val="00B93BAE"/>
    <w:rsid w:val="00B93BBF"/>
    <w:rsid w:val="00B9425E"/>
    <w:rsid w:val="00B947C7"/>
    <w:rsid w:val="00B9592E"/>
    <w:rsid w:val="00B95F2A"/>
    <w:rsid w:val="00B96006"/>
    <w:rsid w:val="00B96C2A"/>
    <w:rsid w:val="00B976C2"/>
    <w:rsid w:val="00B976C3"/>
    <w:rsid w:val="00B978E2"/>
    <w:rsid w:val="00B97B0F"/>
    <w:rsid w:val="00BA0A0B"/>
    <w:rsid w:val="00BA0B8E"/>
    <w:rsid w:val="00BA0C67"/>
    <w:rsid w:val="00BA0E0C"/>
    <w:rsid w:val="00BA0EB9"/>
    <w:rsid w:val="00BA0FB9"/>
    <w:rsid w:val="00BA117E"/>
    <w:rsid w:val="00BA1419"/>
    <w:rsid w:val="00BA1B5A"/>
    <w:rsid w:val="00BA1B76"/>
    <w:rsid w:val="00BA1C40"/>
    <w:rsid w:val="00BA23E2"/>
    <w:rsid w:val="00BA23F4"/>
    <w:rsid w:val="00BA36DE"/>
    <w:rsid w:val="00BA4330"/>
    <w:rsid w:val="00BA53BE"/>
    <w:rsid w:val="00BA541D"/>
    <w:rsid w:val="00BA5DC9"/>
    <w:rsid w:val="00BA5E37"/>
    <w:rsid w:val="00BA6287"/>
    <w:rsid w:val="00BA651C"/>
    <w:rsid w:val="00BA670B"/>
    <w:rsid w:val="00BA6AD0"/>
    <w:rsid w:val="00BA6BB5"/>
    <w:rsid w:val="00BA6C76"/>
    <w:rsid w:val="00BA7435"/>
    <w:rsid w:val="00BA7611"/>
    <w:rsid w:val="00BA7ABC"/>
    <w:rsid w:val="00BA7C76"/>
    <w:rsid w:val="00BA7C8D"/>
    <w:rsid w:val="00BA7F86"/>
    <w:rsid w:val="00BB073C"/>
    <w:rsid w:val="00BB11BB"/>
    <w:rsid w:val="00BB1A8D"/>
    <w:rsid w:val="00BB266F"/>
    <w:rsid w:val="00BB2BEC"/>
    <w:rsid w:val="00BB2EF2"/>
    <w:rsid w:val="00BB2F33"/>
    <w:rsid w:val="00BB2FBA"/>
    <w:rsid w:val="00BB31F0"/>
    <w:rsid w:val="00BB33BA"/>
    <w:rsid w:val="00BB43D0"/>
    <w:rsid w:val="00BB45D8"/>
    <w:rsid w:val="00BB4C0E"/>
    <w:rsid w:val="00BB5EEC"/>
    <w:rsid w:val="00BB6391"/>
    <w:rsid w:val="00BB6948"/>
    <w:rsid w:val="00BB7184"/>
    <w:rsid w:val="00BB73BF"/>
    <w:rsid w:val="00BB7A09"/>
    <w:rsid w:val="00BC007A"/>
    <w:rsid w:val="00BC015F"/>
    <w:rsid w:val="00BC017C"/>
    <w:rsid w:val="00BC05A3"/>
    <w:rsid w:val="00BC08C9"/>
    <w:rsid w:val="00BC0AD0"/>
    <w:rsid w:val="00BC1392"/>
    <w:rsid w:val="00BC176C"/>
    <w:rsid w:val="00BC19FA"/>
    <w:rsid w:val="00BC28D1"/>
    <w:rsid w:val="00BC2C3F"/>
    <w:rsid w:val="00BC2DF9"/>
    <w:rsid w:val="00BC3131"/>
    <w:rsid w:val="00BC33DE"/>
    <w:rsid w:val="00BC345C"/>
    <w:rsid w:val="00BC347B"/>
    <w:rsid w:val="00BC37F8"/>
    <w:rsid w:val="00BC394E"/>
    <w:rsid w:val="00BC41BD"/>
    <w:rsid w:val="00BC4370"/>
    <w:rsid w:val="00BC47B4"/>
    <w:rsid w:val="00BC5443"/>
    <w:rsid w:val="00BC5776"/>
    <w:rsid w:val="00BC5DB8"/>
    <w:rsid w:val="00BC664D"/>
    <w:rsid w:val="00BC6669"/>
    <w:rsid w:val="00BC6758"/>
    <w:rsid w:val="00BC6B38"/>
    <w:rsid w:val="00BC7413"/>
    <w:rsid w:val="00BC7DE4"/>
    <w:rsid w:val="00BD00E2"/>
    <w:rsid w:val="00BD00F1"/>
    <w:rsid w:val="00BD036B"/>
    <w:rsid w:val="00BD037D"/>
    <w:rsid w:val="00BD0658"/>
    <w:rsid w:val="00BD0858"/>
    <w:rsid w:val="00BD0BEB"/>
    <w:rsid w:val="00BD0F42"/>
    <w:rsid w:val="00BD1344"/>
    <w:rsid w:val="00BD13F9"/>
    <w:rsid w:val="00BD1751"/>
    <w:rsid w:val="00BD1DCE"/>
    <w:rsid w:val="00BD1EBD"/>
    <w:rsid w:val="00BD2302"/>
    <w:rsid w:val="00BD2598"/>
    <w:rsid w:val="00BD27B0"/>
    <w:rsid w:val="00BD2840"/>
    <w:rsid w:val="00BD2F48"/>
    <w:rsid w:val="00BD301D"/>
    <w:rsid w:val="00BD3F03"/>
    <w:rsid w:val="00BD40F8"/>
    <w:rsid w:val="00BD53FD"/>
    <w:rsid w:val="00BD54D2"/>
    <w:rsid w:val="00BD57E9"/>
    <w:rsid w:val="00BD6344"/>
    <w:rsid w:val="00BD6807"/>
    <w:rsid w:val="00BD6E31"/>
    <w:rsid w:val="00BD795D"/>
    <w:rsid w:val="00BD7B8A"/>
    <w:rsid w:val="00BE0703"/>
    <w:rsid w:val="00BE070E"/>
    <w:rsid w:val="00BE0E12"/>
    <w:rsid w:val="00BE1E2A"/>
    <w:rsid w:val="00BE2626"/>
    <w:rsid w:val="00BE2A59"/>
    <w:rsid w:val="00BE391D"/>
    <w:rsid w:val="00BE3A9C"/>
    <w:rsid w:val="00BE3BA1"/>
    <w:rsid w:val="00BE3F26"/>
    <w:rsid w:val="00BE4752"/>
    <w:rsid w:val="00BE4968"/>
    <w:rsid w:val="00BE498A"/>
    <w:rsid w:val="00BE5619"/>
    <w:rsid w:val="00BE5ECF"/>
    <w:rsid w:val="00BE5FCB"/>
    <w:rsid w:val="00BE6859"/>
    <w:rsid w:val="00BE74E8"/>
    <w:rsid w:val="00BF0A81"/>
    <w:rsid w:val="00BF130D"/>
    <w:rsid w:val="00BF1704"/>
    <w:rsid w:val="00BF1A4A"/>
    <w:rsid w:val="00BF1E9B"/>
    <w:rsid w:val="00BF21B9"/>
    <w:rsid w:val="00BF2C00"/>
    <w:rsid w:val="00BF2FB9"/>
    <w:rsid w:val="00BF32EA"/>
    <w:rsid w:val="00BF35FD"/>
    <w:rsid w:val="00BF3720"/>
    <w:rsid w:val="00BF3742"/>
    <w:rsid w:val="00BF3862"/>
    <w:rsid w:val="00BF3D87"/>
    <w:rsid w:val="00BF41FC"/>
    <w:rsid w:val="00BF4EE6"/>
    <w:rsid w:val="00BF5068"/>
    <w:rsid w:val="00BF58EB"/>
    <w:rsid w:val="00BF5CE9"/>
    <w:rsid w:val="00BF64F5"/>
    <w:rsid w:val="00BF757F"/>
    <w:rsid w:val="00BF7810"/>
    <w:rsid w:val="00BF7DE5"/>
    <w:rsid w:val="00C00225"/>
    <w:rsid w:val="00C0089C"/>
    <w:rsid w:val="00C009EE"/>
    <w:rsid w:val="00C01392"/>
    <w:rsid w:val="00C017F6"/>
    <w:rsid w:val="00C017FF"/>
    <w:rsid w:val="00C02212"/>
    <w:rsid w:val="00C024E1"/>
    <w:rsid w:val="00C02948"/>
    <w:rsid w:val="00C02F00"/>
    <w:rsid w:val="00C02F4B"/>
    <w:rsid w:val="00C03E09"/>
    <w:rsid w:val="00C04325"/>
    <w:rsid w:val="00C05A11"/>
    <w:rsid w:val="00C05C98"/>
    <w:rsid w:val="00C06A42"/>
    <w:rsid w:val="00C06B82"/>
    <w:rsid w:val="00C06E13"/>
    <w:rsid w:val="00C06F72"/>
    <w:rsid w:val="00C073CC"/>
    <w:rsid w:val="00C07AE1"/>
    <w:rsid w:val="00C10307"/>
    <w:rsid w:val="00C10549"/>
    <w:rsid w:val="00C10836"/>
    <w:rsid w:val="00C10CF3"/>
    <w:rsid w:val="00C10E4C"/>
    <w:rsid w:val="00C10FCC"/>
    <w:rsid w:val="00C111FE"/>
    <w:rsid w:val="00C112BB"/>
    <w:rsid w:val="00C1172F"/>
    <w:rsid w:val="00C1286C"/>
    <w:rsid w:val="00C1335A"/>
    <w:rsid w:val="00C13F80"/>
    <w:rsid w:val="00C1412D"/>
    <w:rsid w:val="00C14442"/>
    <w:rsid w:val="00C150F0"/>
    <w:rsid w:val="00C151AA"/>
    <w:rsid w:val="00C151ED"/>
    <w:rsid w:val="00C15240"/>
    <w:rsid w:val="00C154F4"/>
    <w:rsid w:val="00C157EC"/>
    <w:rsid w:val="00C158FE"/>
    <w:rsid w:val="00C1595F"/>
    <w:rsid w:val="00C1598C"/>
    <w:rsid w:val="00C15BCC"/>
    <w:rsid w:val="00C15DBE"/>
    <w:rsid w:val="00C169B1"/>
    <w:rsid w:val="00C16BF5"/>
    <w:rsid w:val="00C16E13"/>
    <w:rsid w:val="00C16E15"/>
    <w:rsid w:val="00C16EBE"/>
    <w:rsid w:val="00C174BA"/>
    <w:rsid w:val="00C17D1D"/>
    <w:rsid w:val="00C20718"/>
    <w:rsid w:val="00C209A6"/>
    <w:rsid w:val="00C215C9"/>
    <w:rsid w:val="00C21980"/>
    <w:rsid w:val="00C21AD5"/>
    <w:rsid w:val="00C232C8"/>
    <w:rsid w:val="00C23559"/>
    <w:rsid w:val="00C24028"/>
    <w:rsid w:val="00C24465"/>
    <w:rsid w:val="00C2449D"/>
    <w:rsid w:val="00C248AD"/>
    <w:rsid w:val="00C24A11"/>
    <w:rsid w:val="00C24A55"/>
    <w:rsid w:val="00C24D2E"/>
    <w:rsid w:val="00C24D79"/>
    <w:rsid w:val="00C24E96"/>
    <w:rsid w:val="00C25AD2"/>
    <w:rsid w:val="00C25B6F"/>
    <w:rsid w:val="00C26842"/>
    <w:rsid w:val="00C271EA"/>
    <w:rsid w:val="00C27219"/>
    <w:rsid w:val="00C27E9D"/>
    <w:rsid w:val="00C3010B"/>
    <w:rsid w:val="00C30348"/>
    <w:rsid w:val="00C3038A"/>
    <w:rsid w:val="00C30511"/>
    <w:rsid w:val="00C30F47"/>
    <w:rsid w:val="00C31051"/>
    <w:rsid w:val="00C31200"/>
    <w:rsid w:val="00C326FC"/>
    <w:rsid w:val="00C32D44"/>
    <w:rsid w:val="00C332EA"/>
    <w:rsid w:val="00C333EF"/>
    <w:rsid w:val="00C339CC"/>
    <w:rsid w:val="00C33F8B"/>
    <w:rsid w:val="00C344FF"/>
    <w:rsid w:val="00C349D6"/>
    <w:rsid w:val="00C34D57"/>
    <w:rsid w:val="00C34D91"/>
    <w:rsid w:val="00C3504F"/>
    <w:rsid w:val="00C353EB"/>
    <w:rsid w:val="00C3568A"/>
    <w:rsid w:val="00C35E31"/>
    <w:rsid w:val="00C35EAF"/>
    <w:rsid w:val="00C362DC"/>
    <w:rsid w:val="00C363C9"/>
    <w:rsid w:val="00C3664E"/>
    <w:rsid w:val="00C368A8"/>
    <w:rsid w:val="00C3696B"/>
    <w:rsid w:val="00C36AEE"/>
    <w:rsid w:val="00C377E8"/>
    <w:rsid w:val="00C379B3"/>
    <w:rsid w:val="00C37BB8"/>
    <w:rsid w:val="00C37F2E"/>
    <w:rsid w:val="00C405E6"/>
    <w:rsid w:val="00C40765"/>
    <w:rsid w:val="00C40CCF"/>
    <w:rsid w:val="00C40D0F"/>
    <w:rsid w:val="00C41446"/>
    <w:rsid w:val="00C4222A"/>
    <w:rsid w:val="00C422AF"/>
    <w:rsid w:val="00C423FB"/>
    <w:rsid w:val="00C43609"/>
    <w:rsid w:val="00C43611"/>
    <w:rsid w:val="00C436E4"/>
    <w:rsid w:val="00C43979"/>
    <w:rsid w:val="00C4426F"/>
    <w:rsid w:val="00C44440"/>
    <w:rsid w:val="00C44AA4"/>
    <w:rsid w:val="00C44F33"/>
    <w:rsid w:val="00C45160"/>
    <w:rsid w:val="00C4543F"/>
    <w:rsid w:val="00C45664"/>
    <w:rsid w:val="00C45890"/>
    <w:rsid w:val="00C45A45"/>
    <w:rsid w:val="00C45BF0"/>
    <w:rsid w:val="00C45C0D"/>
    <w:rsid w:val="00C4611C"/>
    <w:rsid w:val="00C4658D"/>
    <w:rsid w:val="00C46742"/>
    <w:rsid w:val="00C467CB"/>
    <w:rsid w:val="00C468D7"/>
    <w:rsid w:val="00C46D91"/>
    <w:rsid w:val="00C46DFC"/>
    <w:rsid w:val="00C47855"/>
    <w:rsid w:val="00C47BAD"/>
    <w:rsid w:val="00C47C45"/>
    <w:rsid w:val="00C50218"/>
    <w:rsid w:val="00C503F9"/>
    <w:rsid w:val="00C5068C"/>
    <w:rsid w:val="00C50A78"/>
    <w:rsid w:val="00C50F84"/>
    <w:rsid w:val="00C5116C"/>
    <w:rsid w:val="00C516CE"/>
    <w:rsid w:val="00C51A63"/>
    <w:rsid w:val="00C5205E"/>
    <w:rsid w:val="00C52163"/>
    <w:rsid w:val="00C52649"/>
    <w:rsid w:val="00C5282F"/>
    <w:rsid w:val="00C52D13"/>
    <w:rsid w:val="00C53888"/>
    <w:rsid w:val="00C53D0D"/>
    <w:rsid w:val="00C54336"/>
    <w:rsid w:val="00C54388"/>
    <w:rsid w:val="00C556CC"/>
    <w:rsid w:val="00C558D7"/>
    <w:rsid w:val="00C569CD"/>
    <w:rsid w:val="00C56E4B"/>
    <w:rsid w:val="00C56E57"/>
    <w:rsid w:val="00C571D1"/>
    <w:rsid w:val="00C572C6"/>
    <w:rsid w:val="00C57ABE"/>
    <w:rsid w:val="00C60414"/>
    <w:rsid w:val="00C61157"/>
    <w:rsid w:val="00C619A3"/>
    <w:rsid w:val="00C61AEF"/>
    <w:rsid w:val="00C61BB3"/>
    <w:rsid w:val="00C61C80"/>
    <w:rsid w:val="00C61CF2"/>
    <w:rsid w:val="00C61D1B"/>
    <w:rsid w:val="00C62190"/>
    <w:rsid w:val="00C627A8"/>
    <w:rsid w:val="00C6331D"/>
    <w:rsid w:val="00C6345B"/>
    <w:rsid w:val="00C63530"/>
    <w:rsid w:val="00C635E8"/>
    <w:rsid w:val="00C641FF"/>
    <w:rsid w:val="00C64FBC"/>
    <w:rsid w:val="00C652DB"/>
    <w:rsid w:val="00C65817"/>
    <w:rsid w:val="00C65B83"/>
    <w:rsid w:val="00C65E6E"/>
    <w:rsid w:val="00C65FF7"/>
    <w:rsid w:val="00C666EF"/>
    <w:rsid w:val="00C6787C"/>
    <w:rsid w:val="00C67C56"/>
    <w:rsid w:val="00C704B3"/>
    <w:rsid w:val="00C706FD"/>
    <w:rsid w:val="00C70772"/>
    <w:rsid w:val="00C71007"/>
    <w:rsid w:val="00C71548"/>
    <w:rsid w:val="00C717AD"/>
    <w:rsid w:val="00C71E22"/>
    <w:rsid w:val="00C72326"/>
    <w:rsid w:val="00C7259D"/>
    <w:rsid w:val="00C72EC7"/>
    <w:rsid w:val="00C73277"/>
    <w:rsid w:val="00C7390E"/>
    <w:rsid w:val="00C73E6A"/>
    <w:rsid w:val="00C74C91"/>
    <w:rsid w:val="00C74FE6"/>
    <w:rsid w:val="00C75045"/>
    <w:rsid w:val="00C75722"/>
    <w:rsid w:val="00C7592C"/>
    <w:rsid w:val="00C75B02"/>
    <w:rsid w:val="00C764A2"/>
    <w:rsid w:val="00C7655C"/>
    <w:rsid w:val="00C76865"/>
    <w:rsid w:val="00C76B21"/>
    <w:rsid w:val="00C76E88"/>
    <w:rsid w:val="00C7719C"/>
    <w:rsid w:val="00C772A7"/>
    <w:rsid w:val="00C77C1A"/>
    <w:rsid w:val="00C77F4B"/>
    <w:rsid w:val="00C801AC"/>
    <w:rsid w:val="00C80898"/>
    <w:rsid w:val="00C80D1D"/>
    <w:rsid w:val="00C811E7"/>
    <w:rsid w:val="00C813DF"/>
    <w:rsid w:val="00C836BD"/>
    <w:rsid w:val="00C83965"/>
    <w:rsid w:val="00C83D99"/>
    <w:rsid w:val="00C83E8F"/>
    <w:rsid w:val="00C83ECF"/>
    <w:rsid w:val="00C844A0"/>
    <w:rsid w:val="00C847C3"/>
    <w:rsid w:val="00C84F95"/>
    <w:rsid w:val="00C85335"/>
    <w:rsid w:val="00C85951"/>
    <w:rsid w:val="00C85AD3"/>
    <w:rsid w:val="00C85C67"/>
    <w:rsid w:val="00C867C1"/>
    <w:rsid w:val="00C86955"/>
    <w:rsid w:val="00C900FF"/>
    <w:rsid w:val="00C916D5"/>
    <w:rsid w:val="00C91C3A"/>
    <w:rsid w:val="00C92351"/>
    <w:rsid w:val="00C92420"/>
    <w:rsid w:val="00C92587"/>
    <w:rsid w:val="00C927E8"/>
    <w:rsid w:val="00C92AF6"/>
    <w:rsid w:val="00C92B62"/>
    <w:rsid w:val="00C93645"/>
    <w:rsid w:val="00C941E0"/>
    <w:rsid w:val="00C9423D"/>
    <w:rsid w:val="00C94283"/>
    <w:rsid w:val="00C94507"/>
    <w:rsid w:val="00C9458C"/>
    <w:rsid w:val="00C94689"/>
    <w:rsid w:val="00C9486C"/>
    <w:rsid w:val="00C948B2"/>
    <w:rsid w:val="00C9578A"/>
    <w:rsid w:val="00C95A9D"/>
    <w:rsid w:val="00C95E5A"/>
    <w:rsid w:val="00C96027"/>
    <w:rsid w:val="00C96248"/>
    <w:rsid w:val="00C9659B"/>
    <w:rsid w:val="00C96B51"/>
    <w:rsid w:val="00C9739F"/>
    <w:rsid w:val="00C975DA"/>
    <w:rsid w:val="00CA02F0"/>
    <w:rsid w:val="00CA0347"/>
    <w:rsid w:val="00CA05C7"/>
    <w:rsid w:val="00CA0C06"/>
    <w:rsid w:val="00CA107D"/>
    <w:rsid w:val="00CA219F"/>
    <w:rsid w:val="00CA2C82"/>
    <w:rsid w:val="00CA310E"/>
    <w:rsid w:val="00CA360B"/>
    <w:rsid w:val="00CA3C58"/>
    <w:rsid w:val="00CA3F15"/>
    <w:rsid w:val="00CA41AF"/>
    <w:rsid w:val="00CA48CE"/>
    <w:rsid w:val="00CA4C5A"/>
    <w:rsid w:val="00CA563F"/>
    <w:rsid w:val="00CA5E45"/>
    <w:rsid w:val="00CA65A5"/>
    <w:rsid w:val="00CA684E"/>
    <w:rsid w:val="00CA6944"/>
    <w:rsid w:val="00CA6BCD"/>
    <w:rsid w:val="00CA6E6F"/>
    <w:rsid w:val="00CA6F38"/>
    <w:rsid w:val="00CA743D"/>
    <w:rsid w:val="00CA753C"/>
    <w:rsid w:val="00CA777D"/>
    <w:rsid w:val="00CA7814"/>
    <w:rsid w:val="00CA7A64"/>
    <w:rsid w:val="00CA7B95"/>
    <w:rsid w:val="00CA7E50"/>
    <w:rsid w:val="00CB05DA"/>
    <w:rsid w:val="00CB0935"/>
    <w:rsid w:val="00CB0F08"/>
    <w:rsid w:val="00CB1572"/>
    <w:rsid w:val="00CB191B"/>
    <w:rsid w:val="00CB2664"/>
    <w:rsid w:val="00CB286E"/>
    <w:rsid w:val="00CB2873"/>
    <w:rsid w:val="00CB2A6B"/>
    <w:rsid w:val="00CB35B5"/>
    <w:rsid w:val="00CB37ED"/>
    <w:rsid w:val="00CB3886"/>
    <w:rsid w:val="00CB3A2B"/>
    <w:rsid w:val="00CB3E60"/>
    <w:rsid w:val="00CB46BE"/>
    <w:rsid w:val="00CB5005"/>
    <w:rsid w:val="00CB5AE4"/>
    <w:rsid w:val="00CB5FC5"/>
    <w:rsid w:val="00CB6270"/>
    <w:rsid w:val="00CB654E"/>
    <w:rsid w:val="00CB6608"/>
    <w:rsid w:val="00CB6C76"/>
    <w:rsid w:val="00CB718C"/>
    <w:rsid w:val="00CB7375"/>
    <w:rsid w:val="00CB73F2"/>
    <w:rsid w:val="00CB74F4"/>
    <w:rsid w:val="00CB7524"/>
    <w:rsid w:val="00CB7736"/>
    <w:rsid w:val="00CB7AEF"/>
    <w:rsid w:val="00CC017B"/>
    <w:rsid w:val="00CC061F"/>
    <w:rsid w:val="00CC071B"/>
    <w:rsid w:val="00CC079D"/>
    <w:rsid w:val="00CC103B"/>
    <w:rsid w:val="00CC1075"/>
    <w:rsid w:val="00CC1328"/>
    <w:rsid w:val="00CC13E0"/>
    <w:rsid w:val="00CC264B"/>
    <w:rsid w:val="00CC2650"/>
    <w:rsid w:val="00CC2A16"/>
    <w:rsid w:val="00CC2ABF"/>
    <w:rsid w:val="00CC2B09"/>
    <w:rsid w:val="00CC3B75"/>
    <w:rsid w:val="00CC3DE7"/>
    <w:rsid w:val="00CC3FA7"/>
    <w:rsid w:val="00CC4145"/>
    <w:rsid w:val="00CC49F2"/>
    <w:rsid w:val="00CC5802"/>
    <w:rsid w:val="00CC5C35"/>
    <w:rsid w:val="00CC5E82"/>
    <w:rsid w:val="00CC6869"/>
    <w:rsid w:val="00CC6D31"/>
    <w:rsid w:val="00CC6E96"/>
    <w:rsid w:val="00CC6F35"/>
    <w:rsid w:val="00CC716D"/>
    <w:rsid w:val="00CC7A53"/>
    <w:rsid w:val="00CC7C65"/>
    <w:rsid w:val="00CC7D82"/>
    <w:rsid w:val="00CD04FE"/>
    <w:rsid w:val="00CD0B78"/>
    <w:rsid w:val="00CD13E2"/>
    <w:rsid w:val="00CD205B"/>
    <w:rsid w:val="00CD22EC"/>
    <w:rsid w:val="00CD2529"/>
    <w:rsid w:val="00CD27F3"/>
    <w:rsid w:val="00CD2893"/>
    <w:rsid w:val="00CD365E"/>
    <w:rsid w:val="00CD4E84"/>
    <w:rsid w:val="00CD4F90"/>
    <w:rsid w:val="00CD52DA"/>
    <w:rsid w:val="00CD582C"/>
    <w:rsid w:val="00CD594B"/>
    <w:rsid w:val="00CD657E"/>
    <w:rsid w:val="00CD6690"/>
    <w:rsid w:val="00CD67D5"/>
    <w:rsid w:val="00CD6C05"/>
    <w:rsid w:val="00CD7538"/>
    <w:rsid w:val="00CD7D18"/>
    <w:rsid w:val="00CE027C"/>
    <w:rsid w:val="00CE0860"/>
    <w:rsid w:val="00CE10DC"/>
    <w:rsid w:val="00CE1105"/>
    <w:rsid w:val="00CE114D"/>
    <w:rsid w:val="00CE17AB"/>
    <w:rsid w:val="00CE186F"/>
    <w:rsid w:val="00CE2380"/>
    <w:rsid w:val="00CE34DA"/>
    <w:rsid w:val="00CE35CA"/>
    <w:rsid w:val="00CE3FFC"/>
    <w:rsid w:val="00CE41FD"/>
    <w:rsid w:val="00CE4898"/>
    <w:rsid w:val="00CE4A73"/>
    <w:rsid w:val="00CE4B42"/>
    <w:rsid w:val="00CE5273"/>
    <w:rsid w:val="00CE52D9"/>
    <w:rsid w:val="00CE5325"/>
    <w:rsid w:val="00CE57A7"/>
    <w:rsid w:val="00CE5E23"/>
    <w:rsid w:val="00CE6935"/>
    <w:rsid w:val="00CE6AF3"/>
    <w:rsid w:val="00CE6BA9"/>
    <w:rsid w:val="00CE6C48"/>
    <w:rsid w:val="00CE6FE7"/>
    <w:rsid w:val="00CE777A"/>
    <w:rsid w:val="00CE7D42"/>
    <w:rsid w:val="00CF050D"/>
    <w:rsid w:val="00CF06A3"/>
    <w:rsid w:val="00CF10A3"/>
    <w:rsid w:val="00CF16C6"/>
    <w:rsid w:val="00CF188A"/>
    <w:rsid w:val="00CF19F1"/>
    <w:rsid w:val="00CF27A0"/>
    <w:rsid w:val="00CF27ED"/>
    <w:rsid w:val="00CF2F3B"/>
    <w:rsid w:val="00CF3176"/>
    <w:rsid w:val="00CF3468"/>
    <w:rsid w:val="00CF3F13"/>
    <w:rsid w:val="00CF40A4"/>
    <w:rsid w:val="00CF4184"/>
    <w:rsid w:val="00CF4AA4"/>
    <w:rsid w:val="00CF4E29"/>
    <w:rsid w:val="00CF5911"/>
    <w:rsid w:val="00CF598B"/>
    <w:rsid w:val="00CF6581"/>
    <w:rsid w:val="00CF6A5B"/>
    <w:rsid w:val="00CF6CAB"/>
    <w:rsid w:val="00CF7068"/>
    <w:rsid w:val="00CF75B3"/>
    <w:rsid w:val="00CF7871"/>
    <w:rsid w:val="00CF7CC7"/>
    <w:rsid w:val="00CF7D48"/>
    <w:rsid w:val="00CF7EA6"/>
    <w:rsid w:val="00D0076B"/>
    <w:rsid w:val="00D008ED"/>
    <w:rsid w:val="00D01588"/>
    <w:rsid w:val="00D015A9"/>
    <w:rsid w:val="00D01E08"/>
    <w:rsid w:val="00D0265A"/>
    <w:rsid w:val="00D02BDA"/>
    <w:rsid w:val="00D02DCA"/>
    <w:rsid w:val="00D0312D"/>
    <w:rsid w:val="00D03886"/>
    <w:rsid w:val="00D03A59"/>
    <w:rsid w:val="00D03C1F"/>
    <w:rsid w:val="00D03D26"/>
    <w:rsid w:val="00D03E48"/>
    <w:rsid w:val="00D03ED1"/>
    <w:rsid w:val="00D04129"/>
    <w:rsid w:val="00D04ECD"/>
    <w:rsid w:val="00D05208"/>
    <w:rsid w:val="00D0570A"/>
    <w:rsid w:val="00D06B27"/>
    <w:rsid w:val="00D07BA5"/>
    <w:rsid w:val="00D103E7"/>
    <w:rsid w:val="00D109F4"/>
    <w:rsid w:val="00D11532"/>
    <w:rsid w:val="00D1344F"/>
    <w:rsid w:val="00D13928"/>
    <w:rsid w:val="00D13CE5"/>
    <w:rsid w:val="00D141BC"/>
    <w:rsid w:val="00D14597"/>
    <w:rsid w:val="00D14AAB"/>
    <w:rsid w:val="00D15431"/>
    <w:rsid w:val="00D15709"/>
    <w:rsid w:val="00D158BD"/>
    <w:rsid w:val="00D15B2B"/>
    <w:rsid w:val="00D16437"/>
    <w:rsid w:val="00D166CE"/>
    <w:rsid w:val="00D17479"/>
    <w:rsid w:val="00D17630"/>
    <w:rsid w:val="00D17A33"/>
    <w:rsid w:val="00D17B73"/>
    <w:rsid w:val="00D17CD3"/>
    <w:rsid w:val="00D21340"/>
    <w:rsid w:val="00D2175E"/>
    <w:rsid w:val="00D21B46"/>
    <w:rsid w:val="00D21BF7"/>
    <w:rsid w:val="00D21CDE"/>
    <w:rsid w:val="00D21E33"/>
    <w:rsid w:val="00D2220E"/>
    <w:rsid w:val="00D2256A"/>
    <w:rsid w:val="00D22601"/>
    <w:rsid w:val="00D22650"/>
    <w:rsid w:val="00D2275C"/>
    <w:rsid w:val="00D228FB"/>
    <w:rsid w:val="00D23235"/>
    <w:rsid w:val="00D239D1"/>
    <w:rsid w:val="00D2428F"/>
    <w:rsid w:val="00D24A8D"/>
    <w:rsid w:val="00D24DE7"/>
    <w:rsid w:val="00D258AF"/>
    <w:rsid w:val="00D25AFB"/>
    <w:rsid w:val="00D25BB3"/>
    <w:rsid w:val="00D2605B"/>
    <w:rsid w:val="00D26492"/>
    <w:rsid w:val="00D269C4"/>
    <w:rsid w:val="00D26AEB"/>
    <w:rsid w:val="00D26FCA"/>
    <w:rsid w:val="00D31562"/>
    <w:rsid w:val="00D3167A"/>
    <w:rsid w:val="00D3188A"/>
    <w:rsid w:val="00D31F5B"/>
    <w:rsid w:val="00D32B0D"/>
    <w:rsid w:val="00D33219"/>
    <w:rsid w:val="00D3372C"/>
    <w:rsid w:val="00D33793"/>
    <w:rsid w:val="00D33B5B"/>
    <w:rsid w:val="00D34077"/>
    <w:rsid w:val="00D341A2"/>
    <w:rsid w:val="00D342C5"/>
    <w:rsid w:val="00D34955"/>
    <w:rsid w:val="00D34D82"/>
    <w:rsid w:val="00D34E9B"/>
    <w:rsid w:val="00D35541"/>
    <w:rsid w:val="00D35C69"/>
    <w:rsid w:val="00D35F74"/>
    <w:rsid w:val="00D36112"/>
    <w:rsid w:val="00D364D2"/>
    <w:rsid w:val="00D3662F"/>
    <w:rsid w:val="00D36EB4"/>
    <w:rsid w:val="00D37EAA"/>
    <w:rsid w:val="00D403E4"/>
    <w:rsid w:val="00D406C3"/>
    <w:rsid w:val="00D411C5"/>
    <w:rsid w:val="00D413DF"/>
    <w:rsid w:val="00D416DD"/>
    <w:rsid w:val="00D41B4D"/>
    <w:rsid w:val="00D42420"/>
    <w:rsid w:val="00D42740"/>
    <w:rsid w:val="00D429DC"/>
    <w:rsid w:val="00D42BD0"/>
    <w:rsid w:val="00D42EA2"/>
    <w:rsid w:val="00D42EDF"/>
    <w:rsid w:val="00D42F4E"/>
    <w:rsid w:val="00D430D1"/>
    <w:rsid w:val="00D43711"/>
    <w:rsid w:val="00D43A3B"/>
    <w:rsid w:val="00D43AF7"/>
    <w:rsid w:val="00D44DBF"/>
    <w:rsid w:val="00D456AC"/>
    <w:rsid w:val="00D45824"/>
    <w:rsid w:val="00D46194"/>
    <w:rsid w:val="00D46531"/>
    <w:rsid w:val="00D46795"/>
    <w:rsid w:val="00D46940"/>
    <w:rsid w:val="00D46954"/>
    <w:rsid w:val="00D46B6A"/>
    <w:rsid w:val="00D473DE"/>
    <w:rsid w:val="00D47406"/>
    <w:rsid w:val="00D47424"/>
    <w:rsid w:val="00D47964"/>
    <w:rsid w:val="00D47CE4"/>
    <w:rsid w:val="00D47DBA"/>
    <w:rsid w:val="00D50958"/>
    <w:rsid w:val="00D50997"/>
    <w:rsid w:val="00D51201"/>
    <w:rsid w:val="00D51C98"/>
    <w:rsid w:val="00D51E4F"/>
    <w:rsid w:val="00D51E9E"/>
    <w:rsid w:val="00D5297B"/>
    <w:rsid w:val="00D533BA"/>
    <w:rsid w:val="00D53446"/>
    <w:rsid w:val="00D537C4"/>
    <w:rsid w:val="00D53937"/>
    <w:rsid w:val="00D53B9C"/>
    <w:rsid w:val="00D53CB8"/>
    <w:rsid w:val="00D5467C"/>
    <w:rsid w:val="00D54848"/>
    <w:rsid w:val="00D54D64"/>
    <w:rsid w:val="00D55082"/>
    <w:rsid w:val="00D55790"/>
    <w:rsid w:val="00D558BC"/>
    <w:rsid w:val="00D565B0"/>
    <w:rsid w:val="00D567A0"/>
    <w:rsid w:val="00D56824"/>
    <w:rsid w:val="00D5692B"/>
    <w:rsid w:val="00D56BCF"/>
    <w:rsid w:val="00D56D61"/>
    <w:rsid w:val="00D56F1C"/>
    <w:rsid w:val="00D57CB8"/>
    <w:rsid w:val="00D60568"/>
    <w:rsid w:val="00D60853"/>
    <w:rsid w:val="00D60AF6"/>
    <w:rsid w:val="00D614FF"/>
    <w:rsid w:val="00D61988"/>
    <w:rsid w:val="00D61FF2"/>
    <w:rsid w:val="00D629E2"/>
    <w:rsid w:val="00D62FEA"/>
    <w:rsid w:val="00D63519"/>
    <w:rsid w:val="00D64429"/>
    <w:rsid w:val="00D6473C"/>
    <w:rsid w:val="00D6477D"/>
    <w:rsid w:val="00D64E40"/>
    <w:rsid w:val="00D659D4"/>
    <w:rsid w:val="00D65AE3"/>
    <w:rsid w:val="00D65D46"/>
    <w:rsid w:val="00D65FBF"/>
    <w:rsid w:val="00D667E9"/>
    <w:rsid w:val="00D669EB"/>
    <w:rsid w:val="00D66CA5"/>
    <w:rsid w:val="00D66F1C"/>
    <w:rsid w:val="00D6712A"/>
    <w:rsid w:val="00D672A5"/>
    <w:rsid w:val="00D6780C"/>
    <w:rsid w:val="00D67984"/>
    <w:rsid w:val="00D67B45"/>
    <w:rsid w:val="00D67E01"/>
    <w:rsid w:val="00D70562"/>
    <w:rsid w:val="00D7059E"/>
    <w:rsid w:val="00D70D50"/>
    <w:rsid w:val="00D717BB"/>
    <w:rsid w:val="00D721A7"/>
    <w:rsid w:val="00D724A5"/>
    <w:rsid w:val="00D72CFB"/>
    <w:rsid w:val="00D72D1F"/>
    <w:rsid w:val="00D732EF"/>
    <w:rsid w:val="00D733A1"/>
    <w:rsid w:val="00D73B61"/>
    <w:rsid w:val="00D73B64"/>
    <w:rsid w:val="00D73C1E"/>
    <w:rsid w:val="00D740E0"/>
    <w:rsid w:val="00D7439A"/>
    <w:rsid w:val="00D7472E"/>
    <w:rsid w:val="00D74D6B"/>
    <w:rsid w:val="00D74DF8"/>
    <w:rsid w:val="00D74DFB"/>
    <w:rsid w:val="00D750BE"/>
    <w:rsid w:val="00D75557"/>
    <w:rsid w:val="00D7605D"/>
    <w:rsid w:val="00D7608A"/>
    <w:rsid w:val="00D7623D"/>
    <w:rsid w:val="00D76BB8"/>
    <w:rsid w:val="00D770D5"/>
    <w:rsid w:val="00D77359"/>
    <w:rsid w:val="00D80B06"/>
    <w:rsid w:val="00D80FAE"/>
    <w:rsid w:val="00D817B9"/>
    <w:rsid w:val="00D81E09"/>
    <w:rsid w:val="00D81E83"/>
    <w:rsid w:val="00D8241D"/>
    <w:rsid w:val="00D82571"/>
    <w:rsid w:val="00D82967"/>
    <w:rsid w:val="00D83245"/>
    <w:rsid w:val="00D8330A"/>
    <w:rsid w:val="00D833C3"/>
    <w:rsid w:val="00D83872"/>
    <w:rsid w:val="00D83D3F"/>
    <w:rsid w:val="00D84AD2"/>
    <w:rsid w:val="00D85934"/>
    <w:rsid w:val="00D85A58"/>
    <w:rsid w:val="00D85D55"/>
    <w:rsid w:val="00D860F4"/>
    <w:rsid w:val="00D861FF"/>
    <w:rsid w:val="00D8643B"/>
    <w:rsid w:val="00D86818"/>
    <w:rsid w:val="00D86A10"/>
    <w:rsid w:val="00D86ACC"/>
    <w:rsid w:val="00D86F7B"/>
    <w:rsid w:val="00D8780F"/>
    <w:rsid w:val="00D87C70"/>
    <w:rsid w:val="00D90028"/>
    <w:rsid w:val="00D90287"/>
    <w:rsid w:val="00D9113D"/>
    <w:rsid w:val="00D921B4"/>
    <w:rsid w:val="00D9266D"/>
    <w:rsid w:val="00D93A15"/>
    <w:rsid w:val="00D93AC5"/>
    <w:rsid w:val="00D93B8D"/>
    <w:rsid w:val="00D94718"/>
    <w:rsid w:val="00D949EF"/>
    <w:rsid w:val="00D94F98"/>
    <w:rsid w:val="00D94FEB"/>
    <w:rsid w:val="00D95969"/>
    <w:rsid w:val="00D959B7"/>
    <w:rsid w:val="00D95BAA"/>
    <w:rsid w:val="00D95F09"/>
    <w:rsid w:val="00D9601C"/>
    <w:rsid w:val="00D961E4"/>
    <w:rsid w:val="00D96E46"/>
    <w:rsid w:val="00D97381"/>
    <w:rsid w:val="00D973B2"/>
    <w:rsid w:val="00D973C7"/>
    <w:rsid w:val="00D9750B"/>
    <w:rsid w:val="00D97AF5"/>
    <w:rsid w:val="00D97B6C"/>
    <w:rsid w:val="00D97E39"/>
    <w:rsid w:val="00D97EC0"/>
    <w:rsid w:val="00DA014F"/>
    <w:rsid w:val="00DA0607"/>
    <w:rsid w:val="00DA0852"/>
    <w:rsid w:val="00DA0898"/>
    <w:rsid w:val="00DA0EA4"/>
    <w:rsid w:val="00DA12DC"/>
    <w:rsid w:val="00DA16F5"/>
    <w:rsid w:val="00DA1853"/>
    <w:rsid w:val="00DA2454"/>
    <w:rsid w:val="00DA25AC"/>
    <w:rsid w:val="00DA2BBB"/>
    <w:rsid w:val="00DA3621"/>
    <w:rsid w:val="00DA3714"/>
    <w:rsid w:val="00DA3A71"/>
    <w:rsid w:val="00DA3BB9"/>
    <w:rsid w:val="00DA4313"/>
    <w:rsid w:val="00DA4C10"/>
    <w:rsid w:val="00DA4C44"/>
    <w:rsid w:val="00DA54A2"/>
    <w:rsid w:val="00DA5BA0"/>
    <w:rsid w:val="00DA6F40"/>
    <w:rsid w:val="00DA7110"/>
    <w:rsid w:val="00DA7438"/>
    <w:rsid w:val="00DA7488"/>
    <w:rsid w:val="00DA76EF"/>
    <w:rsid w:val="00DA785D"/>
    <w:rsid w:val="00DA7DCC"/>
    <w:rsid w:val="00DB094B"/>
    <w:rsid w:val="00DB101C"/>
    <w:rsid w:val="00DB13EB"/>
    <w:rsid w:val="00DB1805"/>
    <w:rsid w:val="00DB198A"/>
    <w:rsid w:val="00DB2419"/>
    <w:rsid w:val="00DB24CB"/>
    <w:rsid w:val="00DB2957"/>
    <w:rsid w:val="00DB2C00"/>
    <w:rsid w:val="00DB3568"/>
    <w:rsid w:val="00DB3645"/>
    <w:rsid w:val="00DB42F7"/>
    <w:rsid w:val="00DB4555"/>
    <w:rsid w:val="00DB5297"/>
    <w:rsid w:val="00DB52B9"/>
    <w:rsid w:val="00DB5497"/>
    <w:rsid w:val="00DB59D1"/>
    <w:rsid w:val="00DB5A60"/>
    <w:rsid w:val="00DB5BAC"/>
    <w:rsid w:val="00DB7036"/>
    <w:rsid w:val="00DB74EF"/>
    <w:rsid w:val="00DB75F6"/>
    <w:rsid w:val="00DB78D9"/>
    <w:rsid w:val="00DB7CDC"/>
    <w:rsid w:val="00DC001C"/>
    <w:rsid w:val="00DC017E"/>
    <w:rsid w:val="00DC03D3"/>
    <w:rsid w:val="00DC04C4"/>
    <w:rsid w:val="00DC0651"/>
    <w:rsid w:val="00DC06BF"/>
    <w:rsid w:val="00DC0943"/>
    <w:rsid w:val="00DC0D37"/>
    <w:rsid w:val="00DC1BA6"/>
    <w:rsid w:val="00DC1E19"/>
    <w:rsid w:val="00DC2663"/>
    <w:rsid w:val="00DC2746"/>
    <w:rsid w:val="00DC3D18"/>
    <w:rsid w:val="00DC3FEE"/>
    <w:rsid w:val="00DC40C4"/>
    <w:rsid w:val="00DC4360"/>
    <w:rsid w:val="00DC48EA"/>
    <w:rsid w:val="00DC4A35"/>
    <w:rsid w:val="00DC5194"/>
    <w:rsid w:val="00DC5311"/>
    <w:rsid w:val="00DC5449"/>
    <w:rsid w:val="00DC559A"/>
    <w:rsid w:val="00DC5C83"/>
    <w:rsid w:val="00DC6418"/>
    <w:rsid w:val="00DC65EE"/>
    <w:rsid w:val="00DC683B"/>
    <w:rsid w:val="00DC6D98"/>
    <w:rsid w:val="00DC7345"/>
    <w:rsid w:val="00DC76CA"/>
    <w:rsid w:val="00DC77E5"/>
    <w:rsid w:val="00DC7FE8"/>
    <w:rsid w:val="00DD036A"/>
    <w:rsid w:val="00DD055C"/>
    <w:rsid w:val="00DD06E3"/>
    <w:rsid w:val="00DD0862"/>
    <w:rsid w:val="00DD09D4"/>
    <w:rsid w:val="00DD09F0"/>
    <w:rsid w:val="00DD0C8F"/>
    <w:rsid w:val="00DD1062"/>
    <w:rsid w:val="00DD1103"/>
    <w:rsid w:val="00DD1B5C"/>
    <w:rsid w:val="00DD2112"/>
    <w:rsid w:val="00DD24FC"/>
    <w:rsid w:val="00DD332B"/>
    <w:rsid w:val="00DD351C"/>
    <w:rsid w:val="00DD3586"/>
    <w:rsid w:val="00DD39EA"/>
    <w:rsid w:val="00DD3BA7"/>
    <w:rsid w:val="00DD3C28"/>
    <w:rsid w:val="00DD3C9F"/>
    <w:rsid w:val="00DD4180"/>
    <w:rsid w:val="00DD4C88"/>
    <w:rsid w:val="00DD52DF"/>
    <w:rsid w:val="00DD532D"/>
    <w:rsid w:val="00DD55C6"/>
    <w:rsid w:val="00DD6424"/>
    <w:rsid w:val="00DD68C6"/>
    <w:rsid w:val="00DD6AC9"/>
    <w:rsid w:val="00DD75AE"/>
    <w:rsid w:val="00DD7A76"/>
    <w:rsid w:val="00DE0411"/>
    <w:rsid w:val="00DE084F"/>
    <w:rsid w:val="00DE0C62"/>
    <w:rsid w:val="00DE150F"/>
    <w:rsid w:val="00DE1AB5"/>
    <w:rsid w:val="00DE1D73"/>
    <w:rsid w:val="00DE2097"/>
    <w:rsid w:val="00DE2B90"/>
    <w:rsid w:val="00DE3D45"/>
    <w:rsid w:val="00DE3E0B"/>
    <w:rsid w:val="00DE3EC8"/>
    <w:rsid w:val="00DE441F"/>
    <w:rsid w:val="00DE446C"/>
    <w:rsid w:val="00DE4B9B"/>
    <w:rsid w:val="00DE4DF8"/>
    <w:rsid w:val="00DE5258"/>
    <w:rsid w:val="00DE5D97"/>
    <w:rsid w:val="00DE5DDD"/>
    <w:rsid w:val="00DE5EC1"/>
    <w:rsid w:val="00DE5F3D"/>
    <w:rsid w:val="00DE6314"/>
    <w:rsid w:val="00DE6401"/>
    <w:rsid w:val="00DE6960"/>
    <w:rsid w:val="00DE7673"/>
    <w:rsid w:val="00DE7B3E"/>
    <w:rsid w:val="00DF036F"/>
    <w:rsid w:val="00DF03E1"/>
    <w:rsid w:val="00DF0598"/>
    <w:rsid w:val="00DF0DBA"/>
    <w:rsid w:val="00DF1230"/>
    <w:rsid w:val="00DF1889"/>
    <w:rsid w:val="00DF1990"/>
    <w:rsid w:val="00DF1D7B"/>
    <w:rsid w:val="00DF1F22"/>
    <w:rsid w:val="00DF2283"/>
    <w:rsid w:val="00DF24CA"/>
    <w:rsid w:val="00DF2984"/>
    <w:rsid w:val="00DF2B00"/>
    <w:rsid w:val="00DF370D"/>
    <w:rsid w:val="00DF3B8B"/>
    <w:rsid w:val="00DF42F7"/>
    <w:rsid w:val="00DF4B24"/>
    <w:rsid w:val="00DF537C"/>
    <w:rsid w:val="00DF539D"/>
    <w:rsid w:val="00DF53BE"/>
    <w:rsid w:val="00DF55A2"/>
    <w:rsid w:val="00DF56FC"/>
    <w:rsid w:val="00DF60DA"/>
    <w:rsid w:val="00DF6697"/>
    <w:rsid w:val="00DF6A74"/>
    <w:rsid w:val="00DF72FD"/>
    <w:rsid w:val="00DF74F5"/>
    <w:rsid w:val="00DF7877"/>
    <w:rsid w:val="00DF78F3"/>
    <w:rsid w:val="00E001B2"/>
    <w:rsid w:val="00E0067B"/>
    <w:rsid w:val="00E00A0A"/>
    <w:rsid w:val="00E01172"/>
    <w:rsid w:val="00E01415"/>
    <w:rsid w:val="00E017E5"/>
    <w:rsid w:val="00E02047"/>
    <w:rsid w:val="00E02A48"/>
    <w:rsid w:val="00E02D6D"/>
    <w:rsid w:val="00E0369A"/>
    <w:rsid w:val="00E0375E"/>
    <w:rsid w:val="00E038EA"/>
    <w:rsid w:val="00E039F9"/>
    <w:rsid w:val="00E03A16"/>
    <w:rsid w:val="00E03E12"/>
    <w:rsid w:val="00E03F97"/>
    <w:rsid w:val="00E04646"/>
    <w:rsid w:val="00E04847"/>
    <w:rsid w:val="00E04B25"/>
    <w:rsid w:val="00E052FF"/>
    <w:rsid w:val="00E057D0"/>
    <w:rsid w:val="00E0598B"/>
    <w:rsid w:val="00E0608D"/>
    <w:rsid w:val="00E063DA"/>
    <w:rsid w:val="00E068E0"/>
    <w:rsid w:val="00E07227"/>
    <w:rsid w:val="00E103A9"/>
    <w:rsid w:val="00E105D0"/>
    <w:rsid w:val="00E1078D"/>
    <w:rsid w:val="00E110A9"/>
    <w:rsid w:val="00E11B73"/>
    <w:rsid w:val="00E122D6"/>
    <w:rsid w:val="00E12972"/>
    <w:rsid w:val="00E12E93"/>
    <w:rsid w:val="00E1306E"/>
    <w:rsid w:val="00E132DF"/>
    <w:rsid w:val="00E13726"/>
    <w:rsid w:val="00E137E1"/>
    <w:rsid w:val="00E13880"/>
    <w:rsid w:val="00E1392A"/>
    <w:rsid w:val="00E14A98"/>
    <w:rsid w:val="00E15929"/>
    <w:rsid w:val="00E15B5B"/>
    <w:rsid w:val="00E16674"/>
    <w:rsid w:val="00E16EF3"/>
    <w:rsid w:val="00E16FA3"/>
    <w:rsid w:val="00E17387"/>
    <w:rsid w:val="00E17840"/>
    <w:rsid w:val="00E17875"/>
    <w:rsid w:val="00E20376"/>
    <w:rsid w:val="00E20526"/>
    <w:rsid w:val="00E205EF"/>
    <w:rsid w:val="00E20A6C"/>
    <w:rsid w:val="00E213A4"/>
    <w:rsid w:val="00E223BA"/>
    <w:rsid w:val="00E2252D"/>
    <w:rsid w:val="00E22791"/>
    <w:rsid w:val="00E22DD6"/>
    <w:rsid w:val="00E234D5"/>
    <w:rsid w:val="00E23753"/>
    <w:rsid w:val="00E2391F"/>
    <w:rsid w:val="00E2398E"/>
    <w:rsid w:val="00E23B7A"/>
    <w:rsid w:val="00E23BD5"/>
    <w:rsid w:val="00E240C7"/>
    <w:rsid w:val="00E2429B"/>
    <w:rsid w:val="00E24342"/>
    <w:rsid w:val="00E249C6"/>
    <w:rsid w:val="00E25075"/>
    <w:rsid w:val="00E250B8"/>
    <w:rsid w:val="00E25C02"/>
    <w:rsid w:val="00E26A7F"/>
    <w:rsid w:val="00E26F45"/>
    <w:rsid w:val="00E27171"/>
    <w:rsid w:val="00E27C41"/>
    <w:rsid w:val="00E27D14"/>
    <w:rsid w:val="00E30126"/>
    <w:rsid w:val="00E302C0"/>
    <w:rsid w:val="00E308F3"/>
    <w:rsid w:val="00E30AEE"/>
    <w:rsid w:val="00E30B4C"/>
    <w:rsid w:val="00E30C2B"/>
    <w:rsid w:val="00E30EB8"/>
    <w:rsid w:val="00E31082"/>
    <w:rsid w:val="00E32216"/>
    <w:rsid w:val="00E32A15"/>
    <w:rsid w:val="00E32A4F"/>
    <w:rsid w:val="00E32DB1"/>
    <w:rsid w:val="00E32F72"/>
    <w:rsid w:val="00E338F2"/>
    <w:rsid w:val="00E33E4F"/>
    <w:rsid w:val="00E34866"/>
    <w:rsid w:val="00E35915"/>
    <w:rsid w:val="00E35F38"/>
    <w:rsid w:val="00E360DF"/>
    <w:rsid w:val="00E36149"/>
    <w:rsid w:val="00E36219"/>
    <w:rsid w:val="00E36849"/>
    <w:rsid w:val="00E36F28"/>
    <w:rsid w:val="00E376A8"/>
    <w:rsid w:val="00E37BC4"/>
    <w:rsid w:val="00E40659"/>
    <w:rsid w:val="00E408A1"/>
    <w:rsid w:val="00E40B01"/>
    <w:rsid w:val="00E40C56"/>
    <w:rsid w:val="00E41A15"/>
    <w:rsid w:val="00E41C35"/>
    <w:rsid w:val="00E42E4F"/>
    <w:rsid w:val="00E431F8"/>
    <w:rsid w:val="00E431FE"/>
    <w:rsid w:val="00E43B27"/>
    <w:rsid w:val="00E43F7D"/>
    <w:rsid w:val="00E44002"/>
    <w:rsid w:val="00E443CC"/>
    <w:rsid w:val="00E448D6"/>
    <w:rsid w:val="00E44DD7"/>
    <w:rsid w:val="00E4552B"/>
    <w:rsid w:val="00E45995"/>
    <w:rsid w:val="00E4626B"/>
    <w:rsid w:val="00E46A18"/>
    <w:rsid w:val="00E474B3"/>
    <w:rsid w:val="00E50039"/>
    <w:rsid w:val="00E50498"/>
    <w:rsid w:val="00E51448"/>
    <w:rsid w:val="00E51529"/>
    <w:rsid w:val="00E51B59"/>
    <w:rsid w:val="00E51E9B"/>
    <w:rsid w:val="00E53275"/>
    <w:rsid w:val="00E5371A"/>
    <w:rsid w:val="00E53C67"/>
    <w:rsid w:val="00E541C9"/>
    <w:rsid w:val="00E544D8"/>
    <w:rsid w:val="00E545BD"/>
    <w:rsid w:val="00E548AA"/>
    <w:rsid w:val="00E54A2C"/>
    <w:rsid w:val="00E54AA6"/>
    <w:rsid w:val="00E54B84"/>
    <w:rsid w:val="00E54CFF"/>
    <w:rsid w:val="00E5536D"/>
    <w:rsid w:val="00E5554F"/>
    <w:rsid w:val="00E55677"/>
    <w:rsid w:val="00E5583A"/>
    <w:rsid w:val="00E564C8"/>
    <w:rsid w:val="00E56BC5"/>
    <w:rsid w:val="00E574BE"/>
    <w:rsid w:val="00E574ED"/>
    <w:rsid w:val="00E57DB1"/>
    <w:rsid w:val="00E60051"/>
    <w:rsid w:val="00E602EE"/>
    <w:rsid w:val="00E6083C"/>
    <w:rsid w:val="00E609C1"/>
    <w:rsid w:val="00E60AD2"/>
    <w:rsid w:val="00E61599"/>
    <w:rsid w:val="00E61960"/>
    <w:rsid w:val="00E61AA5"/>
    <w:rsid w:val="00E61BA5"/>
    <w:rsid w:val="00E6225B"/>
    <w:rsid w:val="00E622EA"/>
    <w:rsid w:val="00E62535"/>
    <w:rsid w:val="00E64447"/>
    <w:rsid w:val="00E64B3E"/>
    <w:rsid w:val="00E64D4E"/>
    <w:rsid w:val="00E650AE"/>
    <w:rsid w:val="00E65448"/>
    <w:rsid w:val="00E65BDB"/>
    <w:rsid w:val="00E667EC"/>
    <w:rsid w:val="00E6727B"/>
    <w:rsid w:val="00E6743F"/>
    <w:rsid w:val="00E67703"/>
    <w:rsid w:val="00E67833"/>
    <w:rsid w:val="00E678CF"/>
    <w:rsid w:val="00E67A58"/>
    <w:rsid w:val="00E67B2D"/>
    <w:rsid w:val="00E67DF3"/>
    <w:rsid w:val="00E67ECC"/>
    <w:rsid w:val="00E7000A"/>
    <w:rsid w:val="00E70033"/>
    <w:rsid w:val="00E7025D"/>
    <w:rsid w:val="00E70645"/>
    <w:rsid w:val="00E70B24"/>
    <w:rsid w:val="00E70D3B"/>
    <w:rsid w:val="00E70ECA"/>
    <w:rsid w:val="00E7102C"/>
    <w:rsid w:val="00E71A58"/>
    <w:rsid w:val="00E723FA"/>
    <w:rsid w:val="00E724EE"/>
    <w:rsid w:val="00E725F4"/>
    <w:rsid w:val="00E726F9"/>
    <w:rsid w:val="00E72B71"/>
    <w:rsid w:val="00E742B0"/>
    <w:rsid w:val="00E7485E"/>
    <w:rsid w:val="00E74C41"/>
    <w:rsid w:val="00E75856"/>
    <w:rsid w:val="00E76101"/>
    <w:rsid w:val="00E76639"/>
    <w:rsid w:val="00E7664E"/>
    <w:rsid w:val="00E76D5E"/>
    <w:rsid w:val="00E77FAC"/>
    <w:rsid w:val="00E808FB"/>
    <w:rsid w:val="00E809B6"/>
    <w:rsid w:val="00E80CB3"/>
    <w:rsid w:val="00E80E5F"/>
    <w:rsid w:val="00E8122C"/>
    <w:rsid w:val="00E8128D"/>
    <w:rsid w:val="00E81754"/>
    <w:rsid w:val="00E81889"/>
    <w:rsid w:val="00E81A8A"/>
    <w:rsid w:val="00E82549"/>
    <w:rsid w:val="00E82909"/>
    <w:rsid w:val="00E83A44"/>
    <w:rsid w:val="00E83FC1"/>
    <w:rsid w:val="00E85401"/>
    <w:rsid w:val="00E85CF0"/>
    <w:rsid w:val="00E85D97"/>
    <w:rsid w:val="00E86F1B"/>
    <w:rsid w:val="00E86F50"/>
    <w:rsid w:val="00E87403"/>
    <w:rsid w:val="00E8761D"/>
    <w:rsid w:val="00E8779E"/>
    <w:rsid w:val="00E87AD0"/>
    <w:rsid w:val="00E87CC4"/>
    <w:rsid w:val="00E9066A"/>
    <w:rsid w:val="00E9098B"/>
    <w:rsid w:val="00E90A91"/>
    <w:rsid w:val="00E9173D"/>
    <w:rsid w:val="00E917BE"/>
    <w:rsid w:val="00E9199E"/>
    <w:rsid w:val="00E92094"/>
    <w:rsid w:val="00E92527"/>
    <w:rsid w:val="00E92872"/>
    <w:rsid w:val="00E928A9"/>
    <w:rsid w:val="00E9299B"/>
    <w:rsid w:val="00E92A9D"/>
    <w:rsid w:val="00E92C4E"/>
    <w:rsid w:val="00E92D5C"/>
    <w:rsid w:val="00E92EA2"/>
    <w:rsid w:val="00E93DF0"/>
    <w:rsid w:val="00E94247"/>
    <w:rsid w:val="00E94844"/>
    <w:rsid w:val="00E9499B"/>
    <w:rsid w:val="00E949E6"/>
    <w:rsid w:val="00E94DA9"/>
    <w:rsid w:val="00E94FBE"/>
    <w:rsid w:val="00E9500B"/>
    <w:rsid w:val="00E9542B"/>
    <w:rsid w:val="00E95F4C"/>
    <w:rsid w:val="00E9637C"/>
    <w:rsid w:val="00E96558"/>
    <w:rsid w:val="00E96F89"/>
    <w:rsid w:val="00E96FFD"/>
    <w:rsid w:val="00E97622"/>
    <w:rsid w:val="00E97832"/>
    <w:rsid w:val="00E97B07"/>
    <w:rsid w:val="00E97DDF"/>
    <w:rsid w:val="00EA001D"/>
    <w:rsid w:val="00EA0162"/>
    <w:rsid w:val="00EA017A"/>
    <w:rsid w:val="00EA052E"/>
    <w:rsid w:val="00EA1372"/>
    <w:rsid w:val="00EA183A"/>
    <w:rsid w:val="00EA1A0D"/>
    <w:rsid w:val="00EA1A8A"/>
    <w:rsid w:val="00EA1BB0"/>
    <w:rsid w:val="00EA1CBF"/>
    <w:rsid w:val="00EA1F37"/>
    <w:rsid w:val="00EA1F50"/>
    <w:rsid w:val="00EA2CBF"/>
    <w:rsid w:val="00EA4BAE"/>
    <w:rsid w:val="00EA50AD"/>
    <w:rsid w:val="00EA5E51"/>
    <w:rsid w:val="00EA5F9A"/>
    <w:rsid w:val="00EA6122"/>
    <w:rsid w:val="00EA6486"/>
    <w:rsid w:val="00EA6AC4"/>
    <w:rsid w:val="00EA6FAC"/>
    <w:rsid w:val="00EA7314"/>
    <w:rsid w:val="00EA7829"/>
    <w:rsid w:val="00EA791A"/>
    <w:rsid w:val="00EA7BAF"/>
    <w:rsid w:val="00EB1496"/>
    <w:rsid w:val="00EB15DE"/>
    <w:rsid w:val="00EB1815"/>
    <w:rsid w:val="00EB1CA1"/>
    <w:rsid w:val="00EB20F9"/>
    <w:rsid w:val="00EB21D5"/>
    <w:rsid w:val="00EB3822"/>
    <w:rsid w:val="00EB394A"/>
    <w:rsid w:val="00EB3A21"/>
    <w:rsid w:val="00EB3CA6"/>
    <w:rsid w:val="00EB3F27"/>
    <w:rsid w:val="00EB40F6"/>
    <w:rsid w:val="00EB4852"/>
    <w:rsid w:val="00EB4906"/>
    <w:rsid w:val="00EB500C"/>
    <w:rsid w:val="00EB5276"/>
    <w:rsid w:val="00EB5468"/>
    <w:rsid w:val="00EB5540"/>
    <w:rsid w:val="00EB56FB"/>
    <w:rsid w:val="00EB5748"/>
    <w:rsid w:val="00EB59B9"/>
    <w:rsid w:val="00EB6070"/>
    <w:rsid w:val="00EB6494"/>
    <w:rsid w:val="00EB65EC"/>
    <w:rsid w:val="00EB71ED"/>
    <w:rsid w:val="00EB7229"/>
    <w:rsid w:val="00EB741F"/>
    <w:rsid w:val="00EB7A7E"/>
    <w:rsid w:val="00EB7B45"/>
    <w:rsid w:val="00EC0FC4"/>
    <w:rsid w:val="00EC19B0"/>
    <w:rsid w:val="00EC1DB2"/>
    <w:rsid w:val="00EC2F7E"/>
    <w:rsid w:val="00EC40C6"/>
    <w:rsid w:val="00EC4408"/>
    <w:rsid w:val="00EC48A3"/>
    <w:rsid w:val="00EC4985"/>
    <w:rsid w:val="00EC4E2B"/>
    <w:rsid w:val="00EC4ED0"/>
    <w:rsid w:val="00EC5706"/>
    <w:rsid w:val="00EC6CB9"/>
    <w:rsid w:val="00EC7804"/>
    <w:rsid w:val="00EC797B"/>
    <w:rsid w:val="00EC7AEB"/>
    <w:rsid w:val="00EC7B20"/>
    <w:rsid w:val="00ED0355"/>
    <w:rsid w:val="00ED05BC"/>
    <w:rsid w:val="00ED05F0"/>
    <w:rsid w:val="00ED08CB"/>
    <w:rsid w:val="00ED17C1"/>
    <w:rsid w:val="00ED1DFE"/>
    <w:rsid w:val="00ED2935"/>
    <w:rsid w:val="00ED3267"/>
    <w:rsid w:val="00ED3FB7"/>
    <w:rsid w:val="00ED4058"/>
    <w:rsid w:val="00ED48F9"/>
    <w:rsid w:val="00ED4E95"/>
    <w:rsid w:val="00ED58C4"/>
    <w:rsid w:val="00ED5E8E"/>
    <w:rsid w:val="00ED61D6"/>
    <w:rsid w:val="00ED6960"/>
    <w:rsid w:val="00ED76D7"/>
    <w:rsid w:val="00EE0248"/>
    <w:rsid w:val="00EE058D"/>
    <w:rsid w:val="00EE09CE"/>
    <w:rsid w:val="00EE0E0D"/>
    <w:rsid w:val="00EE14C4"/>
    <w:rsid w:val="00EE1959"/>
    <w:rsid w:val="00EE25D7"/>
    <w:rsid w:val="00EE31CF"/>
    <w:rsid w:val="00EE3BC1"/>
    <w:rsid w:val="00EE4DF1"/>
    <w:rsid w:val="00EE55CF"/>
    <w:rsid w:val="00EE56C5"/>
    <w:rsid w:val="00EE5EA7"/>
    <w:rsid w:val="00EE6215"/>
    <w:rsid w:val="00EE75B1"/>
    <w:rsid w:val="00EE7601"/>
    <w:rsid w:val="00EF019F"/>
    <w:rsid w:val="00EF05FF"/>
    <w:rsid w:val="00EF0873"/>
    <w:rsid w:val="00EF150E"/>
    <w:rsid w:val="00EF1BF8"/>
    <w:rsid w:val="00EF2310"/>
    <w:rsid w:val="00EF24AB"/>
    <w:rsid w:val="00EF2760"/>
    <w:rsid w:val="00EF2926"/>
    <w:rsid w:val="00EF3068"/>
    <w:rsid w:val="00EF30A5"/>
    <w:rsid w:val="00EF3536"/>
    <w:rsid w:val="00EF3E5A"/>
    <w:rsid w:val="00EF3FA7"/>
    <w:rsid w:val="00EF40A5"/>
    <w:rsid w:val="00EF4330"/>
    <w:rsid w:val="00EF4530"/>
    <w:rsid w:val="00EF4B75"/>
    <w:rsid w:val="00EF4C66"/>
    <w:rsid w:val="00EF5519"/>
    <w:rsid w:val="00EF5B2C"/>
    <w:rsid w:val="00EF5CC4"/>
    <w:rsid w:val="00EF5EE9"/>
    <w:rsid w:val="00EF60C8"/>
    <w:rsid w:val="00EF71C7"/>
    <w:rsid w:val="00EF7903"/>
    <w:rsid w:val="00EF7BE5"/>
    <w:rsid w:val="00EF7C7B"/>
    <w:rsid w:val="00EF7D7F"/>
    <w:rsid w:val="00F0000C"/>
    <w:rsid w:val="00F009FE"/>
    <w:rsid w:val="00F00A76"/>
    <w:rsid w:val="00F00B29"/>
    <w:rsid w:val="00F014E0"/>
    <w:rsid w:val="00F0174B"/>
    <w:rsid w:val="00F01944"/>
    <w:rsid w:val="00F02794"/>
    <w:rsid w:val="00F039B1"/>
    <w:rsid w:val="00F03CCA"/>
    <w:rsid w:val="00F0423E"/>
    <w:rsid w:val="00F04703"/>
    <w:rsid w:val="00F049BA"/>
    <w:rsid w:val="00F049E1"/>
    <w:rsid w:val="00F0560A"/>
    <w:rsid w:val="00F0565D"/>
    <w:rsid w:val="00F0575C"/>
    <w:rsid w:val="00F059E7"/>
    <w:rsid w:val="00F05D3E"/>
    <w:rsid w:val="00F0623C"/>
    <w:rsid w:val="00F065AB"/>
    <w:rsid w:val="00F06A5A"/>
    <w:rsid w:val="00F06CD2"/>
    <w:rsid w:val="00F06FF2"/>
    <w:rsid w:val="00F07583"/>
    <w:rsid w:val="00F075B5"/>
    <w:rsid w:val="00F07728"/>
    <w:rsid w:val="00F07845"/>
    <w:rsid w:val="00F105F3"/>
    <w:rsid w:val="00F1110D"/>
    <w:rsid w:val="00F115FB"/>
    <w:rsid w:val="00F11722"/>
    <w:rsid w:val="00F11B05"/>
    <w:rsid w:val="00F12051"/>
    <w:rsid w:val="00F12166"/>
    <w:rsid w:val="00F122EA"/>
    <w:rsid w:val="00F12D9B"/>
    <w:rsid w:val="00F13206"/>
    <w:rsid w:val="00F132FE"/>
    <w:rsid w:val="00F13393"/>
    <w:rsid w:val="00F13553"/>
    <w:rsid w:val="00F1357C"/>
    <w:rsid w:val="00F13668"/>
    <w:rsid w:val="00F1370E"/>
    <w:rsid w:val="00F13CE4"/>
    <w:rsid w:val="00F14E2E"/>
    <w:rsid w:val="00F14F96"/>
    <w:rsid w:val="00F159FB"/>
    <w:rsid w:val="00F15A19"/>
    <w:rsid w:val="00F15C9A"/>
    <w:rsid w:val="00F15CF2"/>
    <w:rsid w:val="00F1609D"/>
    <w:rsid w:val="00F161F1"/>
    <w:rsid w:val="00F16488"/>
    <w:rsid w:val="00F1666E"/>
    <w:rsid w:val="00F16BD4"/>
    <w:rsid w:val="00F16D12"/>
    <w:rsid w:val="00F17417"/>
    <w:rsid w:val="00F175AC"/>
    <w:rsid w:val="00F17F1A"/>
    <w:rsid w:val="00F203CE"/>
    <w:rsid w:val="00F206C2"/>
    <w:rsid w:val="00F20A61"/>
    <w:rsid w:val="00F20CBA"/>
    <w:rsid w:val="00F20D3D"/>
    <w:rsid w:val="00F20E9B"/>
    <w:rsid w:val="00F21CA4"/>
    <w:rsid w:val="00F21F34"/>
    <w:rsid w:val="00F223AD"/>
    <w:rsid w:val="00F22B95"/>
    <w:rsid w:val="00F230DC"/>
    <w:rsid w:val="00F24837"/>
    <w:rsid w:val="00F2489D"/>
    <w:rsid w:val="00F24D1D"/>
    <w:rsid w:val="00F254CD"/>
    <w:rsid w:val="00F2562E"/>
    <w:rsid w:val="00F25651"/>
    <w:rsid w:val="00F25C37"/>
    <w:rsid w:val="00F2639A"/>
    <w:rsid w:val="00F26AD4"/>
    <w:rsid w:val="00F26CE4"/>
    <w:rsid w:val="00F273EE"/>
    <w:rsid w:val="00F27411"/>
    <w:rsid w:val="00F27558"/>
    <w:rsid w:val="00F276EF"/>
    <w:rsid w:val="00F27B63"/>
    <w:rsid w:val="00F30525"/>
    <w:rsid w:val="00F3057E"/>
    <w:rsid w:val="00F305E5"/>
    <w:rsid w:val="00F30A14"/>
    <w:rsid w:val="00F30C03"/>
    <w:rsid w:val="00F30DA1"/>
    <w:rsid w:val="00F3144F"/>
    <w:rsid w:val="00F316D6"/>
    <w:rsid w:val="00F31ECF"/>
    <w:rsid w:val="00F31FD1"/>
    <w:rsid w:val="00F323D4"/>
    <w:rsid w:val="00F3263F"/>
    <w:rsid w:val="00F32692"/>
    <w:rsid w:val="00F32BBC"/>
    <w:rsid w:val="00F32CE7"/>
    <w:rsid w:val="00F32E90"/>
    <w:rsid w:val="00F331BE"/>
    <w:rsid w:val="00F339D3"/>
    <w:rsid w:val="00F342B9"/>
    <w:rsid w:val="00F342D7"/>
    <w:rsid w:val="00F3436A"/>
    <w:rsid w:val="00F35747"/>
    <w:rsid w:val="00F35888"/>
    <w:rsid w:val="00F35A8B"/>
    <w:rsid w:val="00F35AA6"/>
    <w:rsid w:val="00F36291"/>
    <w:rsid w:val="00F37071"/>
    <w:rsid w:val="00F3715F"/>
    <w:rsid w:val="00F372C8"/>
    <w:rsid w:val="00F37A22"/>
    <w:rsid w:val="00F37BC8"/>
    <w:rsid w:val="00F37DC8"/>
    <w:rsid w:val="00F37FF9"/>
    <w:rsid w:val="00F407A3"/>
    <w:rsid w:val="00F40B92"/>
    <w:rsid w:val="00F40CCF"/>
    <w:rsid w:val="00F40CEE"/>
    <w:rsid w:val="00F40E70"/>
    <w:rsid w:val="00F40FD7"/>
    <w:rsid w:val="00F412D9"/>
    <w:rsid w:val="00F41544"/>
    <w:rsid w:val="00F422A1"/>
    <w:rsid w:val="00F424E8"/>
    <w:rsid w:val="00F4252F"/>
    <w:rsid w:val="00F42897"/>
    <w:rsid w:val="00F42955"/>
    <w:rsid w:val="00F429A3"/>
    <w:rsid w:val="00F42C37"/>
    <w:rsid w:val="00F43605"/>
    <w:rsid w:val="00F4377D"/>
    <w:rsid w:val="00F438BF"/>
    <w:rsid w:val="00F43992"/>
    <w:rsid w:val="00F43A67"/>
    <w:rsid w:val="00F43B13"/>
    <w:rsid w:val="00F444D8"/>
    <w:rsid w:val="00F44809"/>
    <w:rsid w:val="00F44A72"/>
    <w:rsid w:val="00F44D0B"/>
    <w:rsid w:val="00F4599D"/>
    <w:rsid w:val="00F46068"/>
    <w:rsid w:val="00F46136"/>
    <w:rsid w:val="00F46416"/>
    <w:rsid w:val="00F467CB"/>
    <w:rsid w:val="00F474AE"/>
    <w:rsid w:val="00F47AD3"/>
    <w:rsid w:val="00F47EEB"/>
    <w:rsid w:val="00F50B55"/>
    <w:rsid w:val="00F50E58"/>
    <w:rsid w:val="00F51698"/>
    <w:rsid w:val="00F51852"/>
    <w:rsid w:val="00F5189C"/>
    <w:rsid w:val="00F51A08"/>
    <w:rsid w:val="00F52D68"/>
    <w:rsid w:val="00F53127"/>
    <w:rsid w:val="00F53897"/>
    <w:rsid w:val="00F53BA6"/>
    <w:rsid w:val="00F53C70"/>
    <w:rsid w:val="00F53E1C"/>
    <w:rsid w:val="00F5458C"/>
    <w:rsid w:val="00F54EBA"/>
    <w:rsid w:val="00F550A6"/>
    <w:rsid w:val="00F555F1"/>
    <w:rsid w:val="00F556DA"/>
    <w:rsid w:val="00F561F9"/>
    <w:rsid w:val="00F563DB"/>
    <w:rsid w:val="00F566C2"/>
    <w:rsid w:val="00F56707"/>
    <w:rsid w:val="00F56FDB"/>
    <w:rsid w:val="00F57925"/>
    <w:rsid w:val="00F57A07"/>
    <w:rsid w:val="00F57A6A"/>
    <w:rsid w:val="00F57BE1"/>
    <w:rsid w:val="00F6017D"/>
    <w:rsid w:val="00F60315"/>
    <w:rsid w:val="00F60337"/>
    <w:rsid w:val="00F60474"/>
    <w:rsid w:val="00F606A5"/>
    <w:rsid w:val="00F609E0"/>
    <w:rsid w:val="00F60EA2"/>
    <w:rsid w:val="00F60EC4"/>
    <w:rsid w:val="00F61044"/>
    <w:rsid w:val="00F61322"/>
    <w:rsid w:val="00F617AC"/>
    <w:rsid w:val="00F61B65"/>
    <w:rsid w:val="00F61F4D"/>
    <w:rsid w:val="00F62CE0"/>
    <w:rsid w:val="00F630F1"/>
    <w:rsid w:val="00F63AE1"/>
    <w:rsid w:val="00F63DAD"/>
    <w:rsid w:val="00F64552"/>
    <w:rsid w:val="00F649A8"/>
    <w:rsid w:val="00F65512"/>
    <w:rsid w:val="00F656CC"/>
    <w:rsid w:val="00F6583E"/>
    <w:rsid w:val="00F65DCA"/>
    <w:rsid w:val="00F65EF8"/>
    <w:rsid w:val="00F66472"/>
    <w:rsid w:val="00F665DC"/>
    <w:rsid w:val="00F66D78"/>
    <w:rsid w:val="00F670C9"/>
    <w:rsid w:val="00F671F5"/>
    <w:rsid w:val="00F67545"/>
    <w:rsid w:val="00F67910"/>
    <w:rsid w:val="00F67CCE"/>
    <w:rsid w:val="00F700A1"/>
    <w:rsid w:val="00F702A7"/>
    <w:rsid w:val="00F7043F"/>
    <w:rsid w:val="00F706DB"/>
    <w:rsid w:val="00F70E87"/>
    <w:rsid w:val="00F70EC8"/>
    <w:rsid w:val="00F7113B"/>
    <w:rsid w:val="00F711DD"/>
    <w:rsid w:val="00F712E1"/>
    <w:rsid w:val="00F71449"/>
    <w:rsid w:val="00F7188E"/>
    <w:rsid w:val="00F719F6"/>
    <w:rsid w:val="00F71B54"/>
    <w:rsid w:val="00F71E0F"/>
    <w:rsid w:val="00F72269"/>
    <w:rsid w:val="00F72447"/>
    <w:rsid w:val="00F727A7"/>
    <w:rsid w:val="00F72F62"/>
    <w:rsid w:val="00F7301E"/>
    <w:rsid w:val="00F73693"/>
    <w:rsid w:val="00F73D77"/>
    <w:rsid w:val="00F73FBE"/>
    <w:rsid w:val="00F74B96"/>
    <w:rsid w:val="00F752CF"/>
    <w:rsid w:val="00F754F8"/>
    <w:rsid w:val="00F75765"/>
    <w:rsid w:val="00F75BDD"/>
    <w:rsid w:val="00F7650A"/>
    <w:rsid w:val="00F77764"/>
    <w:rsid w:val="00F779C9"/>
    <w:rsid w:val="00F77A9F"/>
    <w:rsid w:val="00F77AC1"/>
    <w:rsid w:val="00F77D0B"/>
    <w:rsid w:val="00F804AA"/>
    <w:rsid w:val="00F80AA9"/>
    <w:rsid w:val="00F80DFA"/>
    <w:rsid w:val="00F816A5"/>
    <w:rsid w:val="00F817B8"/>
    <w:rsid w:val="00F81A59"/>
    <w:rsid w:val="00F81C72"/>
    <w:rsid w:val="00F81D4E"/>
    <w:rsid w:val="00F81EED"/>
    <w:rsid w:val="00F8231D"/>
    <w:rsid w:val="00F82C38"/>
    <w:rsid w:val="00F82DBE"/>
    <w:rsid w:val="00F8300F"/>
    <w:rsid w:val="00F839BA"/>
    <w:rsid w:val="00F83E40"/>
    <w:rsid w:val="00F84265"/>
    <w:rsid w:val="00F844B8"/>
    <w:rsid w:val="00F84542"/>
    <w:rsid w:val="00F8472E"/>
    <w:rsid w:val="00F84798"/>
    <w:rsid w:val="00F84C0A"/>
    <w:rsid w:val="00F84C84"/>
    <w:rsid w:val="00F85101"/>
    <w:rsid w:val="00F853C7"/>
    <w:rsid w:val="00F855CA"/>
    <w:rsid w:val="00F858D7"/>
    <w:rsid w:val="00F85E18"/>
    <w:rsid w:val="00F86B52"/>
    <w:rsid w:val="00F875F4"/>
    <w:rsid w:val="00F87863"/>
    <w:rsid w:val="00F90984"/>
    <w:rsid w:val="00F90DCE"/>
    <w:rsid w:val="00F90EDB"/>
    <w:rsid w:val="00F91351"/>
    <w:rsid w:val="00F91DF8"/>
    <w:rsid w:val="00F92203"/>
    <w:rsid w:val="00F92209"/>
    <w:rsid w:val="00F92237"/>
    <w:rsid w:val="00F9288E"/>
    <w:rsid w:val="00F92A57"/>
    <w:rsid w:val="00F92B96"/>
    <w:rsid w:val="00F937CD"/>
    <w:rsid w:val="00F938AF"/>
    <w:rsid w:val="00F93E19"/>
    <w:rsid w:val="00F945BB"/>
    <w:rsid w:val="00F94A24"/>
    <w:rsid w:val="00F94A6E"/>
    <w:rsid w:val="00F94E10"/>
    <w:rsid w:val="00F95BE6"/>
    <w:rsid w:val="00F95C6F"/>
    <w:rsid w:val="00F95C8C"/>
    <w:rsid w:val="00F95E9E"/>
    <w:rsid w:val="00F971B1"/>
    <w:rsid w:val="00F97753"/>
    <w:rsid w:val="00F97B2D"/>
    <w:rsid w:val="00FA0193"/>
    <w:rsid w:val="00FA10E1"/>
    <w:rsid w:val="00FA11D6"/>
    <w:rsid w:val="00FA12FD"/>
    <w:rsid w:val="00FA13E1"/>
    <w:rsid w:val="00FA2E54"/>
    <w:rsid w:val="00FA3234"/>
    <w:rsid w:val="00FA35D4"/>
    <w:rsid w:val="00FA3867"/>
    <w:rsid w:val="00FA45E2"/>
    <w:rsid w:val="00FA46D4"/>
    <w:rsid w:val="00FA4F34"/>
    <w:rsid w:val="00FA507B"/>
    <w:rsid w:val="00FA5174"/>
    <w:rsid w:val="00FA5221"/>
    <w:rsid w:val="00FA557C"/>
    <w:rsid w:val="00FA6087"/>
    <w:rsid w:val="00FA66C7"/>
    <w:rsid w:val="00FA6EA1"/>
    <w:rsid w:val="00FA6EC5"/>
    <w:rsid w:val="00FA7048"/>
    <w:rsid w:val="00FA733C"/>
    <w:rsid w:val="00FA755F"/>
    <w:rsid w:val="00FA7A10"/>
    <w:rsid w:val="00FA7BB8"/>
    <w:rsid w:val="00FB000A"/>
    <w:rsid w:val="00FB00DE"/>
    <w:rsid w:val="00FB106C"/>
    <w:rsid w:val="00FB106E"/>
    <w:rsid w:val="00FB11F4"/>
    <w:rsid w:val="00FB134C"/>
    <w:rsid w:val="00FB1740"/>
    <w:rsid w:val="00FB1D17"/>
    <w:rsid w:val="00FB1E9B"/>
    <w:rsid w:val="00FB20EC"/>
    <w:rsid w:val="00FB20F7"/>
    <w:rsid w:val="00FB285F"/>
    <w:rsid w:val="00FB3142"/>
    <w:rsid w:val="00FB38AA"/>
    <w:rsid w:val="00FB3B1A"/>
    <w:rsid w:val="00FB43D2"/>
    <w:rsid w:val="00FB451D"/>
    <w:rsid w:val="00FB4E07"/>
    <w:rsid w:val="00FB5A91"/>
    <w:rsid w:val="00FB5CB4"/>
    <w:rsid w:val="00FB6693"/>
    <w:rsid w:val="00FB6859"/>
    <w:rsid w:val="00FB6D53"/>
    <w:rsid w:val="00FB7865"/>
    <w:rsid w:val="00FB7869"/>
    <w:rsid w:val="00FB7CBB"/>
    <w:rsid w:val="00FC0204"/>
    <w:rsid w:val="00FC1005"/>
    <w:rsid w:val="00FC1655"/>
    <w:rsid w:val="00FC17AE"/>
    <w:rsid w:val="00FC1C7A"/>
    <w:rsid w:val="00FC2043"/>
    <w:rsid w:val="00FC21EC"/>
    <w:rsid w:val="00FC259F"/>
    <w:rsid w:val="00FC290E"/>
    <w:rsid w:val="00FC2E00"/>
    <w:rsid w:val="00FC34A5"/>
    <w:rsid w:val="00FC359A"/>
    <w:rsid w:val="00FC38F8"/>
    <w:rsid w:val="00FC42C1"/>
    <w:rsid w:val="00FC439E"/>
    <w:rsid w:val="00FC4B0A"/>
    <w:rsid w:val="00FC54A4"/>
    <w:rsid w:val="00FC5F82"/>
    <w:rsid w:val="00FC6644"/>
    <w:rsid w:val="00FC679A"/>
    <w:rsid w:val="00FC6902"/>
    <w:rsid w:val="00FC6B60"/>
    <w:rsid w:val="00FC751B"/>
    <w:rsid w:val="00FC75BF"/>
    <w:rsid w:val="00FC76D4"/>
    <w:rsid w:val="00FC7936"/>
    <w:rsid w:val="00FC79D1"/>
    <w:rsid w:val="00FC7C45"/>
    <w:rsid w:val="00FC7E73"/>
    <w:rsid w:val="00FC7F8E"/>
    <w:rsid w:val="00FD076E"/>
    <w:rsid w:val="00FD0B6B"/>
    <w:rsid w:val="00FD0D29"/>
    <w:rsid w:val="00FD12FE"/>
    <w:rsid w:val="00FD16CB"/>
    <w:rsid w:val="00FD18B2"/>
    <w:rsid w:val="00FD26D8"/>
    <w:rsid w:val="00FD280B"/>
    <w:rsid w:val="00FD2A46"/>
    <w:rsid w:val="00FD2C38"/>
    <w:rsid w:val="00FD31B8"/>
    <w:rsid w:val="00FD3CF7"/>
    <w:rsid w:val="00FD41D7"/>
    <w:rsid w:val="00FD44D7"/>
    <w:rsid w:val="00FD458F"/>
    <w:rsid w:val="00FD463D"/>
    <w:rsid w:val="00FD46C8"/>
    <w:rsid w:val="00FD5714"/>
    <w:rsid w:val="00FD5975"/>
    <w:rsid w:val="00FD5D1E"/>
    <w:rsid w:val="00FD5D27"/>
    <w:rsid w:val="00FD667E"/>
    <w:rsid w:val="00FD6CA7"/>
    <w:rsid w:val="00FD6DAF"/>
    <w:rsid w:val="00FD76D4"/>
    <w:rsid w:val="00FD7C5A"/>
    <w:rsid w:val="00FD7E67"/>
    <w:rsid w:val="00FE0BC0"/>
    <w:rsid w:val="00FE105D"/>
    <w:rsid w:val="00FE1195"/>
    <w:rsid w:val="00FE13A2"/>
    <w:rsid w:val="00FE14B8"/>
    <w:rsid w:val="00FE14C2"/>
    <w:rsid w:val="00FE1EFF"/>
    <w:rsid w:val="00FE2577"/>
    <w:rsid w:val="00FE2F21"/>
    <w:rsid w:val="00FE3038"/>
    <w:rsid w:val="00FE32BE"/>
    <w:rsid w:val="00FE3675"/>
    <w:rsid w:val="00FE404E"/>
    <w:rsid w:val="00FE424D"/>
    <w:rsid w:val="00FE4459"/>
    <w:rsid w:val="00FE4812"/>
    <w:rsid w:val="00FE48AF"/>
    <w:rsid w:val="00FE48E6"/>
    <w:rsid w:val="00FE545B"/>
    <w:rsid w:val="00FE5A57"/>
    <w:rsid w:val="00FE5BF5"/>
    <w:rsid w:val="00FE5E49"/>
    <w:rsid w:val="00FE66D7"/>
    <w:rsid w:val="00FE69B6"/>
    <w:rsid w:val="00FE7195"/>
    <w:rsid w:val="00FE752A"/>
    <w:rsid w:val="00FE773E"/>
    <w:rsid w:val="00FE7A93"/>
    <w:rsid w:val="00FE7CAC"/>
    <w:rsid w:val="00FF021C"/>
    <w:rsid w:val="00FF049F"/>
    <w:rsid w:val="00FF0D6D"/>
    <w:rsid w:val="00FF15EC"/>
    <w:rsid w:val="00FF162B"/>
    <w:rsid w:val="00FF1D43"/>
    <w:rsid w:val="00FF1D45"/>
    <w:rsid w:val="00FF2390"/>
    <w:rsid w:val="00FF2F1C"/>
    <w:rsid w:val="00FF347D"/>
    <w:rsid w:val="00FF372C"/>
    <w:rsid w:val="00FF3786"/>
    <w:rsid w:val="00FF3B0F"/>
    <w:rsid w:val="00FF3E6D"/>
    <w:rsid w:val="00FF446D"/>
    <w:rsid w:val="00FF47CF"/>
    <w:rsid w:val="00FF4862"/>
    <w:rsid w:val="00FF4F88"/>
    <w:rsid w:val="00FF5579"/>
    <w:rsid w:val="00FF58E1"/>
    <w:rsid w:val="00FF5AD6"/>
    <w:rsid w:val="00FF6545"/>
    <w:rsid w:val="00FF655C"/>
    <w:rsid w:val="00FF6692"/>
    <w:rsid w:val="00FF66BD"/>
    <w:rsid w:val="00FF6AC6"/>
    <w:rsid w:val="00FF7408"/>
    <w:rsid w:val="00FF756A"/>
    <w:rsid w:val="00FF79F8"/>
    <w:rsid w:val="00FF7F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D45"/>
    <w:pPr>
      <w:spacing w:after="200" w:line="276" w:lineRule="auto"/>
    </w:pPr>
    <w:rPr>
      <w:lang w:val="uk-UA" w:eastAsia="en-US"/>
    </w:rPr>
  </w:style>
  <w:style w:type="paragraph" w:styleId="Heading2">
    <w:name w:val="heading 2"/>
    <w:basedOn w:val="Normal"/>
    <w:next w:val="Normal"/>
    <w:link w:val="Heading2Char1"/>
    <w:uiPriority w:val="99"/>
    <w:qFormat/>
    <w:locked/>
    <w:rsid w:val="001165A1"/>
    <w:pPr>
      <w:keepNext/>
      <w:spacing w:before="240" w:after="60" w:line="240" w:lineRule="auto"/>
      <w:outlineLvl w:val="1"/>
    </w:pPr>
    <w:rPr>
      <w:rFonts w:ascii="Arial" w:hAnsi="Arial" w:cs="Arial"/>
      <w:b/>
      <w:bCs/>
      <w:i/>
      <w:iCs/>
      <w:sz w:val="28"/>
      <w:szCs w:val="28"/>
      <w:lang w:val="ru-RU" w:eastAsia="ru-RU"/>
    </w:rPr>
  </w:style>
  <w:style w:type="paragraph" w:styleId="Heading5">
    <w:name w:val="heading 5"/>
    <w:basedOn w:val="Normal"/>
    <w:next w:val="Normal"/>
    <w:link w:val="Heading5Char"/>
    <w:uiPriority w:val="99"/>
    <w:qFormat/>
    <w:rsid w:val="00DE3D45"/>
    <w:pPr>
      <w:spacing w:before="240" w:after="60"/>
      <w:outlineLvl w:val="4"/>
    </w:pPr>
    <w:rPr>
      <w:rFonts w:eastAsia="Times New Roman"/>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D1BD3"/>
    <w:rPr>
      <w:rFonts w:asciiTheme="majorHAnsi" w:eastAsiaTheme="majorEastAsia" w:hAnsiTheme="majorHAnsi" w:cstheme="majorBidi"/>
      <w:b/>
      <w:bCs/>
      <w:i/>
      <w:iCs/>
      <w:sz w:val="28"/>
      <w:szCs w:val="28"/>
      <w:lang w:val="uk-UA" w:eastAsia="en-US"/>
    </w:rPr>
  </w:style>
  <w:style w:type="character" w:customStyle="1" w:styleId="Heading5Char">
    <w:name w:val="Heading 5 Char"/>
    <w:basedOn w:val="DefaultParagraphFont"/>
    <w:link w:val="Heading5"/>
    <w:uiPriority w:val="99"/>
    <w:semiHidden/>
    <w:locked/>
    <w:rsid w:val="00DE3D45"/>
    <w:rPr>
      <w:rFonts w:ascii="Calibri" w:hAnsi="Calibri" w:cs="Times New Roman"/>
      <w:b/>
      <w:bCs/>
      <w:i/>
      <w:iCs/>
      <w:sz w:val="26"/>
      <w:szCs w:val="26"/>
    </w:rPr>
  </w:style>
  <w:style w:type="paragraph" w:customStyle="1" w:styleId="a">
    <w:name w:val="Базовый"/>
    <w:uiPriority w:val="99"/>
    <w:rsid w:val="00DE3D45"/>
    <w:pPr>
      <w:widowControl w:val="0"/>
      <w:tabs>
        <w:tab w:val="left" w:pos="709"/>
      </w:tabs>
      <w:suppressAutoHyphens/>
      <w:spacing w:line="200" w:lineRule="atLeast"/>
    </w:pPr>
    <w:rPr>
      <w:rFonts w:ascii="Arial" w:hAnsi="Arial" w:cs="Tahoma"/>
      <w:sz w:val="20"/>
      <w:szCs w:val="24"/>
    </w:rPr>
  </w:style>
  <w:style w:type="paragraph" w:customStyle="1" w:styleId="FR1">
    <w:name w:val="FR1"/>
    <w:uiPriority w:val="99"/>
    <w:rsid w:val="00DE3D45"/>
    <w:pPr>
      <w:widowControl w:val="0"/>
      <w:tabs>
        <w:tab w:val="left" w:pos="749"/>
      </w:tabs>
      <w:suppressAutoHyphens/>
      <w:spacing w:line="300" w:lineRule="atLeast"/>
      <w:ind w:left="40" w:firstLine="400"/>
      <w:jc w:val="both"/>
    </w:pPr>
    <w:rPr>
      <w:rFonts w:ascii="Times New Roman" w:hAnsi="Times New Roman"/>
      <w:sz w:val="16"/>
      <w:szCs w:val="20"/>
      <w:lang w:val="uk-UA"/>
    </w:rPr>
  </w:style>
  <w:style w:type="paragraph" w:styleId="BodyTextIndent">
    <w:name w:val="Body Text Indent"/>
    <w:basedOn w:val="Normal"/>
    <w:link w:val="BodyTextIndentChar"/>
    <w:uiPriority w:val="99"/>
    <w:semiHidden/>
    <w:rsid w:val="00DE3D45"/>
    <w:pPr>
      <w:spacing w:after="120"/>
      <w:ind w:left="283"/>
    </w:pPr>
    <w:rPr>
      <w:rFonts w:eastAsia="Times New Roman"/>
      <w:lang w:eastAsia="uk-UA"/>
    </w:rPr>
  </w:style>
  <w:style w:type="character" w:customStyle="1" w:styleId="BodyTextIndentChar">
    <w:name w:val="Body Text Indent Char"/>
    <w:basedOn w:val="DefaultParagraphFont"/>
    <w:link w:val="BodyTextIndent"/>
    <w:uiPriority w:val="99"/>
    <w:semiHidden/>
    <w:locked/>
    <w:rsid w:val="00DE3D45"/>
    <w:rPr>
      <w:rFonts w:ascii="Calibri" w:hAnsi="Calibri" w:cs="Times New Roman"/>
      <w:lang w:eastAsia="uk-UA"/>
    </w:rPr>
  </w:style>
  <w:style w:type="paragraph" w:customStyle="1" w:styleId="a0">
    <w:name w:val="биолог"/>
    <w:uiPriority w:val="99"/>
    <w:rsid w:val="00DE3D45"/>
    <w:pPr>
      <w:tabs>
        <w:tab w:val="left" w:pos="709"/>
      </w:tabs>
      <w:suppressAutoHyphens/>
      <w:autoSpaceDE w:val="0"/>
      <w:spacing w:line="200" w:lineRule="atLeast"/>
      <w:ind w:firstLine="340"/>
      <w:jc w:val="center"/>
    </w:pPr>
    <w:rPr>
      <w:rFonts w:ascii="Baskerville_A.Z_PS;Courier New" w:hAnsi="Baskerville_A.Z_PS;Courier New"/>
      <w:color w:val="000000"/>
      <w:sz w:val="26"/>
      <w:szCs w:val="26"/>
    </w:rPr>
  </w:style>
  <w:style w:type="paragraph" w:styleId="BodyText">
    <w:name w:val="Body Text"/>
    <w:basedOn w:val="Normal"/>
    <w:link w:val="BodyTextChar"/>
    <w:uiPriority w:val="99"/>
    <w:semiHidden/>
    <w:rsid w:val="00DE3D45"/>
    <w:pPr>
      <w:spacing w:after="120"/>
    </w:pPr>
  </w:style>
  <w:style w:type="character" w:customStyle="1" w:styleId="BodyTextChar">
    <w:name w:val="Body Text Char"/>
    <w:basedOn w:val="DefaultParagraphFont"/>
    <w:link w:val="BodyText"/>
    <w:uiPriority w:val="99"/>
    <w:semiHidden/>
    <w:locked/>
    <w:rsid w:val="00DE3D45"/>
    <w:rPr>
      <w:rFonts w:ascii="Calibri" w:eastAsia="Times New Roman" w:hAnsi="Calibri" w:cs="Times New Roman"/>
    </w:rPr>
  </w:style>
  <w:style w:type="paragraph" w:styleId="BodyTextIndent3">
    <w:name w:val="Body Text Indent 3"/>
    <w:basedOn w:val="Normal"/>
    <w:link w:val="BodyTextIndent3Char"/>
    <w:uiPriority w:val="99"/>
    <w:semiHidden/>
    <w:rsid w:val="00DE3D45"/>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E3D45"/>
    <w:rPr>
      <w:rFonts w:ascii="Calibri" w:eastAsia="Times New Roman" w:hAnsi="Calibri" w:cs="Times New Roman"/>
      <w:sz w:val="16"/>
      <w:szCs w:val="16"/>
    </w:rPr>
  </w:style>
  <w:style w:type="paragraph" w:styleId="Header">
    <w:name w:val="header"/>
    <w:basedOn w:val="Normal"/>
    <w:link w:val="HeaderChar"/>
    <w:uiPriority w:val="99"/>
    <w:rsid w:val="00DE3D45"/>
    <w:pPr>
      <w:tabs>
        <w:tab w:val="center" w:pos="4819"/>
        <w:tab w:val="right" w:pos="9639"/>
      </w:tabs>
    </w:pPr>
  </w:style>
  <w:style w:type="character" w:customStyle="1" w:styleId="HeaderChar">
    <w:name w:val="Header Char"/>
    <w:basedOn w:val="DefaultParagraphFont"/>
    <w:link w:val="Header"/>
    <w:uiPriority w:val="99"/>
    <w:locked/>
    <w:rsid w:val="00DE3D45"/>
    <w:rPr>
      <w:rFonts w:ascii="Calibri" w:eastAsia="Times New Roman" w:hAnsi="Calibri" w:cs="Times New Roman"/>
    </w:rPr>
  </w:style>
  <w:style w:type="character" w:customStyle="1" w:styleId="Heading2Char1">
    <w:name w:val="Heading 2 Char1"/>
    <w:link w:val="Heading2"/>
    <w:uiPriority w:val="99"/>
    <w:locked/>
    <w:rsid w:val="001165A1"/>
    <w:rPr>
      <w:rFonts w:ascii="Arial" w:hAnsi="Arial"/>
      <w:b/>
      <w:i/>
      <w:sz w:val="28"/>
      <w:lang w:val="ru-RU" w:eastAsia="ru-RU"/>
    </w:rPr>
  </w:style>
  <w:style w:type="paragraph" w:styleId="BodyTextIndent2">
    <w:name w:val="Body Text Indent 2"/>
    <w:basedOn w:val="Normal"/>
    <w:link w:val="BodyTextIndent2Char"/>
    <w:uiPriority w:val="99"/>
    <w:rsid w:val="001165A1"/>
    <w:pPr>
      <w:spacing w:after="120" w:line="480" w:lineRule="auto"/>
      <w:ind w:left="283"/>
    </w:pPr>
  </w:style>
  <w:style w:type="character" w:customStyle="1" w:styleId="BodyTextIndent2Char">
    <w:name w:val="Body Text Indent 2 Char"/>
    <w:basedOn w:val="DefaultParagraphFont"/>
    <w:link w:val="BodyTextIndent2"/>
    <w:uiPriority w:val="99"/>
    <w:semiHidden/>
    <w:rsid w:val="005D1BD3"/>
    <w:rPr>
      <w:lang w:val="uk-UA" w:eastAsia="en-US"/>
    </w:rPr>
  </w:style>
</w:styles>
</file>

<file path=word/webSettings.xml><?xml version="1.0" encoding="utf-8"?>
<w:webSettings xmlns:r="http://schemas.openxmlformats.org/officeDocument/2006/relationships" xmlns:w="http://schemas.openxmlformats.org/wordprocessingml/2006/main">
  <w:divs>
    <w:div w:id="340395766">
      <w:marLeft w:val="0"/>
      <w:marRight w:val="0"/>
      <w:marTop w:val="0"/>
      <w:marBottom w:val="0"/>
      <w:divBdr>
        <w:top w:val="none" w:sz="0" w:space="0" w:color="auto"/>
        <w:left w:val="none" w:sz="0" w:space="0" w:color="auto"/>
        <w:bottom w:val="none" w:sz="0" w:space="0" w:color="auto"/>
        <w:right w:val="none" w:sz="0" w:space="0" w:color="auto"/>
      </w:divBdr>
    </w:div>
    <w:div w:id="340395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13</Pages>
  <Words>4588</Words>
  <Characters>26157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Микола Барановський</dc:creator>
  <cp:keywords/>
  <dc:description/>
  <cp:lastModifiedBy>каф</cp:lastModifiedBy>
  <cp:revision>4</cp:revision>
  <dcterms:created xsi:type="dcterms:W3CDTF">2016-02-26T16:33:00Z</dcterms:created>
  <dcterms:modified xsi:type="dcterms:W3CDTF">2017-04-06T10:37:00Z</dcterms:modified>
</cp:coreProperties>
</file>